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7CB4" w:rsidRDefault="00530240" w:rsidP="0057045C">
      <w:pPr>
        <w:pStyle w:val="0berschrift1"/>
        <w:outlineLvl w:val="0"/>
      </w:pPr>
      <w:r>
        <w:t>Vom Land in die Stadt</w:t>
      </w:r>
    </w:p>
    <w:p w:rsidR="001C1EFC" w:rsidRDefault="00427008" w:rsidP="0057045C">
      <w:pPr>
        <w:pStyle w:val="0berschrift3"/>
        <w:outlineLvl w:val="0"/>
      </w:pPr>
      <w:r>
        <w:t>1</w:t>
      </w:r>
      <w:r>
        <w:tab/>
      </w:r>
      <w:r w:rsidR="00E405FE">
        <w:t xml:space="preserve">Lesen Sie </w:t>
      </w:r>
      <w:r w:rsidR="00A761F0">
        <w:t>die Unterhaltung und ordnen Sie</w:t>
      </w:r>
      <w:r w:rsidR="00F14352">
        <w:t xml:space="preserve"> die Fragen und Antworten in der richtigen Reihenfolge</w:t>
      </w:r>
      <w:r w:rsidR="00E405FE">
        <w:t>.</w:t>
      </w:r>
      <w:bookmarkStart w:id="0" w:name="_GoBack"/>
      <w:bookmarkEnd w:id="0"/>
    </w:p>
    <w:p w:rsidR="002B3B6D" w:rsidRDefault="008F2046" w:rsidP="00A761F0">
      <w:pPr>
        <w:pStyle w:val="1Standardflietext"/>
      </w:pPr>
      <w:r>
        <w:rPr>
          <w:noProof/>
        </w:rPr>
        <mc:AlternateContent>
          <mc:Choice Requires="wps">
            <w:drawing>
              <wp:anchor distT="0" distB="0" distL="114300" distR="114300" simplePos="0" relativeHeight="251652096" behindDoc="0" locked="0" layoutInCell="1" allowOverlap="1" wp14:anchorId="41FE1CD3" wp14:editId="4CA4A684">
                <wp:simplePos x="0" y="0"/>
                <wp:positionH relativeFrom="column">
                  <wp:posOffset>616585</wp:posOffset>
                </wp:positionH>
                <wp:positionV relativeFrom="paragraph">
                  <wp:posOffset>83185</wp:posOffset>
                </wp:positionV>
                <wp:extent cx="1932305" cy="347980"/>
                <wp:effectExtent l="0" t="0" r="0" b="0"/>
                <wp:wrapNone/>
                <wp:docPr id="13"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2305" cy="347980"/>
                        </a:xfrm>
                        <a:prstGeom prst="wedgeRoundRectCallout">
                          <a:avLst>
                            <a:gd name="adj1" fmla="val -59167"/>
                            <a:gd name="adj2" fmla="val 45801"/>
                            <a:gd name="adj3" fmla="val 16667"/>
                          </a:avLst>
                        </a:prstGeom>
                        <a:solidFill>
                          <a:srgbClr val="E7E6E6"/>
                        </a:solidFill>
                        <a:ln w="6350">
                          <a:solidFill>
                            <a:srgbClr val="000000"/>
                          </a:solidFill>
                          <a:miter lim="800000"/>
                          <a:headEnd/>
                          <a:tailEnd/>
                        </a:ln>
                        <a:effectLst/>
                        <a:extLs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txbx>
                        <w:txbxContent>
                          <w:p w:rsidR="00B60BCE" w:rsidRDefault="00B60BCE">
                            <w:r>
                              <w:t>Wo wohnst du denn jetzt?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type id="_x0000_t62" coordsize="21600,21600" o:spt="62" adj="1350,25920" path="m3600,0qx0,3600l0@8@12@24,0@9,,18000qy3600,21600l@6,21600@15@27@7,21600,18000,21600qx21600,18000l21600@9@18@30,21600@8,21600,3600qy18000,0l@7,0@21@33@6,0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2" o:spid="_x0000_s1026" type="#_x0000_t62" style="position:absolute;margin-left:48.55pt;margin-top:6.55pt;width:152.15pt;height:27.4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" adj="-1980,20693" fillcolor="#e7e6e6" strokeweight=".5pt">
                <v:shadow opacity="49150f"/>
                <v:textbox>
                  <w:txbxContent>
                    <w:p w14:paraId="5DBCDC57" w14:textId="77777777" w:rsidR="00B60BCE" w:rsidRDefault="00B60BCE">
                      <w:r>
                        <w:t>Wo wohnst du denn jetzt?</w:t>
                      </w:r>
                    </w:p>
                  </w:txbxContent>
                </v:textbox>
              </v:shape>
            </w:pict>
          </mc:Fallback>
        </mc:AlternateContent>
      </w:r>
    </w:p>
    <w:p w:rsidR="002B3B6D" w:rsidRDefault="002B3B6D" w:rsidP="00A761F0">
      <w:pPr>
        <w:pStyle w:val="1Standardflietext"/>
      </w:pPr>
    </w:p>
    <w:p w:rsidR="00B60BCE" w:rsidRDefault="008F2046" w:rsidP="00A761F0">
      <w:pPr>
        <w:pStyle w:val="1Standardflietext"/>
      </w:pPr>
      <w:r>
        <w:rPr>
          <w:noProof/>
        </w:rPr>
        <mc:AlternateContent>
          <mc:Choice Requires="wps">
            <w:drawing>
              <wp:anchor distT="0" distB="0" distL="114300" distR="114300" simplePos="0" relativeHeight="251658240" behindDoc="0" locked="0" layoutInCell="1" allowOverlap="1" wp14:anchorId="6394E3F4" wp14:editId="61F9E4DA">
                <wp:simplePos x="0" y="0"/>
                <wp:positionH relativeFrom="column">
                  <wp:posOffset>2750185</wp:posOffset>
                </wp:positionH>
                <wp:positionV relativeFrom="paragraph">
                  <wp:posOffset>50165</wp:posOffset>
                </wp:positionV>
                <wp:extent cx="2933065" cy="985520"/>
                <wp:effectExtent l="0" t="0" r="0" b="0"/>
                <wp:wrapNone/>
                <wp:docPr id="12"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3065" cy="985520"/>
                        </a:xfrm>
                        <a:prstGeom prst="wedgeRoundRectCallout">
                          <a:avLst>
                            <a:gd name="adj1" fmla="val 54958"/>
                            <a:gd name="adj2" fmla="val 40079"/>
                            <a:gd name="adj3" fmla="val 16667"/>
                          </a:avLst>
                        </a:prstGeom>
                        <a:solidFill>
                          <a:srgbClr val="FFFFFF"/>
                        </a:solidFill>
                        <a:ln w="6350">
                          <a:solidFill>
                            <a:srgbClr val="808080"/>
                          </a:solidFill>
                          <a:miter lim="800000"/>
                          <a:headEnd/>
                          <a:tailEnd/>
                        </a:ln>
                        <a:effectLst/>
                        <a:extLs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txbx>
                        <w:txbxContent>
                          <w:p w:rsidR="00064ACE" w:rsidRDefault="00064ACE">
                            <w:r>
                              <w:t>Ich finde</w:t>
                            </w:r>
                            <w:r w:rsidR="00BC61F6">
                              <w:t xml:space="preserve"> das Leben hier </w:t>
                            </w:r>
                            <w:r>
                              <w:t xml:space="preserve">toll. Wir gehen oft ins </w:t>
                            </w:r>
                            <w:r w:rsidRPr="00DB6785">
                              <w:rPr>
                                <w:szCs w:val="20"/>
                              </w:rPr>
                              <w:t>Kino</w:t>
                            </w:r>
                            <w:r w:rsidRPr="00DB6785">
                              <w:t xml:space="preserve"> und schauen Ausstellungen</w:t>
                            </w:r>
                            <w:r>
                              <w:t xml:space="preserve"> an. Die </w:t>
                            </w:r>
                            <w:r w:rsidRPr="003B276B">
                              <w:rPr>
                                <w:highlight w:val="yellow"/>
                              </w:rPr>
                              <w:t>kulturellen Angebote</w:t>
                            </w:r>
                            <w:r>
                              <w:t xml:space="preserve"> sind in Köln wirklich gut. Aber jetzt erzähl </w:t>
                            </w:r>
                            <w:r w:rsidR="00BD5D81">
                              <w:t>d</w:t>
                            </w:r>
                            <w:r>
                              <w:t>u mal</w:t>
                            </w:r>
                            <w:r w:rsidR="00941E1C">
                              <w:t>, Simone</w:t>
                            </w:r>
                            <w:r>
                              <w:t xml:space="preserve">. </w:t>
                            </w:r>
                            <w:r w:rsidR="0063280D">
                              <w:t>Wo lebst</w:t>
                            </w:r>
                            <w:r>
                              <w:t xml:space="preserve"> </w:t>
                            </w:r>
                            <w:r w:rsidR="00BD5D81">
                              <w:t>d</w:t>
                            </w:r>
                            <w:r>
                              <w:t>u denn jetzt?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0" o:spid="_x0000_s1027" type="#_x0000_t62" style="position:absolute;margin-left:216.55pt;margin-top:3.95pt;width:230.95pt;height:77.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" adj="22671,19457" strokecolor="gray" strokeweight=".5pt">
                <v:shadow color="black" opacity="49150f" offset=".74833mm,.74833mm"/>
                <v:textbox>
                  <w:txbxContent>
                    <w:p w:rsidR="00064ACE" w:rsidRDefault="00064ACE">
                      <w:r>
                        <w:t>Ich finde</w:t>
                      </w:r>
                      <w:r w:rsidR="00BC61F6">
                        <w:t xml:space="preserve"> das Leben hier </w:t>
                      </w:r>
                      <w:r>
                        <w:t xml:space="preserve">toll. Wir gehen oft ins </w:t>
                      </w:r>
                      <w:r w:rsidRPr="00DB6785">
                        <w:rPr>
                          <w:szCs w:val="20"/>
                        </w:rPr>
                        <w:t>Kino</w:t>
                      </w:r>
                      <w:r w:rsidRPr="00DB6785">
                        <w:t xml:space="preserve"> und schauen Ausstellungen</w:t>
                      </w:r>
                      <w:r>
                        <w:t xml:space="preserve"> an. Die </w:t>
                      </w:r>
                      <w:r w:rsidRPr="003B276B">
                        <w:rPr>
                          <w:highlight w:val="yellow"/>
                        </w:rPr>
                        <w:t>kulturellen Angebote</w:t>
                      </w:r>
                      <w:r>
                        <w:t xml:space="preserve"> sind in Köln wirklich gut. Aber jetzt erzähl </w:t>
                      </w:r>
                      <w:r w:rsidR="00BD5D81">
                        <w:t>d</w:t>
                      </w:r>
                      <w:r>
                        <w:t>u mal</w:t>
                      </w:r>
                      <w:r w:rsidR="00941E1C">
                        <w:t>, Simone</w:t>
                      </w:r>
                      <w:r>
                        <w:t xml:space="preserve">. </w:t>
                      </w:r>
                      <w:r w:rsidR="0063280D">
                        <w:t>Wo lebst</w:t>
                      </w:r>
                      <w:r>
                        <w:t xml:space="preserve"> </w:t>
                      </w:r>
                      <w:r w:rsidR="00BD5D81">
                        <w:t>d</w:t>
                      </w:r>
                      <w:r>
                        <w:t>u denn jetzt?</w:t>
                      </w:r>
                    </w:p>
                  </w:txbxContent>
                </v:textbox>
              </v:shape>
            </w:pict>
          </mc:Fallback>
        </mc:AlternateContent>
      </w:r>
      <w:r w:rsidR="00B60BCE">
        <w:t>_</w:t>
      </w:r>
      <w:r w:rsidR="00565B94">
        <w:rPr>
          <w:rStyle w:val="3Lsung"/>
        </w:rPr>
        <w:t>1</w:t>
      </w:r>
      <w:r w:rsidR="00B60BCE">
        <w:t>_</w:t>
      </w:r>
    </w:p>
    <w:p w:rsidR="00B60BCE" w:rsidRDefault="00B60BCE" w:rsidP="00A761F0">
      <w:pPr>
        <w:pStyle w:val="1Standardflietext"/>
      </w:pPr>
    </w:p>
    <w:p w:rsidR="0088627C" w:rsidRDefault="0088627C" w:rsidP="00A761F0">
      <w:pPr>
        <w:pStyle w:val="1Standardflietext"/>
      </w:pPr>
    </w:p>
    <w:p w:rsidR="0088627C" w:rsidRDefault="0088627C" w:rsidP="00A761F0">
      <w:pPr>
        <w:pStyle w:val="1Standardflietext"/>
      </w:pPr>
      <w:r>
        <w:tab/>
      </w:r>
      <w:r>
        <w:tab/>
      </w:r>
      <w:r>
        <w:tab/>
      </w:r>
      <w:r>
        <w:tab/>
      </w:r>
      <w:r>
        <w:tab/>
        <w:t>____</w:t>
      </w:r>
    </w:p>
    <w:p w:rsidR="0088627C" w:rsidRDefault="0088627C" w:rsidP="00A761F0">
      <w:pPr>
        <w:pStyle w:val="1Standardflietext"/>
      </w:pPr>
    </w:p>
    <w:p w:rsidR="0088627C" w:rsidRDefault="008F2046" w:rsidP="00A761F0">
      <w:pPr>
        <w:pStyle w:val="1Standardflietext"/>
      </w:pPr>
      <w:r>
        <w:rPr>
          <w:noProof/>
        </w:rPr>
        <mc:AlternateContent>
          <mc:Choice Requires="wps">
            <w:drawing>
              <wp:anchor distT="0" distB="0" distL="114300" distR="114300" simplePos="0" relativeHeight="251653120" behindDoc="0" locked="0" layoutInCell="1" allowOverlap="1" wp14:anchorId="4ACD5789" wp14:editId="42A40287">
                <wp:simplePos x="0" y="0"/>
                <wp:positionH relativeFrom="column">
                  <wp:posOffset>616585</wp:posOffset>
                </wp:positionH>
                <wp:positionV relativeFrom="paragraph">
                  <wp:posOffset>83185</wp:posOffset>
                </wp:positionV>
                <wp:extent cx="2007870" cy="431165"/>
                <wp:effectExtent l="0" t="0" r="0" b="0"/>
                <wp:wrapNone/>
                <wp:docPr id="11"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7870" cy="431165"/>
                        </a:xfrm>
                        <a:prstGeom prst="wedgeRoundRectCallout">
                          <a:avLst>
                            <a:gd name="adj1" fmla="val -58509"/>
                            <a:gd name="adj2" fmla="val 55745"/>
                            <a:gd name="adj3" fmla="val 16667"/>
                          </a:avLst>
                        </a:prstGeom>
                        <a:solidFill>
                          <a:srgbClr val="E7E6E6"/>
                        </a:solidFill>
                        <a:ln w="6350">
                          <a:solidFill>
                            <a:srgbClr val="000000"/>
                          </a:solidFill>
                          <a:miter lim="800000"/>
                          <a:headEnd/>
                          <a:tailEnd/>
                        </a:ln>
                        <a:effectLst/>
                        <a:extLs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txbx>
                        <w:txbxContent>
                          <w:p w:rsidR="00B60BCE" w:rsidRDefault="00064ACE">
                            <w:r>
                              <w:t>Hattet ihr ein Haus</w:t>
                            </w:r>
                            <w:r w:rsidR="00634252">
                              <w:t xml:space="preserve"> auf dem Land</w:t>
                            </w: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 id="AutoShape 4" o:spid="_x0000_s1028" type="#_x0000_t62" style="position:absolute;margin-left:48.55pt;margin-top:6.55pt;width:158.1pt;height:33.9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" adj="-1838,22841" fillcolor="#e7e6e6" strokeweight=".5pt">
                <v:shadow opacity="49150f"/>
                <v:textbox>
                  <w:txbxContent>
                    <w:p w14:paraId="72F7A046" w14:textId="77777777" w:rsidR="00B60BCE" w:rsidRDefault="00064ACE">
                      <w:r>
                        <w:t>Hattet ihr ein Haus</w:t>
                      </w:r>
                      <w:r w:rsidR="00634252">
                        <w:t xml:space="preserve"> auf dem Land</w:t>
                      </w:r>
                      <w:r>
                        <w:t>?</w:t>
                      </w:r>
                    </w:p>
                  </w:txbxContent>
                </v:textbox>
              </v:shape>
            </w:pict>
          </mc:Fallback>
        </mc:AlternateContent>
      </w:r>
    </w:p>
    <w:p w:rsidR="0088627C" w:rsidRDefault="008F2046" w:rsidP="00A761F0">
      <w:pPr>
        <w:pStyle w:val="1Standardflietext"/>
      </w:pPr>
      <w:r>
        <w:rPr>
          <w:noProof/>
        </w:rPr>
        <mc:AlternateContent>
          <mc:Choice Requires="wps">
            <w:drawing>
              <wp:anchor distT="0" distB="0" distL="114300" distR="114300" simplePos="0" relativeHeight="251656192" behindDoc="0" locked="0" layoutInCell="1" allowOverlap="1" wp14:anchorId="2901D421" wp14:editId="4633BCB8">
                <wp:simplePos x="0" y="0"/>
                <wp:positionH relativeFrom="column">
                  <wp:posOffset>2750185</wp:posOffset>
                </wp:positionH>
                <wp:positionV relativeFrom="paragraph">
                  <wp:posOffset>147955</wp:posOffset>
                </wp:positionV>
                <wp:extent cx="3134995" cy="979170"/>
                <wp:effectExtent l="0" t="0" r="0" b="0"/>
                <wp:wrapNone/>
                <wp:docPr id="10"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34995" cy="979170"/>
                        </a:xfrm>
                        <a:prstGeom prst="wedgeRoundRectCallout">
                          <a:avLst>
                            <a:gd name="adj1" fmla="val 53606"/>
                            <a:gd name="adj2" fmla="val 39366"/>
                            <a:gd name="adj3" fmla="val 16667"/>
                          </a:avLst>
                        </a:prstGeom>
                        <a:solidFill>
                          <a:srgbClr val="FFFFFF"/>
                        </a:solidFill>
                        <a:ln w="6350">
                          <a:solidFill>
                            <a:srgbClr val="808080"/>
                          </a:solidFill>
                          <a:miter lim="800000"/>
                          <a:headEnd/>
                          <a:tailEnd/>
                        </a:ln>
                        <a:effectLst/>
                        <a:extLs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txbx>
                        <w:txbxContent>
                          <w:p w:rsidR="00064ACE" w:rsidRDefault="00064ACE">
                            <w:r>
                              <w:t xml:space="preserve">Ja, und das habe ich auch </w:t>
                            </w:r>
                            <w:r w:rsidRPr="003B276B">
                              <w:rPr>
                                <w:highlight w:val="yellow"/>
                              </w:rPr>
                              <w:t>fünf Jahre</w:t>
                            </w:r>
                            <w:r>
                              <w:t xml:space="preserve"> gemacht. Aber dann haben mein Mann und ich das Stadtleben vermisst. Natürlich war das Leben </w:t>
                            </w:r>
                            <w:r w:rsidRPr="003B276B">
                              <w:rPr>
                                <w:highlight w:val="yellow"/>
                              </w:rPr>
                              <w:t>auf dem Land</w:t>
                            </w:r>
                            <w:r>
                              <w:t xml:space="preserve"> auch schön. Wir hatten </w:t>
                            </w:r>
                            <w:r w:rsidRPr="003B276B">
                              <w:rPr>
                                <w:highlight w:val="yellow"/>
                              </w:rPr>
                              <w:t>viel mehr Platz</w:t>
                            </w: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 id="AutoShape 8" o:spid="_x0000_s1029" type="#_x0000_t62" style="position:absolute;margin-left:216.55pt;margin-top:11.65pt;width:246.85pt;height:77.1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" adj="22379,19303" strokecolor="gray" strokeweight=".5pt">
                <v:shadow opacity="49150f"/>
                <v:textbox>
                  <w:txbxContent>
                    <w:p w14:paraId="61EE0272" w14:textId="77777777" w:rsidR="00064ACE" w:rsidRDefault="00064ACE">
                      <w:r>
                        <w:t xml:space="preserve">Ja, und das habe ich auch </w:t>
                      </w:r>
                      <w:r w:rsidRPr="003B276B">
                        <w:rPr>
                          <w:highlight w:val="yellow"/>
                        </w:rPr>
                        <w:t>fünf Jahre</w:t>
                      </w:r>
                      <w:r>
                        <w:t xml:space="preserve"> gemacht. Aber dann haben mein Mann und ich das Stadtleben vermisst. Natürlich war das Leben </w:t>
                      </w:r>
                      <w:r w:rsidRPr="003B276B">
                        <w:rPr>
                          <w:highlight w:val="yellow"/>
                        </w:rPr>
                        <w:t>auf dem Land</w:t>
                      </w:r>
                      <w:r>
                        <w:t xml:space="preserve"> auch schön. Wir hatten </w:t>
                      </w:r>
                      <w:r w:rsidRPr="003B276B">
                        <w:rPr>
                          <w:highlight w:val="yellow"/>
                        </w:rPr>
                        <w:t>viel mehr Platz</w:t>
                      </w:r>
                      <w:r>
                        <w:t>.</w:t>
                      </w:r>
                    </w:p>
                  </w:txbxContent>
                </v:textbox>
              </v:shape>
            </w:pict>
          </mc:Fallback>
        </mc:AlternateContent>
      </w:r>
    </w:p>
    <w:p w:rsidR="0088627C" w:rsidRDefault="0088627C" w:rsidP="00A761F0">
      <w:pPr>
        <w:pStyle w:val="1Standardflietext"/>
      </w:pPr>
      <w:r>
        <w:t>____</w:t>
      </w:r>
    </w:p>
    <w:p w:rsidR="00B60BCE" w:rsidRDefault="00B60BCE" w:rsidP="00A761F0">
      <w:pPr>
        <w:pStyle w:val="1Standardflietext"/>
      </w:pPr>
    </w:p>
    <w:p w:rsidR="00B60BCE" w:rsidRDefault="00B60BCE" w:rsidP="00A761F0">
      <w:pPr>
        <w:pStyle w:val="1Standardflietext"/>
      </w:pPr>
    </w:p>
    <w:p w:rsidR="0088627C" w:rsidRDefault="00BC61F6" w:rsidP="00A761F0">
      <w:pPr>
        <w:pStyle w:val="1Standardflietext"/>
      </w:pPr>
      <w:r>
        <w:tab/>
      </w:r>
      <w:r w:rsidR="0088627C">
        <w:tab/>
      </w:r>
      <w:r w:rsidR="0088627C">
        <w:tab/>
      </w:r>
      <w:r w:rsidR="0088627C">
        <w:tab/>
      </w:r>
      <w:r w:rsidR="0088627C">
        <w:tab/>
        <w:t>____</w:t>
      </w:r>
    </w:p>
    <w:p w:rsidR="0088627C" w:rsidRDefault="0088627C" w:rsidP="00A761F0">
      <w:pPr>
        <w:pStyle w:val="1Standardflietext"/>
      </w:pPr>
    </w:p>
    <w:p w:rsidR="0088627C" w:rsidRDefault="008F2046" w:rsidP="00A761F0">
      <w:pPr>
        <w:pStyle w:val="1Standardflietext"/>
      </w:pPr>
      <w:r>
        <w:rPr>
          <w:noProof/>
        </w:rPr>
        <mc:AlternateContent>
          <mc:Choice Requires="wps">
            <w:drawing>
              <wp:anchor distT="0" distB="0" distL="114300" distR="114300" simplePos="0" relativeHeight="251659264" behindDoc="0" locked="0" layoutInCell="1" allowOverlap="1" wp14:anchorId="49DBCAAA" wp14:editId="0FFAC436">
                <wp:simplePos x="0" y="0"/>
                <wp:positionH relativeFrom="column">
                  <wp:posOffset>621665</wp:posOffset>
                </wp:positionH>
                <wp:positionV relativeFrom="paragraph">
                  <wp:posOffset>164465</wp:posOffset>
                </wp:positionV>
                <wp:extent cx="2002790" cy="354330"/>
                <wp:effectExtent l="0" t="0" r="0" b="0"/>
                <wp:wrapNone/>
                <wp:docPr id="9"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2790" cy="354330"/>
                        </a:xfrm>
                        <a:prstGeom prst="wedgeRoundRectCallout">
                          <a:avLst>
                            <a:gd name="adj1" fmla="val -56912"/>
                            <a:gd name="adj2" fmla="val 45880"/>
                            <a:gd name="adj3" fmla="val 16667"/>
                          </a:avLst>
                        </a:prstGeom>
                        <a:solidFill>
                          <a:srgbClr val="E7E6E6"/>
                        </a:solidFill>
                        <a:ln w="6350">
                          <a:solidFill>
                            <a:srgbClr val="000000"/>
                          </a:solidFill>
                          <a:miter lim="800000"/>
                          <a:headEnd/>
                          <a:tailEnd/>
                        </a:ln>
                        <a:effectLst/>
                        <a:extLs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txbx>
                        <w:txbxContent>
                          <w:p w:rsidR="0088627C" w:rsidRDefault="0088627C">
                            <w:r>
                              <w:t>Habt ihr das Haus verkauft?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 id="AutoShape 11" o:spid="_x0000_s1030" type="#_x0000_t62" style="position:absolute;margin-left:48.95pt;margin-top:12.95pt;width:157.7pt;height:27.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" adj="-1493,20710" fillcolor="#e7e6e6" strokeweight=".5pt">
                <v:shadow opacity="49150f"/>
                <v:textbox>
                  <w:txbxContent>
                    <w:p w14:paraId="0267B628" w14:textId="77777777" w:rsidR="0088627C" w:rsidRDefault="0088627C">
                      <w:r>
                        <w:t>Habt ihr das Haus verkauft?</w:t>
                      </w:r>
                    </w:p>
                  </w:txbxContent>
                </v:textbox>
              </v:shape>
            </w:pict>
          </mc:Fallback>
        </mc:AlternateContent>
      </w:r>
    </w:p>
    <w:p w:rsidR="0088627C" w:rsidRDefault="00BC61F6" w:rsidP="00A761F0">
      <w:pPr>
        <w:pStyle w:val="1Standardflietext"/>
      </w:pPr>
      <w:r>
        <w:t>____</w:t>
      </w:r>
    </w:p>
    <w:p w:rsidR="0088627C" w:rsidRDefault="008F2046" w:rsidP="00A761F0">
      <w:pPr>
        <w:pStyle w:val="1Standardflietext"/>
      </w:pPr>
      <w:r>
        <w:rPr>
          <w:noProof/>
        </w:rPr>
        <mc:AlternateContent>
          <mc:Choice Requires="wps">
            <w:drawing>
              <wp:anchor distT="0" distB="0" distL="114300" distR="114300" simplePos="0" relativeHeight="251657216" behindDoc="0" locked="0" layoutInCell="1" allowOverlap="1" wp14:anchorId="2246070A" wp14:editId="7388BFAE">
                <wp:simplePos x="0" y="0"/>
                <wp:positionH relativeFrom="column">
                  <wp:posOffset>3664585</wp:posOffset>
                </wp:positionH>
                <wp:positionV relativeFrom="paragraph">
                  <wp:posOffset>53975</wp:posOffset>
                </wp:positionV>
                <wp:extent cx="1600200" cy="337820"/>
                <wp:effectExtent l="0" t="0" r="0" b="0"/>
                <wp:wrapNone/>
                <wp:docPr id="8"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337820"/>
                        </a:xfrm>
                        <a:prstGeom prst="wedgeRoundRectCallout">
                          <a:avLst>
                            <a:gd name="adj1" fmla="val 60713"/>
                            <a:gd name="adj2" fmla="val 43986"/>
                            <a:gd name="adj3" fmla="val 16667"/>
                          </a:avLst>
                        </a:prstGeom>
                        <a:solidFill>
                          <a:srgbClr val="FFFFFF"/>
                        </a:solidFill>
                        <a:ln w="6350">
                          <a:solidFill>
                            <a:srgbClr val="808080"/>
                          </a:solidFill>
                          <a:miter lim="800000"/>
                          <a:headEnd/>
                          <a:tailEnd/>
                        </a:ln>
                        <a:effectLst/>
                        <a:extLs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txbx>
                        <w:txbxContent>
                          <w:p w:rsidR="00064ACE" w:rsidRDefault="00064ACE">
                            <w:r>
                              <w:t>Ich</w:t>
                            </w:r>
                            <w:r w:rsidR="0063280D">
                              <w:t xml:space="preserve"> wohne</w:t>
                            </w:r>
                            <w:r>
                              <w:t xml:space="preserve"> jetzt </w:t>
                            </w:r>
                            <w:r w:rsidRPr="003B276B">
                              <w:rPr>
                                <w:highlight w:val="yellow"/>
                              </w:rPr>
                              <w:t>in Köln</w:t>
                            </w: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 id="AutoShape 9" o:spid="_x0000_s1031" type="#_x0000_t62" style="position:absolute;margin-left:288.55pt;margin-top:4.25pt;width:126pt;height:26.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" adj="23914,20301" strokecolor="gray" strokeweight=".5pt">
                <v:shadow opacity="49150f"/>
                <v:textbox>
                  <w:txbxContent>
                    <w:p w14:paraId="75D3681C" w14:textId="77777777" w:rsidR="00064ACE" w:rsidRDefault="00064ACE">
                      <w:r>
                        <w:t>Ich</w:t>
                      </w:r>
                      <w:r w:rsidR="0063280D">
                        <w:t xml:space="preserve"> wohne</w:t>
                      </w:r>
                      <w:r>
                        <w:t xml:space="preserve"> jetzt </w:t>
                      </w:r>
                      <w:r w:rsidRPr="003B276B">
                        <w:rPr>
                          <w:highlight w:val="yellow"/>
                        </w:rPr>
                        <w:t>in Köln</w:t>
                      </w:r>
                      <w:r>
                        <w:t>.</w:t>
                      </w:r>
                    </w:p>
                  </w:txbxContent>
                </v:textbox>
              </v:shape>
            </w:pict>
          </mc:Fallback>
        </mc:AlternateContent>
      </w:r>
    </w:p>
    <w:p w:rsidR="0088627C" w:rsidRDefault="00BC61F6" w:rsidP="00634252">
      <w:pPr>
        <w:pStyle w:val="1Standardflietext"/>
      </w:pPr>
      <w:r>
        <w:tab/>
      </w:r>
      <w:r>
        <w:tab/>
      </w:r>
      <w:r>
        <w:tab/>
      </w:r>
      <w:r>
        <w:tab/>
      </w:r>
      <w:r>
        <w:tab/>
      </w:r>
      <w:r>
        <w:tab/>
      </w:r>
      <w:r>
        <w:tab/>
        <w:t>____</w:t>
      </w:r>
    </w:p>
    <w:p w:rsidR="0088627C" w:rsidRDefault="008F2046" w:rsidP="00A761F0">
      <w:pPr>
        <w:pStyle w:val="1Standardflietext"/>
      </w:pPr>
      <w:r>
        <w:rPr>
          <w:noProof/>
        </w:rPr>
        <mc:AlternateContent>
          <mc:Choice Requires="wps">
            <w:drawing>
              <wp:anchor distT="0" distB="0" distL="114300" distR="114300" simplePos="0" relativeHeight="251661312" behindDoc="0" locked="0" layoutInCell="1" allowOverlap="1" wp14:anchorId="602E6720" wp14:editId="6F372CA2">
                <wp:simplePos x="0" y="0"/>
                <wp:positionH relativeFrom="column">
                  <wp:posOffset>577215</wp:posOffset>
                </wp:positionH>
                <wp:positionV relativeFrom="paragraph">
                  <wp:posOffset>113030</wp:posOffset>
                </wp:positionV>
                <wp:extent cx="2432685" cy="474980"/>
                <wp:effectExtent l="0" t="0" r="0" b="0"/>
                <wp:wrapNone/>
                <wp:docPr id="7"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32685" cy="474980"/>
                        </a:xfrm>
                        <a:prstGeom prst="wedgeRoundRectCallout">
                          <a:avLst>
                            <a:gd name="adj1" fmla="val -56134"/>
                            <a:gd name="adj2" fmla="val 42380"/>
                            <a:gd name="adj3" fmla="val 16667"/>
                          </a:avLst>
                        </a:prstGeom>
                        <a:solidFill>
                          <a:srgbClr val="E7E6E6"/>
                        </a:solidFill>
                        <a:ln w="6350">
                          <a:solidFill>
                            <a:srgbClr val="000000"/>
                          </a:solidFill>
                          <a:miter lim="800000"/>
                          <a:headEnd/>
                          <a:tailEnd/>
                        </a:ln>
                        <a:effectLst/>
                        <a:extLs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txbx>
                        <w:txbxContent>
                          <w:p w:rsidR="00BC61F6" w:rsidRDefault="00BC61F6">
                            <w:r>
                              <w:t>Und wie gefällt euch das Leben in der Stadt?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 id="AutoShape 13" o:spid="_x0000_s1032" type="#_x0000_t62" style="position:absolute;margin-left:45.45pt;margin-top:8.9pt;width:191.55pt;height:37.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" adj="-1325,19954" fillcolor="#e7e6e6" strokeweight=".5pt">
                <v:shadow opacity="49150f"/>
                <v:textbox>
                  <w:txbxContent>
                    <w:p w14:paraId="2B71534C" w14:textId="77777777" w:rsidR="00BC61F6" w:rsidRDefault="00BC61F6">
                      <w:r>
                        <w:t>Und wie gefällt euch das Leben in der Stadt?</w:t>
                      </w:r>
                    </w:p>
                  </w:txbxContent>
                </v:textbox>
              </v:shape>
            </w:pict>
          </mc:Fallback>
        </mc:AlternateContent>
      </w:r>
    </w:p>
    <w:p w:rsidR="0088627C" w:rsidRDefault="0088627C" w:rsidP="00A761F0">
      <w:pPr>
        <w:pStyle w:val="1Standardflietext"/>
      </w:pPr>
    </w:p>
    <w:p w:rsidR="0088627C" w:rsidRDefault="00BC61F6" w:rsidP="00A761F0">
      <w:pPr>
        <w:pStyle w:val="1Standardflietext"/>
      </w:pPr>
      <w:r>
        <w:t>____</w:t>
      </w:r>
    </w:p>
    <w:p w:rsidR="00B60BCE" w:rsidRDefault="008F2046" w:rsidP="00A761F0">
      <w:pPr>
        <w:pStyle w:val="1Standardflietext"/>
      </w:pPr>
      <w:r>
        <w:rPr>
          <w:noProof/>
        </w:rPr>
        <mc:AlternateContent>
          <mc:Choice Requires="wps">
            <w:drawing>
              <wp:anchor distT="0" distB="0" distL="114300" distR="114300" simplePos="0" relativeHeight="251654144" behindDoc="0" locked="0" layoutInCell="1" allowOverlap="1" wp14:anchorId="32B84647" wp14:editId="626CDC58">
                <wp:simplePos x="0" y="0"/>
                <wp:positionH relativeFrom="column">
                  <wp:posOffset>2822575</wp:posOffset>
                </wp:positionH>
                <wp:positionV relativeFrom="paragraph">
                  <wp:posOffset>53975</wp:posOffset>
                </wp:positionV>
                <wp:extent cx="3046095" cy="850265"/>
                <wp:effectExtent l="0" t="0" r="0" b="0"/>
                <wp:wrapNone/>
                <wp:docPr id="6"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6095" cy="850265"/>
                        </a:xfrm>
                        <a:prstGeom prst="wedgeRoundRectCallout">
                          <a:avLst>
                            <a:gd name="adj1" fmla="val 53838"/>
                            <a:gd name="adj2" fmla="val 40514"/>
                            <a:gd name="adj3" fmla="val 16667"/>
                          </a:avLst>
                        </a:prstGeom>
                        <a:solidFill>
                          <a:srgbClr val="FFFFFF"/>
                        </a:solidFill>
                        <a:ln w="6350">
                          <a:solidFill>
                            <a:srgbClr val="808080"/>
                          </a:solidFill>
                          <a:miter lim="800000"/>
                          <a:headEnd/>
                          <a:tailEnd/>
                        </a:ln>
                        <a:effectLst/>
                        <a:extLs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txbx>
                        <w:txbxContent>
                          <w:p w:rsidR="00064ACE" w:rsidRDefault="00064ACE">
                            <w:r>
                              <w:t xml:space="preserve">Nein, wir haben es vermietet. Jetzt wohnen wir in einer </w:t>
                            </w:r>
                            <w:r w:rsidRPr="003B276B">
                              <w:rPr>
                                <w:highlight w:val="yellow"/>
                              </w:rPr>
                              <w:t xml:space="preserve">4-Zimmer-Wohnung </w:t>
                            </w:r>
                            <w:r w:rsidRPr="00DB6785">
                              <w:t>in Köln-Sülz</w:t>
                            </w:r>
                            <w:r>
                              <w:t xml:space="preserve">. Das Viertel gefällt uns sehr gut. Wir haben zwar keinen Garten, aber </w:t>
                            </w:r>
                            <w:r w:rsidRPr="003B276B">
                              <w:rPr>
                                <w:highlight w:val="yellow"/>
                              </w:rPr>
                              <w:t xml:space="preserve">einen </w:t>
                            </w:r>
                            <w:r w:rsidR="00F811BD">
                              <w:rPr>
                                <w:highlight w:val="yellow"/>
                              </w:rPr>
                              <w:t>schön</w:t>
                            </w:r>
                            <w:r w:rsidRPr="003B276B">
                              <w:rPr>
                                <w:highlight w:val="yellow"/>
                              </w:rPr>
                              <w:t>en Balkon</w:t>
                            </w: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 id="AutoShape 6" o:spid="_x0000_s1033" type="#_x0000_t62" style="position:absolute;margin-left:222.25pt;margin-top:4.25pt;width:239.85pt;height:66.9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" adj="22429,19551" strokecolor="gray" strokeweight=".5pt">
                <v:shadow opacity="49150f"/>
                <v:textbox>
                  <w:txbxContent>
                    <w:p w14:paraId="3D7DD57F" w14:textId="77777777" w:rsidR="00064ACE" w:rsidRDefault="00064ACE">
                      <w:r>
                        <w:t xml:space="preserve">Nein, wir haben es vermietet. Jetzt wohnen wir in einer </w:t>
                      </w:r>
                      <w:r w:rsidRPr="003B276B">
                        <w:rPr>
                          <w:highlight w:val="yellow"/>
                        </w:rPr>
                        <w:t xml:space="preserve">4-Zimmer-Wohnung </w:t>
                      </w:r>
                      <w:r w:rsidRPr="00DB6785">
                        <w:t>in Köln-Sülz</w:t>
                      </w:r>
                      <w:r>
                        <w:t xml:space="preserve">. Das Viertel gefällt uns sehr gut. Wir haben zwar keinen Garten, aber </w:t>
                      </w:r>
                      <w:r w:rsidRPr="003B276B">
                        <w:rPr>
                          <w:highlight w:val="yellow"/>
                        </w:rPr>
                        <w:t xml:space="preserve">einen </w:t>
                      </w:r>
                      <w:r w:rsidR="00F811BD">
                        <w:rPr>
                          <w:highlight w:val="yellow"/>
                        </w:rPr>
                        <w:t>schön</w:t>
                      </w:r>
                      <w:r w:rsidRPr="003B276B">
                        <w:rPr>
                          <w:highlight w:val="yellow"/>
                        </w:rPr>
                        <w:t>en Balkon</w:t>
                      </w:r>
                      <w:r>
                        <w:t>.</w:t>
                      </w:r>
                    </w:p>
                  </w:txbxContent>
                </v:textbox>
              </v:shape>
            </w:pict>
          </mc:Fallback>
        </mc:AlternateContent>
      </w:r>
    </w:p>
    <w:p w:rsidR="00B60BCE" w:rsidRDefault="00B60BCE" w:rsidP="00A761F0">
      <w:pPr>
        <w:pStyle w:val="1Standardflietext"/>
      </w:pPr>
    </w:p>
    <w:p w:rsidR="00BC61F6" w:rsidRDefault="00BC61F6" w:rsidP="00A761F0">
      <w:pPr>
        <w:pStyle w:val="1Standardflietext"/>
      </w:pPr>
    </w:p>
    <w:p w:rsidR="0088627C" w:rsidRDefault="00BC61F6" w:rsidP="00BC61F6">
      <w:pPr>
        <w:pStyle w:val="1Standardflietext"/>
      </w:pPr>
      <w:r>
        <w:tab/>
      </w:r>
      <w:r>
        <w:tab/>
      </w:r>
      <w:r>
        <w:tab/>
      </w:r>
      <w:r>
        <w:tab/>
      </w:r>
      <w:r>
        <w:tab/>
        <w:t>____</w:t>
      </w:r>
    </w:p>
    <w:p w:rsidR="00BC61F6" w:rsidRDefault="00BC61F6" w:rsidP="00A761F0">
      <w:pPr>
        <w:pStyle w:val="1Standardflietext"/>
      </w:pPr>
    </w:p>
    <w:p w:rsidR="00B60BCE" w:rsidRDefault="008F2046" w:rsidP="00A761F0">
      <w:pPr>
        <w:pStyle w:val="1Standardflietext"/>
      </w:pPr>
      <w:r>
        <w:rPr>
          <w:noProof/>
        </w:rPr>
        <mc:AlternateContent>
          <mc:Choice Requires="wps">
            <w:drawing>
              <wp:anchor distT="0" distB="0" distL="114300" distR="114300" simplePos="0" relativeHeight="251660288" behindDoc="0" locked="0" layoutInCell="1" allowOverlap="1" wp14:anchorId="054E11E9" wp14:editId="1F11C760">
                <wp:simplePos x="0" y="0"/>
                <wp:positionH relativeFrom="column">
                  <wp:posOffset>577215</wp:posOffset>
                </wp:positionH>
                <wp:positionV relativeFrom="paragraph">
                  <wp:posOffset>24765</wp:posOffset>
                </wp:positionV>
                <wp:extent cx="2073275" cy="499110"/>
                <wp:effectExtent l="0" t="0" r="0" b="0"/>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73275" cy="499110"/>
                        </a:xfrm>
                        <a:prstGeom prst="wedgeRoundRectCallout">
                          <a:avLst>
                            <a:gd name="adj1" fmla="val -58176"/>
                            <a:gd name="adj2" fmla="val 46310"/>
                            <a:gd name="adj3" fmla="val 16667"/>
                          </a:avLst>
                        </a:prstGeom>
                        <a:solidFill>
                          <a:srgbClr val="E7E6E6"/>
                        </a:solidFill>
                        <a:ln w="6350">
                          <a:solidFill>
                            <a:srgbClr val="000000"/>
                          </a:solidFill>
                          <a:miter lim="800000"/>
                          <a:headEnd/>
                          <a:tailEnd/>
                        </a:ln>
                        <a:effectLst/>
                        <a:extLs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txbx>
                        <w:txbxContent>
                          <w:p w:rsidR="00BC61F6" w:rsidRDefault="00BC61F6">
                            <w:r>
                              <w:t>Oh. In Köln? Wolltest du nicht immer auf dem Land wohnen?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 id="AutoShape 12" o:spid="_x0000_s1034" type="#_x0000_t62" style="position:absolute;margin-left:45.45pt;margin-top:1.95pt;width:163.25pt;height:39.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" adj="-1766,20803" fillcolor="#e7e6e6" strokeweight=".5pt">
                <v:shadow opacity="49150f"/>
                <v:textbox>
                  <w:txbxContent>
                    <w:p w14:paraId="48267A6B" w14:textId="77777777" w:rsidR="00BC61F6" w:rsidRDefault="00BC61F6">
                      <w:r>
                        <w:t>Oh. In Köln? Wolltest du nicht immer auf dem Land wohnen?</w:t>
                      </w:r>
                    </w:p>
                  </w:txbxContent>
                </v:textbox>
              </v:shape>
            </w:pict>
          </mc:Fallback>
        </mc:AlternateContent>
      </w:r>
    </w:p>
    <w:p w:rsidR="00B60BCE" w:rsidRDefault="00BC61F6" w:rsidP="00A761F0">
      <w:pPr>
        <w:pStyle w:val="1Standardflietext"/>
      </w:pPr>
      <w:r>
        <w:t>____</w:t>
      </w:r>
    </w:p>
    <w:p w:rsidR="00BC61F6" w:rsidRDefault="00BC61F6" w:rsidP="00BC61F6">
      <w:pPr>
        <w:pStyle w:val="1Standardflietext"/>
      </w:pPr>
    </w:p>
    <w:p w:rsidR="00BC61F6" w:rsidRDefault="008F2046" w:rsidP="00BC61F6">
      <w:pPr>
        <w:pStyle w:val="1Standardflietext"/>
      </w:pPr>
      <w:r>
        <w:rPr>
          <w:noProof/>
        </w:rPr>
        <mc:AlternateContent>
          <mc:Choice Requires="wps">
            <w:drawing>
              <wp:anchor distT="0" distB="0" distL="114300" distR="114300" simplePos="0" relativeHeight="251655168" behindDoc="0" locked="0" layoutInCell="1" allowOverlap="1" wp14:anchorId="081A7C67" wp14:editId="7B233CAD">
                <wp:simplePos x="0" y="0"/>
                <wp:positionH relativeFrom="column">
                  <wp:posOffset>3121660</wp:posOffset>
                </wp:positionH>
                <wp:positionV relativeFrom="paragraph">
                  <wp:posOffset>54610</wp:posOffset>
                </wp:positionV>
                <wp:extent cx="2414905" cy="486410"/>
                <wp:effectExtent l="0" t="0" r="0" b="0"/>
                <wp:wrapNone/>
                <wp:docPr id="4"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14905" cy="486410"/>
                        </a:xfrm>
                        <a:prstGeom prst="wedgeRoundRectCallout">
                          <a:avLst>
                            <a:gd name="adj1" fmla="val 57019"/>
                            <a:gd name="adj2" fmla="val 45824"/>
                            <a:gd name="adj3" fmla="val 16667"/>
                          </a:avLst>
                        </a:prstGeom>
                        <a:solidFill>
                          <a:srgbClr val="FFFFFF"/>
                        </a:solidFill>
                        <a:ln w="6350">
                          <a:solidFill>
                            <a:srgbClr val="808080"/>
                          </a:solidFill>
                          <a:miter lim="800000"/>
                          <a:headEnd/>
                          <a:tailEnd/>
                        </a:ln>
                        <a:effectLst/>
                        <a:extLs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txbx>
                        <w:txbxContent>
                          <w:p w:rsidR="00064ACE" w:rsidRDefault="00064ACE">
                            <w:r>
                              <w:t xml:space="preserve">Ja. Wir hatten </w:t>
                            </w:r>
                            <w:r w:rsidRPr="00DB6785">
                              <w:t xml:space="preserve">ein </w:t>
                            </w:r>
                            <w:r w:rsidRPr="003B276B">
                              <w:rPr>
                                <w:highlight w:val="yellow"/>
                              </w:rPr>
                              <w:t>Haus</w:t>
                            </w:r>
                            <w:r w:rsidRPr="007B5039">
                              <w:rPr>
                                <w:highlight w:val="yellow"/>
                              </w:rPr>
                              <w:t xml:space="preserve"> </w:t>
                            </w:r>
                            <w:r w:rsidR="007B5039" w:rsidRPr="007B5039">
                              <w:t>und</w:t>
                            </w:r>
                            <w:r w:rsidR="007B5039">
                              <w:rPr>
                                <w:highlight w:val="yellow"/>
                              </w:rPr>
                              <w:t xml:space="preserve"> einen </w:t>
                            </w:r>
                            <w:r w:rsidRPr="003B276B">
                              <w:rPr>
                                <w:highlight w:val="yellow"/>
                              </w:rPr>
                              <w:t>großen Garten</w:t>
                            </w:r>
                            <w:r>
                              <w:t>. Das war schon toll.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 id="AutoShape 7" o:spid="_x0000_s1035" type="#_x0000_t62" style="position:absolute;margin-left:245.8pt;margin-top:4.3pt;width:190.15pt;height:38.3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" adj="23116,20698" strokecolor="gray" strokeweight=".5pt">
                <v:shadow opacity="49150f"/>
                <v:textbox>
                  <w:txbxContent>
                    <w:p w14:paraId="51ADE4F8" w14:textId="77777777" w:rsidR="00064ACE" w:rsidRDefault="00064ACE">
                      <w:r>
                        <w:t xml:space="preserve">Ja. Wir hatten </w:t>
                      </w:r>
                      <w:r w:rsidRPr="00DB6785">
                        <w:t xml:space="preserve">ein </w:t>
                      </w:r>
                      <w:r w:rsidRPr="003B276B">
                        <w:rPr>
                          <w:highlight w:val="yellow"/>
                        </w:rPr>
                        <w:t>Haus</w:t>
                      </w:r>
                      <w:r w:rsidRPr="007B5039">
                        <w:rPr>
                          <w:highlight w:val="yellow"/>
                        </w:rPr>
                        <w:t xml:space="preserve"> </w:t>
                      </w:r>
                      <w:r w:rsidR="007B5039" w:rsidRPr="007B5039">
                        <w:t>und</w:t>
                      </w:r>
                      <w:r w:rsidR="007B5039">
                        <w:rPr>
                          <w:highlight w:val="yellow"/>
                        </w:rPr>
                        <w:t xml:space="preserve"> einen </w:t>
                      </w:r>
                      <w:r w:rsidRPr="003B276B">
                        <w:rPr>
                          <w:highlight w:val="yellow"/>
                        </w:rPr>
                        <w:t>großen Garten</w:t>
                      </w:r>
                      <w:r>
                        <w:t>. Das war schon toll.</w:t>
                      </w:r>
                    </w:p>
                  </w:txbxContent>
                </v:textbox>
              </v:shape>
            </w:pict>
          </mc:Fallback>
        </mc:AlternateContent>
      </w:r>
    </w:p>
    <w:p w:rsidR="00BC61F6" w:rsidRDefault="00BC61F6" w:rsidP="00BC61F6">
      <w:pPr>
        <w:pStyle w:val="1Standardflietext"/>
      </w:pPr>
    </w:p>
    <w:p w:rsidR="00BC61F6" w:rsidRDefault="00BC61F6" w:rsidP="00BC61F6">
      <w:pPr>
        <w:pStyle w:val="1Standardflietext"/>
      </w:pPr>
      <w:r>
        <w:tab/>
      </w:r>
      <w:r>
        <w:tab/>
      </w:r>
      <w:r>
        <w:tab/>
      </w:r>
      <w:r>
        <w:tab/>
      </w:r>
      <w:r>
        <w:tab/>
        <w:t>____</w:t>
      </w:r>
    </w:p>
    <w:p w:rsidR="00BC61F6" w:rsidRDefault="008F2046" w:rsidP="00BC61F6">
      <w:pPr>
        <w:pStyle w:val="1Standardflietext"/>
      </w:pPr>
      <w:r>
        <w:rPr>
          <w:noProof/>
        </w:rPr>
        <mc:AlternateContent>
          <mc:Choice Requires="wps">
            <w:drawing>
              <wp:anchor distT="0" distB="0" distL="114300" distR="114300" simplePos="0" relativeHeight="251662336" behindDoc="0" locked="0" layoutInCell="1" allowOverlap="1" wp14:anchorId="11DBC112" wp14:editId="368A8BB5">
                <wp:simplePos x="0" y="0"/>
                <wp:positionH relativeFrom="column">
                  <wp:posOffset>577215</wp:posOffset>
                </wp:positionH>
                <wp:positionV relativeFrom="paragraph">
                  <wp:posOffset>173990</wp:posOffset>
                </wp:positionV>
                <wp:extent cx="4208780" cy="609600"/>
                <wp:effectExtent l="0" t="0" r="0" b="0"/>
                <wp:wrapNone/>
                <wp:docPr id="3"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8780" cy="609600"/>
                        </a:xfrm>
                        <a:prstGeom prst="wedgeRoundRectCallout">
                          <a:avLst>
                            <a:gd name="adj1" fmla="val -53801"/>
                            <a:gd name="adj2" fmla="val 45940"/>
                            <a:gd name="adj3" fmla="val 16667"/>
                          </a:avLst>
                        </a:prstGeom>
                        <a:solidFill>
                          <a:srgbClr val="E7E6E6"/>
                        </a:solidFill>
                        <a:ln w="6350">
                          <a:solidFill>
                            <a:srgbClr val="000000"/>
                          </a:solidFill>
                          <a:miter lim="800000"/>
                          <a:headEnd/>
                          <a:tailEnd/>
                        </a:ln>
                        <a:effectLst/>
                        <a:extLs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txbx>
                        <w:txbxContent>
                          <w:p w:rsidR="00BC61F6" w:rsidRDefault="00634252">
                            <w:r>
                              <w:t xml:space="preserve">Ich lebe mit meiner Familie </w:t>
                            </w:r>
                            <w:r w:rsidRPr="007454C1">
                              <w:rPr>
                                <w:highlight w:val="cyan"/>
                              </w:rPr>
                              <w:t>in einem kleinen Dorf</w:t>
                            </w:r>
                            <w:r>
                              <w:t xml:space="preserve"> </w:t>
                            </w:r>
                            <w:r w:rsidRPr="007454C1">
                              <w:rPr>
                                <w:highlight w:val="cyan"/>
                              </w:rPr>
                              <w:t>in der Nähe von Tübingen</w:t>
                            </w:r>
                            <w:r>
                              <w:t xml:space="preserve">. Wir sind im letzten Jahr dort hingezogen. Wir hatten keine Lust mehr auf Stadt. Alles ist so </w:t>
                            </w:r>
                            <w:r w:rsidRPr="007454C1">
                              <w:rPr>
                                <w:highlight w:val="cyan"/>
                              </w:rPr>
                              <w:t>teuer</w:t>
                            </w:r>
                            <w:r>
                              <w:t xml:space="preserve"> – und dieser </w:t>
                            </w:r>
                            <w:r w:rsidRPr="007454C1">
                              <w:rPr>
                                <w:highlight w:val="cyan"/>
                              </w:rPr>
                              <w:t>Lärm</w:t>
                            </w: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 id="AutoShape 14" o:spid="_x0000_s1036" type="#_x0000_t62" style="position:absolute;margin-left:45.45pt;margin-top:13.7pt;width:331.4pt;height:4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" adj="-821,20723" fillcolor="#e7e6e6" strokeweight=".5pt">
                <v:shadow opacity="49150f"/>
                <v:textbox>
                  <w:txbxContent>
                    <w:p w14:paraId="0B3334C3" w14:textId="77777777" w:rsidR="00BC61F6" w:rsidRDefault="00634252">
                      <w:r>
                        <w:t xml:space="preserve">Ich lebe mit meiner Familie </w:t>
                      </w:r>
                      <w:r w:rsidRPr="007454C1">
                        <w:rPr>
                          <w:highlight w:val="cyan"/>
                        </w:rPr>
                        <w:t>in einem kleinen Dorf</w:t>
                      </w:r>
                      <w:r>
                        <w:t xml:space="preserve"> </w:t>
                      </w:r>
                      <w:r w:rsidRPr="007454C1">
                        <w:rPr>
                          <w:highlight w:val="cyan"/>
                        </w:rPr>
                        <w:t>in der Nähe von Tübingen</w:t>
                      </w:r>
                      <w:r>
                        <w:t xml:space="preserve">. Wir sind im letzten Jahr dort hingezogen. Wir hatten keine Lust mehr auf Stadt. Alles ist so </w:t>
                      </w:r>
                      <w:r w:rsidRPr="007454C1">
                        <w:rPr>
                          <w:highlight w:val="cyan"/>
                        </w:rPr>
                        <w:t>teuer</w:t>
                      </w:r>
                      <w:r>
                        <w:t xml:space="preserve"> – und dieser </w:t>
                      </w:r>
                      <w:r w:rsidRPr="007454C1">
                        <w:rPr>
                          <w:highlight w:val="cyan"/>
                        </w:rPr>
                        <w:t>Lärm</w:t>
                      </w:r>
                      <w:r>
                        <w:t>!</w:t>
                      </w:r>
                    </w:p>
                  </w:txbxContent>
                </v:textbox>
              </v:shape>
            </w:pict>
          </mc:Fallback>
        </mc:AlternateContent>
      </w:r>
    </w:p>
    <w:p w:rsidR="00BC61F6" w:rsidRDefault="00BC61F6" w:rsidP="00BC61F6">
      <w:pPr>
        <w:pStyle w:val="1Standardflietext"/>
      </w:pPr>
    </w:p>
    <w:p w:rsidR="00BC61F6" w:rsidRDefault="00BC61F6" w:rsidP="00BC61F6">
      <w:pPr>
        <w:pStyle w:val="1Standardflietext"/>
      </w:pPr>
    </w:p>
    <w:p w:rsidR="00BC61F6" w:rsidRPr="006E3A09" w:rsidRDefault="00634252" w:rsidP="00BC61F6">
      <w:pPr>
        <w:pStyle w:val="1Standardflietext"/>
        <w:rPr>
          <w:rFonts w:ascii="Comic Sans MS" w:hAnsi="Comic Sans MS"/>
          <w:b/>
          <w:color w:val="808080"/>
          <w:spacing w:val="20"/>
          <w:sz w:val="22"/>
          <w:szCs w:val="22"/>
          <w:u w:val="single" w:color="808080"/>
        </w:rPr>
      </w:pPr>
      <w:r>
        <w:t>_</w:t>
      </w:r>
      <w:r w:rsidR="006E3A09" w:rsidRPr="006E3A09">
        <w:rPr>
          <w:rStyle w:val="3Lsung"/>
        </w:rPr>
        <w:t>11</w:t>
      </w:r>
      <w:r>
        <w:t>_</w:t>
      </w:r>
    </w:p>
    <w:p w:rsidR="00B60BCE" w:rsidRDefault="00B60BCE" w:rsidP="00A761F0">
      <w:pPr>
        <w:pStyle w:val="1Standardflietext"/>
      </w:pPr>
    </w:p>
    <w:p w:rsidR="002B3B6D" w:rsidRDefault="002B3B6D" w:rsidP="00A761F0">
      <w:pPr>
        <w:pStyle w:val="1Standardflietext"/>
      </w:pPr>
    </w:p>
    <w:p w:rsidR="00A761F0" w:rsidRPr="00A761F0" w:rsidRDefault="00A761F0" w:rsidP="00A761F0">
      <w:pPr>
        <w:pStyle w:val="1Standardflietext"/>
      </w:pPr>
    </w:p>
    <w:p w:rsidR="005360E4" w:rsidRDefault="001851D0" w:rsidP="001851D0">
      <w:pPr>
        <w:pStyle w:val="0berschrift3"/>
        <w:outlineLvl w:val="0"/>
      </w:pPr>
      <w:r>
        <w:t>2</w:t>
      </w:r>
      <w:r>
        <w:tab/>
      </w:r>
      <w:r w:rsidR="005360E4">
        <w:t xml:space="preserve">Ergänzen Sie die </w:t>
      </w:r>
      <w:r w:rsidR="00A576BC">
        <w:t>Texte mit den gelb markierten Satzteilen</w:t>
      </w:r>
      <w:r w:rsidR="00ED238A">
        <w:t xml:space="preserve"> </w:t>
      </w:r>
      <w:r w:rsidR="00BD5D81">
        <w:t>(in den Sprechblasen</w:t>
      </w:r>
      <w:r w:rsidR="00BD5D81" w:rsidRPr="00BD5D81">
        <w:t xml:space="preserve"> </w:t>
      </w:r>
      <w:r w:rsidR="00BD5D81">
        <w:t xml:space="preserve">rechts) </w:t>
      </w:r>
      <w:r w:rsidR="00ED238A">
        <w:t>aus Aufgabe 1</w:t>
      </w:r>
      <w:r w:rsidR="005360E4">
        <w:t>.</w:t>
      </w:r>
    </w:p>
    <w:p w:rsidR="00A576BC" w:rsidRPr="005360E4" w:rsidRDefault="00A576BC" w:rsidP="00A576BC">
      <w:pPr>
        <w:pStyle w:val="1Standardflietext"/>
      </w:pPr>
    </w:p>
    <w:p w:rsidR="005360E4" w:rsidRDefault="008F2046" w:rsidP="00A576BC">
      <w:pPr>
        <w:pStyle w:val="8Dialog"/>
        <w:ind w:left="0" w:firstLine="0"/>
      </w:pPr>
      <w:r>
        <w:rPr>
          <w:noProof/>
        </w:rPr>
        <w:drawing>
          <wp:anchor distT="0" distB="0" distL="114300" distR="114300" simplePos="0" relativeHeight="251663360" behindDoc="0" locked="0" layoutInCell="1" allowOverlap="1" wp14:anchorId="7C1E731F" wp14:editId="37335A55">
            <wp:simplePos x="0" y="0"/>
            <wp:positionH relativeFrom="column">
              <wp:posOffset>3370580</wp:posOffset>
            </wp:positionH>
            <wp:positionV relativeFrom="paragraph">
              <wp:posOffset>84455</wp:posOffset>
            </wp:positionV>
            <wp:extent cx="2298700" cy="1724025"/>
            <wp:effectExtent l="0" t="0" r="12700" b="3175"/>
            <wp:wrapSquare wrapText="bothSides"/>
            <wp:docPr id="26" name="Bild 26" descr="Köl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Köl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98700" cy="1724025"/>
                    </a:xfrm>
                    <a:prstGeom prst="rect">
                      <a:avLst/>
                    </a:prstGeom>
                    <a:noFill/>
                    <a:ln>
                      <a:noFill/>
                    </a:ln>
                  </pic:spPr>
                </pic:pic>
              </a:graphicData>
            </a:graphic>
            <wp14:sizeRelH relativeFrom="page">
              <wp14:pctWidth>0</wp14:pctWidth>
            </wp14:sizeRelH>
            <wp14:sizeRelV relativeFrom="page">
              <wp14:pctHeight>0</wp14:pctHeight>
            </wp14:sizeRelV>
          </wp:anchor>
        </w:drawing>
      </w:r>
      <w:r w:rsidR="00A576BC" w:rsidRPr="00A576BC">
        <w:t>Karin H</w:t>
      </w:r>
      <w:r w:rsidR="00395EA2">
        <w:t>e</w:t>
      </w:r>
      <w:r w:rsidR="00A576BC" w:rsidRPr="00A576BC">
        <w:t>bel wohnt jetzt</w:t>
      </w:r>
      <w:r w:rsidR="00A576BC">
        <w:t xml:space="preserve"> </w:t>
      </w:r>
      <w:r w:rsidR="00A576BC" w:rsidRPr="007454C1">
        <w:rPr>
          <w:rStyle w:val="3Lsung"/>
        </w:rPr>
        <w:t>in Köln</w:t>
      </w:r>
      <w:r w:rsidR="00A576BC" w:rsidRPr="00A576BC">
        <w:t>. Sie hat vorher</w:t>
      </w:r>
      <w:r w:rsidR="00530F37">
        <w:br/>
      </w:r>
      <w:r w:rsidR="00A576BC" w:rsidRPr="00A576BC">
        <w:t xml:space="preserve"> </w:t>
      </w:r>
      <w:r w:rsidR="00A576BC">
        <w:rPr>
          <w:rStyle w:val="3Schreiblinie"/>
        </w:rPr>
        <w:t xml:space="preserve">                                                 </w:t>
      </w:r>
      <w:r w:rsidR="00A576BC">
        <w:t xml:space="preserve"> (1.) lang mit ihrem Mann</w:t>
      </w:r>
      <w:r w:rsidR="00530F37">
        <w:br/>
      </w:r>
      <w:r w:rsidR="00A576BC">
        <w:t xml:space="preserve"> </w:t>
      </w:r>
      <w:r w:rsidR="00A576BC">
        <w:rPr>
          <w:rStyle w:val="3Schreiblinie"/>
        </w:rPr>
        <w:t xml:space="preserve">                                                 </w:t>
      </w:r>
      <w:r w:rsidR="00A576BC">
        <w:t xml:space="preserve"> (2.)</w:t>
      </w:r>
      <w:r w:rsidR="00A576BC" w:rsidRPr="00A576BC">
        <w:t xml:space="preserve"> </w:t>
      </w:r>
      <w:r w:rsidR="00DB6785">
        <w:t xml:space="preserve">gelebt. Sie hatten dort </w:t>
      </w:r>
      <w:r w:rsidR="00DB6785">
        <w:rPr>
          <w:rStyle w:val="3Schreiblinie"/>
        </w:rPr>
        <w:t xml:space="preserve">                                                 </w:t>
      </w:r>
      <w:r w:rsidR="00DB6785">
        <w:t xml:space="preserve"> (3.)</w:t>
      </w:r>
      <w:r w:rsidR="007B5039">
        <w:br/>
        <w:t xml:space="preserve">mit </w:t>
      </w:r>
      <w:r w:rsidR="007B5039">
        <w:rPr>
          <w:rStyle w:val="3Schreiblinie"/>
        </w:rPr>
        <w:t xml:space="preserve">                                                 </w:t>
      </w:r>
      <w:r w:rsidR="007B5039">
        <w:t xml:space="preserve"> (4.). </w:t>
      </w:r>
      <w:r w:rsidR="00DB6785">
        <w:t xml:space="preserve">Jetzt wohnen sie </w:t>
      </w:r>
      <w:r w:rsidR="00530F37">
        <w:t xml:space="preserve">in </w:t>
      </w:r>
      <w:r w:rsidR="00DB6785">
        <w:t xml:space="preserve">Köln-Sülz in einer </w:t>
      </w:r>
      <w:r w:rsidR="00DB6785">
        <w:rPr>
          <w:rStyle w:val="3Schreiblinie"/>
        </w:rPr>
        <w:t xml:space="preserve">                                                 </w:t>
      </w:r>
      <w:r w:rsidR="00DB6785">
        <w:t xml:space="preserve"> (</w:t>
      </w:r>
      <w:r w:rsidR="007B5039">
        <w:t>5.</w:t>
      </w:r>
      <w:r w:rsidR="00DB6785">
        <w:t>). Die Wohnung hat zwar keine</w:t>
      </w:r>
      <w:r w:rsidR="00F811BD">
        <w:t>n</w:t>
      </w:r>
      <w:r w:rsidR="00DB6785">
        <w:t xml:space="preserve"> Garten, </w:t>
      </w:r>
      <w:r w:rsidR="00530F37">
        <w:br/>
      </w:r>
      <w:r w:rsidR="00DB6785">
        <w:t xml:space="preserve">aber </w:t>
      </w:r>
      <w:r w:rsidR="00DB6785">
        <w:rPr>
          <w:rStyle w:val="3Schreiblinie"/>
        </w:rPr>
        <w:t xml:space="preserve">                                                 </w:t>
      </w:r>
      <w:r w:rsidR="00DB6785">
        <w:t xml:space="preserve"> (</w:t>
      </w:r>
      <w:r w:rsidR="007B5039">
        <w:t>6</w:t>
      </w:r>
      <w:r w:rsidR="00DB6785">
        <w:t xml:space="preserve">.). </w:t>
      </w:r>
      <w:r w:rsidR="00530F37">
        <w:br/>
      </w:r>
      <w:r w:rsidR="00693447">
        <w:t>Damals in ihrem Haus a</w:t>
      </w:r>
      <w:r w:rsidR="00DB6785">
        <w:t>uf dem Land hatten sie</w:t>
      </w:r>
      <w:r w:rsidR="00693447">
        <w:t xml:space="preserve"> natürlich</w:t>
      </w:r>
      <w:r w:rsidR="00530F37">
        <w:br/>
      </w:r>
      <w:r w:rsidR="00DB6785">
        <w:t xml:space="preserve"> </w:t>
      </w:r>
      <w:r w:rsidR="00DB6785">
        <w:rPr>
          <w:rStyle w:val="3Schreiblinie"/>
        </w:rPr>
        <w:t xml:space="preserve">                                                 </w:t>
      </w:r>
      <w:r w:rsidR="00DB6785">
        <w:t xml:space="preserve"> (</w:t>
      </w:r>
      <w:r w:rsidR="007B5039">
        <w:t>7</w:t>
      </w:r>
      <w:r w:rsidR="00DB6785">
        <w:t>.) als</w:t>
      </w:r>
      <w:r w:rsidR="00693447">
        <w:t xml:space="preserve"> jetzt</w:t>
      </w:r>
      <w:r w:rsidR="00DB6785">
        <w:t xml:space="preserve"> in der Stadt. Aber Karin und ihr Mann gefällt es in der Stadt trotzdem sehr gut. </w:t>
      </w:r>
      <w:r w:rsidR="00F811BD">
        <w:t>Ihnen sind die</w:t>
      </w:r>
      <w:r w:rsidR="00DB6785">
        <w:t xml:space="preserve"> </w:t>
      </w:r>
      <w:r w:rsidR="00DB6785">
        <w:rPr>
          <w:rStyle w:val="3Schreiblinie"/>
        </w:rPr>
        <w:t xml:space="preserve">                                                 </w:t>
      </w:r>
      <w:r w:rsidR="00DB6785">
        <w:t xml:space="preserve"> (</w:t>
      </w:r>
      <w:r w:rsidR="007B5039">
        <w:t>8</w:t>
      </w:r>
      <w:r w:rsidR="00DB6785">
        <w:t>.) wie Kino und Ausstellungen</w:t>
      </w:r>
      <w:r w:rsidR="00F811BD">
        <w:t xml:space="preserve"> wichtig</w:t>
      </w:r>
      <w:r w:rsidR="00DB6785">
        <w:t>.</w:t>
      </w:r>
    </w:p>
    <w:p w:rsidR="00693447" w:rsidRDefault="00877CDB" w:rsidP="00A576BC">
      <w:pPr>
        <w:pStyle w:val="8Dialog"/>
        <w:ind w:left="0" w:firstLine="0"/>
      </w:pPr>
      <w:r>
        <w:t xml:space="preserve">Die Familie von Simone wohnt seit etwa einem Jahr </w:t>
      </w:r>
      <w:r>
        <w:rPr>
          <w:rStyle w:val="3Schreiblinie"/>
        </w:rPr>
        <w:t xml:space="preserve">                                                 </w:t>
      </w:r>
      <w:r>
        <w:t xml:space="preserve"> (</w:t>
      </w:r>
      <w:r w:rsidR="007B5039">
        <w:t>9</w:t>
      </w:r>
      <w:r>
        <w:t xml:space="preserve">.). </w:t>
      </w:r>
      <w:r>
        <w:br/>
        <w:t xml:space="preserve">Es liegt </w:t>
      </w:r>
      <w:r>
        <w:rPr>
          <w:rStyle w:val="3Schreiblinie"/>
        </w:rPr>
        <w:t xml:space="preserve">                                                 </w:t>
      </w:r>
      <w:r>
        <w:t xml:space="preserve"> (</w:t>
      </w:r>
      <w:r w:rsidR="007B5039">
        <w:t>10</w:t>
      </w:r>
      <w:r>
        <w:t xml:space="preserve">.). Früher haben sie in der Stadt gewohnt. Aber das finden sie jetzt </w:t>
      </w:r>
      <w:r>
        <w:rPr>
          <w:rStyle w:val="3Schreiblinie"/>
        </w:rPr>
        <w:t xml:space="preserve">                                                 </w:t>
      </w:r>
      <w:r>
        <w:t xml:space="preserve"> (1</w:t>
      </w:r>
      <w:r w:rsidR="007B5039">
        <w:t>1</w:t>
      </w:r>
      <w:r>
        <w:t xml:space="preserve">.) und sie mögen </w:t>
      </w:r>
      <w:r>
        <w:rPr>
          <w:rStyle w:val="3Schreiblinie"/>
        </w:rPr>
        <w:t xml:space="preserve">                                                 </w:t>
      </w:r>
      <w:r>
        <w:t xml:space="preserve"> (1</w:t>
      </w:r>
      <w:r w:rsidR="007B5039">
        <w:t>2</w:t>
      </w:r>
      <w:r>
        <w:t>.) in der Stadt nicht mehr.</w:t>
      </w:r>
    </w:p>
    <w:p w:rsidR="001C1EFC" w:rsidRDefault="001C1EFC" w:rsidP="001C1EFC">
      <w:pPr>
        <w:pStyle w:val="1Standardflietext"/>
      </w:pPr>
    </w:p>
    <w:p w:rsidR="00234357" w:rsidRDefault="00234357" w:rsidP="00234357">
      <w:pPr>
        <w:pStyle w:val="0berschrift3"/>
        <w:outlineLvl w:val="0"/>
      </w:pPr>
      <w:r>
        <w:t>3</w:t>
      </w:r>
      <w:r>
        <w:tab/>
        <w:t xml:space="preserve">Lesen Sie die Aussagen 1. bis </w:t>
      </w:r>
      <w:r w:rsidR="00B578BA">
        <w:t>7</w:t>
      </w:r>
      <w:r>
        <w:t xml:space="preserve">. Was ist richtig, was ist falsch? Kreuzen Sie an. </w:t>
      </w:r>
    </w:p>
    <w:p w:rsidR="00234357" w:rsidRDefault="00234357" w:rsidP="001C1EFC">
      <w:pPr>
        <w:pStyle w:val="1Standardflietext"/>
      </w:pPr>
    </w:p>
    <w:tbl>
      <w:tblPr>
        <w:tblW w:w="0" w:type="auto"/>
        <w:tblInd w:w="57" w:type="dxa"/>
        <w:tblCellMar>
          <w:left w:w="57" w:type="dxa"/>
          <w:right w:w="57" w:type="dxa"/>
        </w:tblCellMar>
        <w:tblLook w:val="01E0" w:firstRow="1" w:lastRow="1" w:firstColumn="1" w:lastColumn="1" w:noHBand="0" w:noVBand="0"/>
      </w:tblPr>
      <w:tblGrid>
        <w:gridCol w:w="7684"/>
        <w:gridCol w:w="847"/>
        <w:gridCol w:w="710"/>
      </w:tblGrid>
      <w:tr w:rsidR="001851D0" w:rsidTr="001851D0">
        <w:tc>
          <w:tcPr>
            <w:tcW w:w="7684" w:type="dxa"/>
          </w:tcPr>
          <w:p w:rsidR="001851D0" w:rsidRDefault="001851D0" w:rsidP="009858F1">
            <w:pPr>
              <w:pStyle w:val="1Standardflietext"/>
              <w:spacing w:before="60"/>
              <w:rPr>
                <w:lang w:bidi="x-none"/>
              </w:rPr>
            </w:pPr>
          </w:p>
        </w:tc>
        <w:tc>
          <w:tcPr>
            <w:tcW w:w="847" w:type="dxa"/>
          </w:tcPr>
          <w:p w:rsidR="001851D0" w:rsidRDefault="001851D0" w:rsidP="009858F1">
            <w:pPr>
              <w:pStyle w:val="1Standardflietext"/>
              <w:spacing w:before="60"/>
              <w:rPr>
                <w:lang w:bidi="x-none"/>
              </w:rPr>
            </w:pPr>
            <w:r>
              <w:rPr>
                <w:lang w:bidi="x-none"/>
              </w:rPr>
              <w:t>richtig</w:t>
            </w:r>
          </w:p>
        </w:tc>
        <w:tc>
          <w:tcPr>
            <w:tcW w:w="710" w:type="dxa"/>
          </w:tcPr>
          <w:p w:rsidR="001851D0" w:rsidRDefault="001851D0" w:rsidP="009858F1">
            <w:pPr>
              <w:pStyle w:val="1Standardflietext"/>
              <w:spacing w:before="60"/>
              <w:rPr>
                <w:lang w:bidi="x-none"/>
              </w:rPr>
            </w:pPr>
            <w:r>
              <w:rPr>
                <w:lang w:bidi="x-none"/>
              </w:rPr>
              <w:t>falsch</w:t>
            </w:r>
          </w:p>
        </w:tc>
      </w:tr>
      <w:tr w:rsidR="001851D0" w:rsidTr="001851D0">
        <w:tc>
          <w:tcPr>
            <w:tcW w:w="7684" w:type="dxa"/>
          </w:tcPr>
          <w:p w:rsidR="001851D0" w:rsidRDefault="001851D0" w:rsidP="00BD5A54">
            <w:pPr>
              <w:pStyle w:val="1Standardflietext"/>
              <w:spacing w:before="60"/>
              <w:rPr>
                <w:lang w:bidi="x-none"/>
              </w:rPr>
            </w:pPr>
            <w:r>
              <w:rPr>
                <w:lang w:bidi="x-none"/>
              </w:rPr>
              <w:t xml:space="preserve">1. </w:t>
            </w:r>
            <w:r w:rsidR="00BD5A54">
              <w:rPr>
                <w:lang w:bidi="x-none"/>
              </w:rPr>
              <w:t>Karin und ihr Mann hatten auf dem Land ein Haus gemietet.</w:t>
            </w:r>
          </w:p>
        </w:tc>
        <w:tc>
          <w:tcPr>
            <w:tcW w:w="847" w:type="dxa"/>
          </w:tcPr>
          <w:p w:rsidR="001851D0" w:rsidRDefault="001851D0" w:rsidP="009858F1">
            <w:pPr>
              <w:pStyle w:val="2ListeSymbol"/>
              <w:spacing w:before="60"/>
              <w:jc w:val="center"/>
              <w:rPr>
                <w:lang w:bidi="x-none"/>
              </w:rPr>
            </w:pPr>
          </w:p>
        </w:tc>
        <w:tc>
          <w:tcPr>
            <w:tcW w:w="710" w:type="dxa"/>
          </w:tcPr>
          <w:p w:rsidR="001851D0" w:rsidRDefault="001851D0" w:rsidP="009858F1">
            <w:pPr>
              <w:pStyle w:val="2ListeSymbol"/>
              <w:spacing w:before="60"/>
              <w:jc w:val="center"/>
              <w:rPr>
                <w:lang w:bidi="x-none"/>
              </w:rPr>
            </w:pPr>
          </w:p>
        </w:tc>
      </w:tr>
      <w:tr w:rsidR="001851D0" w:rsidTr="001851D0">
        <w:tc>
          <w:tcPr>
            <w:tcW w:w="7684" w:type="dxa"/>
          </w:tcPr>
          <w:p w:rsidR="001851D0" w:rsidRDefault="001851D0" w:rsidP="00CB3236">
            <w:pPr>
              <w:pStyle w:val="1Standardflietext"/>
              <w:spacing w:before="60"/>
              <w:rPr>
                <w:lang w:bidi="x-none"/>
              </w:rPr>
            </w:pPr>
            <w:r>
              <w:rPr>
                <w:lang w:bidi="x-none"/>
              </w:rPr>
              <w:t xml:space="preserve">2. </w:t>
            </w:r>
            <w:r w:rsidR="00BD5A54">
              <w:rPr>
                <w:lang w:bidi="x-none"/>
              </w:rPr>
              <w:t>Ihre 4-Zimmer-Wohnung in</w:t>
            </w:r>
            <w:r w:rsidR="00CB3236">
              <w:rPr>
                <w:lang w:bidi="x-none"/>
              </w:rPr>
              <w:t xml:space="preserve"> Sülz</w:t>
            </w:r>
            <w:r w:rsidR="00BD5A54">
              <w:rPr>
                <w:lang w:bidi="x-none"/>
              </w:rPr>
              <w:t xml:space="preserve"> hat keinen Balkon.</w:t>
            </w:r>
          </w:p>
        </w:tc>
        <w:tc>
          <w:tcPr>
            <w:tcW w:w="847" w:type="dxa"/>
          </w:tcPr>
          <w:p w:rsidR="001851D0" w:rsidRDefault="001851D0" w:rsidP="009858F1">
            <w:pPr>
              <w:pStyle w:val="2ListeSymbol"/>
              <w:spacing w:before="60"/>
              <w:jc w:val="center"/>
              <w:rPr>
                <w:lang w:bidi="x-none"/>
              </w:rPr>
            </w:pPr>
          </w:p>
        </w:tc>
        <w:tc>
          <w:tcPr>
            <w:tcW w:w="710" w:type="dxa"/>
          </w:tcPr>
          <w:p w:rsidR="001851D0" w:rsidRDefault="001851D0" w:rsidP="009858F1">
            <w:pPr>
              <w:pStyle w:val="2ListeSymbol"/>
              <w:spacing w:before="60"/>
              <w:jc w:val="center"/>
              <w:rPr>
                <w:lang w:bidi="x-none"/>
              </w:rPr>
            </w:pPr>
          </w:p>
        </w:tc>
      </w:tr>
      <w:tr w:rsidR="00B578BA" w:rsidTr="009A3435">
        <w:tc>
          <w:tcPr>
            <w:tcW w:w="7684" w:type="dxa"/>
          </w:tcPr>
          <w:p w:rsidR="00B578BA" w:rsidRDefault="00B578BA" w:rsidP="009A3435">
            <w:pPr>
              <w:pStyle w:val="1Standardflietext"/>
              <w:spacing w:before="60"/>
              <w:rPr>
                <w:lang w:bidi="x-none"/>
              </w:rPr>
            </w:pPr>
            <w:r>
              <w:rPr>
                <w:lang w:bidi="x-none"/>
              </w:rPr>
              <w:t>3. Sie vermissen ihr altes Leben.</w:t>
            </w:r>
          </w:p>
        </w:tc>
        <w:tc>
          <w:tcPr>
            <w:tcW w:w="847" w:type="dxa"/>
          </w:tcPr>
          <w:p w:rsidR="00B578BA" w:rsidRDefault="00B578BA" w:rsidP="009A3435">
            <w:pPr>
              <w:pStyle w:val="2ListeSymbol"/>
              <w:spacing w:before="60"/>
              <w:jc w:val="center"/>
              <w:rPr>
                <w:lang w:bidi="x-none"/>
              </w:rPr>
            </w:pPr>
          </w:p>
        </w:tc>
        <w:tc>
          <w:tcPr>
            <w:tcW w:w="710" w:type="dxa"/>
          </w:tcPr>
          <w:p w:rsidR="00B578BA" w:rsidRDefault="00B578BA" w:rsidP="009A3435">
            <w:pPr>
              <w:pStyle w:val="2ListeSymbol"/>
              <w:spacing w:before="60"/>
              <w:jc w:val="center"/>
              <w:rPr>
                <w:lang w:bidi="x-none"/>
              </w:rPr>
            </w:pPr>
          </w:p>
        </w:tc>
      </w:tr>
      <w:tr w:rsidR="00A718B5" w:rsidTr="001851D0">
        <w:tc>
          <w:tcPr>
            <w:tcW w:w="7684" w:type="dxa"/>
          </w:tcPr>
          <w:p w:rsidR="00A718B5" w:rsidRDefault="00B578BA" w:rsidP="00B578BA">
            <w:pPr>
              <w:pStyle w:val="1Standardflietext"/>
              <w:spacing w:before="60"/>
              <w:rPr>
                <w:lang w:bidi="x-none"/>
              </w:rPr>
            </w:pPr>
            <w:r>
              <w:rPr>
                <w:lang w:bidi="x-none"/>
              </w:rPr>
              <w:t>4</w:t>
            </w:r>
            <w:r w:rsidR="00A718B5">
              <w:rPr>
                <w:lang w:bidi="x-none"/>
              </w:rPr>
              <w:t xml:space="preserve">. Sie </w:t>
            </w:r>
            <w:r>
              <w:rPr>
                <w:lang w:bidi="x-none"/>
              </w:rPr>
              <w:t>wohnen gern in ihrem neuen Viertel</w:t>
            </w:r>
            <w:r w:rsidR="00A718B5">
              <w:rPr>
                <w:lang w:bidi="x-none"/>
              </w:rPr>
              <w:t>.</w:t>
            </w:r>
          </w:p>
        </w:tc>
        <w:tc>
          <w:tcPr>
            <w:tcW w:w="847" w:type="dxa"/>
          </w:tcPr>
          <w:p w:rsidR="00A718B5" w:rsidRDefault="00A718B5" w:rsidP="009858F1">
            <w:pPr>
              <w:pStyle w:val="2ListeSymbol"/>
              <w:spacing w:before="60"/>
              <w:jc w:val="center"/>
              <w:rPr>
                <w:lang w:bidi="x-none"/>
              </w:rPr>
            </w:pPr>
          </w:p>
        </w:tc>
        <w:tc>
          <w:tcPr>
            <w:tcW w:w="710" w:type="dxa"/>
          </w:tcPr>
          <w:p w:rsidR="00A718B5" w:rsidRDefault="00A718B5" w:rsidP="009858F1">
            <w:pPr>
              <w:pStyle w:val="2ListeSymbol"/>
              <w:spacing w:before="60"/>
              <w:jc w:val="center"/>
              <w:rPr>
                <w:lang w:bidi="x-none"/>
              </w:rPr>
            </w:pPr>
          </w:p>
        </w:tc>
      </w:tr>
      <w:tr w:rsidR="00FA5220" w:rsidTr="009858F1">
        <w:tc>
          <w:tcPr>
            <w:tcW w:w="7684" w:type="dxa"/>
          </w:tcPr>
          <w:p w:rsidR="00FA5220" w:rsidRDefault="00B578BA" w:rsidP="00BD5A54">
            <w:pPr>
              <w:pStyle w:val="1Standardflietext"/>
              <w:spacing w:before="60"/>
              <w:rPr>
                <w:lang w:bidi="x-none"/>
              </w:rPr>
            </w:pPr>
            <w:r>
              <w:rPr>
                <w:lang w:bidi="x-none"/>
              </w:rPr>
              <w:t>5</w:t>
            </w:r>
            <w:r w:rsidR="00FA5220">
              <w:rPr>
                <w:lang w:bidi="x-none"/>
              </w:rPr>
              <w:t xml:space="preserve">. </w:t>
            </w:r>
            <w:r w:rsidR="00BD5A54">
              <w:rPr>
                <w:lang w:bidi="x-none"/>
              </w:rPr>
              <w:t>Simone und ihre Familie wollten nicht mehr in der Stadt leben.</w:t>
            </w:r>
          </w:p>
        </w:tc>
        <w:tc>
          <w:tcPr>
            <w:tcW w:w="847" w:type="dxa"/>
          </w:tcPr>
          <w:p w:rsidR="00FA5220" w:rsidRDefault="00FA5220" w:rsidP="009858F1">
            <w:pPr>
              <w:pStyle w:val="2ListeSymbol"/>
              <w:spacing w:before="60"/>
              <w:jc w:val="center"/>
              <w:rPr>
                <w:lang w:bidi="x-none"/>
              </w:rPr>
            </w:pPr>
          </w:p>
        </w:tc>
        <w:tc>
          <w:tcPr>
            <w:tcW w:w="710" w:type="dxa"/>
          </w:tcPr>
          <w:p w:rsidR="00FA5220" w:rsidRDefault="00FA5220" w:rsidP="009858F1">
            <w:pPr>
              <w:pStyle w:val="2ListeSymbol"/>
              <w:spacing w:before="60"/>
              <w:jc w:val="center"/>
              <w:rPr>
                <w:lang w:bidi="x-none"/>
              </w:rPr>
            </w:pPr>
          </w:p>
        </w:tc>
      </w:tr>
      <w:tr w:rsidR="001D56DF" w:rsidTr="009A3435">
        <w:tc>
          <w:tcPr>
            <w:tcW w:w="7684" w:type="dxa"/>
          </w:tcPr>
          <w:p w:rsidR="001D56DF" w:rsidRDefault="00B578BA" w:rsidP="009A3435">
            <w:pPr>
              <w:pStyle w:val="1Standardflietext"/>
              <w:spacing w:before="60"/>
              <w:rPr>
                <w:lang w:bidi="x-none"/>
              </w:rPr>
            </w:pPr>
            <w:r>
              <w:rPr>
                <w:lang w:bidi="x-none"/>
              </w:rPr>
              <w:t>6</w:t>
            </w:r>
            <w:r w:rsidR="001D56DF">
              <w:rPr>
                <w:lang w:bidi="x-none"/>
              </w:rPr>
              <w:t>. Die Ruhe im Dorf gefällt ihnen.</w:t>
            </w:r>
          </w:p>
        </w:tc>
        <w:tc>
          <w:tcPr>
            <w:tcW w:w="847" w:type="dxa"/>
          </w:tcPr>
          <w:p w:rsidR="001D56DF" w:rsidRDefault="001D56DF" w:rsidP="009A3435">
            <w:pPr>
              <w:pStyle w:val="2ListeSymbol"/>
              <w:spacing w:before="60"/>
              <w:jc w:val="center"/>
              <w:rPr>
                <w:lang w:bidi="x-none"/>
              </w:rPr>
            </w:pPr>
          </w:p>
        </w:tc>
        <w:tc>
          <w:tcPr>
            <w:tcW w:w="710" w:type="dxa"/>
          </w:tcPr>
          <w:p w:rsidR="001D56DF" w:rsidRDefault="001D56DF" w:rsidP="009A3435">
            <w:pPr>
              <w:pStyle w:val="2ListeSymbol"/>
              <w:spacing w:before="60"/>
              <w:jc w:val="center"/>
              <w:rPr>
                <w:lang w:bidi="x-none"/>
              </w:rPr>
            </w:pPr>
          </w:p>
        </w:tc>
      </w:tr>
      <w:tr w:rsidR="001851D0" w:rsidTr="001851D0">
        <w:tc>
          <w:tcPr>
            <w:tcW w:w="7684" w:type="dxa"/>
          </w:tcPr>
          <w:p w:rsidR="001851D0" w:rsidRDefault="00B578BA" w:rsidP="001D56DF">
            <w:pPr>
              <w:pStyle w:val="1Standardflietext"/>
              <w:spacing w:before="60"/>
              <w:rPr>
                <w:lang w:bidi="x-none"/>
              </w:rPr>
            </w:pPr>
            <w:r>
              <w:rPr>
                <w:lang w:bidi="x-none"/>
              </w:rPr>
              <w:t>7</w:t>
            </w:r>
            <w:r w:rsidR="001851D0">
              <w:rPr>
                <w:lang w:bidi="x-none"/>
              </w:rPr>
              <w:t xml:space="preserve">. </w:t>
            </w:r>
            <w:r w:rsidR="00941EEE">
              <w:rPr>
                <w:lang w:bidi="x-none"/>
              </w:rPr>
              <w:t xml:space="preserve">Die </w:t>
            </w:r>
            <w:r w:rsidR="001D56DF">
              <w:rPr>
                <w:lang w:bidi="x-none"/>
              </w:rPr>
              <w:t>Preise sind im Dorf niedriger als in der Stadt</w:t>
            </w:r>
            <w:r w:rsidR="00941EEE">
              <w:rPr>
                <w:lang w:bidi="x-none"/>
              </w:rPr>
              <w:t>.</w:t>
            </w:r>
          </w:p>
        </w:tc>
        <w:tc>
          <w:tcPr>
            <w:tcW w:w="847" w:type="dxa"/>
          </w:tcPr>
          <w:p w:rsidR="001851D0" w:rsidRDefault="001851D0" w:rsidP="009858F1">
            <w:pPr>
              <w:pStyle w:val="2ListeSymbol"/>
              <w:spacing w:before="60"/>
              <w:jc w:val="center"/>
              <w:rPr>
                <w:lang w:bidi="x-none"/>
              </w:rPr>
            </w:pPr>
          </w:p>
        </w:tc>
        <w:tc>
          <w:tcPr>
            <w:tcW w:w="710" w:type="dxa"/>
          </w:tcPr>
          <w:p w:rsidR="001851D0" w:rsidRDefault="001851D0" w:rsidP="009858F1">
            <w:pPr>
              <w:pStyle w:val="2ListeSymbol"/>
              <w:spacing w:before="60"/>
              <w:jc w:val="center"/>
              <w:rPr>
                <w:lang w:bidi="x-none"/>
              </w:rPr>
            </w:pPr>
          </w:p>
        </w:tc>
      </w:tr>
    </w:tbl>
    <w:p w:rsidR="006321DA" w:rsidRDefault="006321DA" w:rsidP="000E0DE3">
      <w:pPr>
        <w:pStyle w:val="1Standardflietext"/>
      </w:pPr>
    </w:p>
    <w:p w:rsidR="00427008" w:rsidRPr="00E72C84" w:rsidRDefault="00427008" w:rsidP="00427008">
      <w:pPr>
        <w:pStyle w:val="0berschrift4"/>
        <w:outlineLvl w:val="0"/>
      </w:pPr>
      <w:r>
        <w:br w:type="page"/>
      </w:r>
      <w:r>
        <w:lastRenderedPageBreak/>
        <w:t>Lösungen</w:t>
      </w:r>
    </w:p>
    <w:p w:rsidR="00427008" w:rsidRDefault="00427008" w:rsidP="00427008">
      <w:pPr>
        <w:pStyle w:val="1Standardflietext"/>
      </w:pPr>
    </w:p>
    <w:p w:rsidR="00BF7CF5" w:rsidRPr="00DC6CF5" w:rsidRDefault="004E6C79" w:rsidP="00DC6CF5">
      <w:pPr>
        <w:pStyle w:val="0berschrift3"/>
        <w:outlineLvl w:val="0"/>
      </w:pPr>
      <w:r>
        <w:t>1</w:t>
      </w:r>
    </w:p>
    <w:p w:rsidR="004E6C79" w:rsidRDefault="004E6C79" w:rsidP="00BF7CF5">
      <w:pPr>
        <w:pStyle w:val="1Standardflietext"/>
      </w:pPr>
      <w:r>
        <w:t>2 Ich wohne jetzt in Köln.</w:t>
      </w:r>
    </w:p>
    <w:p w:rsidR="004E6C79" w:rsidRDefault="004E6C79" w:rsidP="00BF7CF5">
      <w:pPr>
        <w:pStyle w:val="1Standardflietext"/>
      </w:pPr>
      <w:r>
        <w:t>3 Oh. In Köln? Wolltest du nicht immer auf dem Land wohnen?</w:t>
      </w:r>
    </w:p>
    <w:p w:rsidR="004E6C79" w:rsidRDefault="004E6C79" w:rsidP="00BF7CF5">
      <w:pPr>
        <w:pStyle w:val="1Standardflietext"/>
      </w:pPr>
      <w:r>
        <w:t>4 Ja, und das habe ich auch fünf Jahre gemacht. Aber dann haben mein Mann und ich das Stadtleben vermisst. Natürlich war das Leben auf dem Land auch schön. Wir hatten viel mehr Platz.</w:t>
      </w:r>
    </w:p>
    <w:p w:rsidR="004E6C79" w:rsidRDefault="004E6C79" w:rsidP="00BF7CF5">
      <w:pPr>
        <w:pStyle w:val="1Standardflietext"/>
      </w:pPr>
      <w:r>
        <w:t>5 Hattet ihr ein Haus auf dem Land?</w:t>
      </w:r>
    </w:p>
    <w:p w:rsidR="004E6C79" w:rsidRDefault="004E6C79" w:rsidP="00BF7CF5">
      <w:pPr>
        <w:pStyle w:val="1Standardflietext"/>
      </w:pPr>
      <w:r>
        <w:t>6 Ja. Wir hatten ein Haus mit einem großen Garten. Das war schon toll.</w:t>
      </w:r>
    </w:p>
    <w:p w:rsidR="004E6C79" w:rsidRDefault="004E6C79" w:rsidP="00BF7CF5">
      <w:pPr>
        <w:pStyle w:val="1Standardflietext"/>
      </w:pPr>
      <w:r>
        <w:t>7 Habt ihr das Haus verkauft?</w:t>
      </w:r>
    </w:p>
    <w:p w:rsidR="004E6C79" w:rsidRDefault="004E6C79" w:rsidP="00BF7CF5">
      <w:pPr>
        <w:pStyle w:val="1Standardflietext"/>
      </w:pPr>
      <w:r>
        <w:t xml:space="preserve">8 Nein, wir haben es vermietet. Jetzt wohnen wir in einer 4-Zimmer-Wohnung in Köln-Sülz. Das Viertel gefällt uns sehr gut. Wir haben zwar keinen Garten, aber einen </w:t>
      </w:r>
      <w:r w:rsidR="007B5039">
        <w:t>schönen</w:t>
      </w:r>
      <w:r>
        <w:t xml:space="preserve"> Balkon.</w:t>
      </w:r>
    </w:p>
    <w:p w:rsidR="004E6C79" w:rsidRDefault="004E6C79" w:rsidP="00BF7CF5">
      <w:pPr>
        <w:pStyle w:val="1Standardflietext"/>
      </w:pPr>
      <w:r>
        <w:t>9 Und wie gefällt euch das Leben in der Stadt?</w:t>
      </w:r>
    </w:p>
    <w:p w:rsidR="004E6C79" w:rsidRDefault="004E6C79" w:rsidP="00BF7CF5">
      <w:pPr>
        <w:pStyle w:val="1Standardflietext"/>
      </w:pPr>
      <w:r>
        <w:t xml:space="preserve">10 Ich finde das Leben hier toll. Wir gehen oft ins Kino und schauen Ausstellungen an. Die kulturellen Angebote sind in Köln wirklich gut. Aber jetzt erzähl </w:t>
      </w:r>
      <w:r w:rsidR="00BD5D81">
        <w:t>d</w:t>
      </w:r>
      <w:r>
        <w:t>u mal</w:t>
      </w:r>
      <w:r w:rsidR="00941E1C">
        <w:t>, Simone</w:t>
      </w:r>
      <w:r>
        <w:t xml:space="preserve">. Wo lebst </w:t>
      </w:r>
      <w:r w:rsidR="00BD5D81">
        <w:t>d</w:t>
      </w:r>
      <w:r>
        <w:t>u denn jetzt?</w:t>
      </w:r>
    </w:p>
    <w:p w:rsidR="007552AA" w:rsidRDefault="007552AA" w:rsidP="001F59B2">
      <w:pPr>
        <w:pStyle w:val="1Standardflietext"/>
      </w:pPr>
    </w:p>
    <w:p w:rsidR="00DC6CF5" w:rsidRPr="00DC6CF5" w:rsidRDefault="00DC6CF5" w:rsidP="00DC6CF5">
      <w:pPr>
        <w:pStyle w:val="0berschrift3"/>
        <w:outlineLvl w:val="0"/>
      </w:pPr>
      <w:r w:rsidRPr="00DC6CF5">
        <w:t xml:space="preserve">2 </w:t>
      </w:r>
    </w:p>
    <w:p w:rsidR="00F811BD" w:rsidRPr="00A576BC" w:rsidRDefault="00F811BD" w:rsidP="00F811BD">
      <w:pPr>
        <w:pStyle w:val="1Standardflietext"/>
      </w:pPr>
      <w:r>
        <w:t>1. fünf Jahre, 2. auf dem Land, 3. ein Haus</w:t>
      </w:r>
      <w:r w:rsidR="007B5039">
        <w:t xml:space="preserve">, 4. </w:t>
      </w:r>
      <w:r>
        <w:t xml:space="preserve">einem großen Garten, </w:t>
      </w:r>
      <w:r w:rsidR="007B5039">
        <w:t>5</w:t>
      </w:r>
      <w:r>
        <w:t xml:space="preserve">. 4-Zimmer-Wohnung, </w:t>
      </w:r>
      <w:r w:rsidR="007B5039">
        <w:t>6</w:t>
      </w:r>
      <w:r>
        <w:t>. einen schönen Balkon,</w:t>
      </w:r>
      <w:r w:rsidR="007B5039">
        <w:t xml:space="preserve"> 7</w:t>
      </w:r>
      <w:r>
        <w:t xml:space="preserve">. viel mehr Platz, </w:t>
      </w:r>
      <w:r w:rsidR="007B5039">
        <w:t>8</w:t>
      </w:r>
      <w:r>
        <w:t xml:space="preserve">. kulturellen Angebote, </w:t>
      </w:r>
      <w:r w:rsidR="007B5039">
        <w:t>9</w:t>
      </w:r>
      <w:r>
        <w:t xml:space="preserve">. in einem Dorf, </w:t>
      </w:r>
      <w:r w:rsidR="007B5039">
        <w:t>10</w:t>
      </w:r>
      <w:r>
        <w:t xml:space="preserve">. </w:t>
      </w:r>
      <w:r w:rsidR="00074C9F">
        <w:t>i</w:t>
      </w:r>
      <w:r>
        <w:t>n der Nähe von Tübingen, 1</w:t>
      </w:r>
      <w:r w:rsidR="007B5039">
        <w:t>1</w:t>
      </w:r>
      <w:r>
        <w:t>. teuer. 1</w:t>
      </w:r>
      <w:r w:rsidR="007B5039">
        <w:t>2</w:t>
      </w:r>
      <w:r>
        <w:t>. den Lärm</w:t>
      </w:r>
    </w:p>
    <w:p w:rsidR="00BF7CF5" w:rsidRDefault="00BF7CF5" w:rsidP="001F59B2">
      <w:pPr>
        <w:pStyle w:val="1Standardflietext"/>
      </w:pPr>
    </w:p>
    <w:p w:rsidR="006225A3" w:rsidRPr="00DC6CF5" w:rsidRDefault="006225A3" w:rsidP="006225A3">
      <w:pPr>
        <w:pStyle w:val="0berschrift3"/>
        <w:outlineLvl w:val="0"/>
      </w:pPr>
      <w:r>
        <w:t>3</w:t>
      </w:r>
      <w:r w:rsidRPr="00DC6CF5">
        <w:t xml:space="preserve"> </w:t>
      </w:r>
    </w:p>
    <w:p w:rsidR="006225A3" w:rsidRPr="00E377C8" w:rsidRDefault="001D56DF" w:rsidP="001F59B2">
      <w:pPr>
        <w:pStyle w:val="1Standardflietext"/>
      </w:pPr>
      <w:r>
        <w:t xml:space="preserve">1. falsch, 2. falsch, 3. </w:t>
      </w:r>
      <w:r w:rsidR="00A718B5">
        <w:t xml:space="preserve">falsch, 4. </w:t>
      </w:r>
      <w:r>
        <w:t xml:space="preserve">richtig, </w:t>
      </w:r>
      <w:r w:rsidR="00A718B5">
        <w:t>5</w:t>
      </w:r>
      <w:r>
        <w:t>. richtig,</w:t>
      </w:r>
      <w:r w:rsidR="00A718B5">
        <w:t xml:space="preserve"> 6</w:t>
      </w:r>
      <w:r>
        <w:t xml:space="preserve">. </w:t>
      </w:r>
      <w:r w:rsidR="007B5039">
        <w:t>r</w:t>
      </w:r>
      <w:r>
        <w:t>ichtig</w:t>
      </w:r>
      <w:r w:rsidR="00B578BA">
        <w:t>, 7. richtig</w:t>
      </w:r>
    </w:p>
    <w:sectPr w:rsidR="006225A3" w:rsidRPr="00E377C8" w:rsidSect="008C6FF4">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544" w:right="1361" w:bottom="1701" w:left="1361" w:header="737" w:footer="54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6537" w:rsidRDefault="00F56537">
      <w:r>
        <w:separator/>
      </w:r>
    </w:p>
    <w:p w:rsidR="00F56537" w:rsidRDefault="00F56537"/>
    <w:p w:rsidR="00F56537" w:rsidRDefault="00F56537"/>
    <w:p w:rsidR="00F56537" w:rsidRDefault="00F56537"/>
    <w:p w:rsidR="00F56537" w:rsidRDefault="00F56537"/>
    <w:p w:rsidR="00F56537" w:rsidRDefault="00F56537"/>
    <w:p w:rsidR="00F56537" w:rsidRDefault="00F56537"/>
    <w:p w:rsidR="00F56537" w:rsidRDefault="00F56537"/>
  </w:endnote>
  <w:endnote w:type="continuationSeparator" w:id="0">
    <w:p w:rsidR="00F56537" w:rsidRDefault="00F56537">
      <w:r>
        <w:continuationSeparator/>
      </w:r>
    </w:p>
    <w:p w:rsidR="00F56537" w:rsidRDefault="00F56537"/>
    <w:p w:rsidR="00F56537" w:rsidRDefault="00F56537"/>
    <w:p w:rsidR="00F56537" w:rsidRDefault="00F56537"/>
    <w:p w:rsidR="00F56537" w:rsidRDefault="00F56537"/>
    <w:p w:rsidR="00F56537" w:rsidRDefault="00F56537"/>
    <w:p w:rsidR="00F56537" w:rsidRDefault="00F56537"/>
    <w:p w:rsidR="00F56537" w:rsidRDefault="00F565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mic Sans MS">
    <w:panose1 w:val="030F0702030302020204"/>
    <w:charset w:val="00"/>
    <w:family w:val="script"/>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0FF" w:rsidRDefault="00C030FF" w:rsidP="00E44005">
    <w:r>
      <w:fldChar w:fldCharType="begin"/>
    </w:r>
    <w:r>
      <w:instrText xml:space="preserve">PAGE  </w:instrText>
    </w:r>
    <w:r>
      <w:fldChar w:fldCharType="separate"/>
    </w:r>
    <w:r w:rsidR="00730388">
      <w:rPr>
        <w:noProof/>
      </w:rPr>
      <w:t>5</w:t>
    </w:r>
    <w:r>
      <w:fldChar w:fldCharType="end"/>
    </w:r>
  </w:p>
  <w:p w:rsidR="00C030FF" w:rsidRDefault="00C030FF" w:rsidP="00E44005"/>
  <w:p w:rsidR="00C030FF" w:rsidRDefault="00C030FF"/>
  <w:p w:rsidR="00C030FF" w:rsidRDefault="00C030FF"/>
  <w:p w:rsidR="00C030FF" w:rsidRDefault="00C030FF"/>
  <w:p w:rsidR="00C030FF" w:rsidRDefault="00C030FF"/>
  <w:p w:rsidR="00C030FF" w:rsidRDefault="00C030FF"/>
  <w:p w:rsidR="00C030FF" w:rsidRDefault="00C030FF"/>
  <w:p w:rsidR="00C030FF" w:rsidRDefault="00C030F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99" w:type="dxa"/>
      <w:tblInd w:w="-57" w:type="dxa"/>
      <w:tblCellMar>
        <w:left w:w="0" w:type="dxa"/>
        <w:right w:w="0" w:type="dxa"/>
      </w:tblCellMar>
      <w:tblLook w:val="01E0" w:firstRow="1" w:lastRow="1" w:firstColumn="1" w:lastColumn="1" w:noHBand="0" w:noVBand="0"/>
    </w:tblPr>
    <w:tblGrid>
      <w:gridCol w:w="1919"/>
      <w:gridCol w:w="4519"/>
      <w:gridCol w:w="2861"/>
    </w:tblGrid>
    <w:tr w:rsidR="00383D1A">
      <w:tc>
        <w:tcPr>
          <w:tcW w:w="1919" w:type="dxa"/>
          <w:tcBorders>
            <w:top w:val="single" w:sz="4" w:space="0" w:color="808080"/>
            <w:left w:val="nil"/>
            <w:bottom w:val="nil"/>
            <w:right w:val="nil"/>
          </w:tcBorders>
        </w:tcPr>
        <w:p w:rsidR="00383D1A" w:rsidRDefault="008F2046" w:rsidP="00383D1A">
          <w:pPr>
            <w:spacing w:after="0"/>
            <w:rPr>
              <w:lang w:bidi="x-none"/>
            </w:rPr>
          </w:pPr>
          <w:r>
            <w:rPr>
              <w:bCs/>
              <w:noProof/>
            </w:rPr>
            <w:drawing>
              <wp:inline distT="0" distB="0" distL="0" distR="0" wp14:anchorId="464E6C69" wp14:editId="49A1C2D9">
                <wp:extent cx="1130300" cy="330200"/>
                <wp:effectExtent l="0" t="0" r="12700" b="0"/>
                <wp:docPr id="1" name="Bild 1" descr="Cornelsen sw 80Proz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rnelsen sw 80Proz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0300" cy="330200"/>
                        </a:xfrm>
                        <a:prstGeom prst="rect">
                          <a:avLst/>
                        </a:prstGeom>
                        <a:noFill/>
                        <a:ln>
                          <a:noFill/>
                        </a:ln>
                      </pic:spPr>
                    </pic:pic>
                  </a:graphicData>
                </a:graphic>
              </wp:inline>
            </w:drawing>
          </w:r>
        </w:p>
      </w:tc>
      <w:tc>
        <w:tcPr>
          <w:tcW w:w="4519" w:type="dxa"/>
          <w:tcBorders>
            <w:top w:val="single" w:sz="4" w:space="0" w:color="808080"/>
            <w:left w:val="nil"/>
            <w:bottom w:val="nil"/>
            <w:right w:val="nil"/>
          </w:tcBorders>
        </w:tcPr>
        <w:p w:rsidR="00383D1A" w:rsidRDefault="00383D1A" w:rsidP="001A4CE7">
          <w:pPr>
            <w:pStyle w:val="RahmenFuzeile"/>
            <w:rPr>
              <w:sz w:val="22"/>
              <w:lang w:bidi="x-none"/>
            </w:rPr>
          </w:pPr>
          <w:r w:rsidRPr="0051288F">
            <w:rPr>
              <w:lang w:bidi="x-none"/>
            </w:rPr>
            <w:t>Autor</w:t>
          </w:r>
          <w:r w:rsidR="001A4CE7">
            <w:rPr>
              <w:lang w:bidi="x-none"/>
            </w:rPr>
            <w:t>in und Fotografin</w:t>
          </w:r>
          <w:r w:rsidRPr="0051288F">
            <w:rPr>
              <w:lang w:bidi="x-none"/>
            </w:rPr>
            <w:t xml:space="preserve">: </w:t>
          </w:r>
          <w:r w:rsidR="00B36C62">
            <w:rPr>
              <w:lang w:bidi="x-none"/>
            </w:rPr>
            <w:t xml:space="preserve">Dagmar </w:t>
          </w:r>
          <w:proofErr w:type="spellStart"/>
          <w:r w:rsidR="00B36C62">
            <w:rPr>
              <w:lang w:bidi="x-none"/>
            </w:rPr>
            <w:t>Giersberg</w:t>
          </w:r>
          <w:proofErr w:type="spellEnd"/>
          <w:r w:rsidR="005229B8">
            <w:rPr>
              <w:lang w:bidi="x-none"/>
            </w:rPr>
            <w:br/>
          </w:r>
          <w:r w:rsidRPr="008F515A">
            <w:rPr>
              <w:lang w:bidi="x-none"/>
            </w:rPr>
            <w:t>www.cornelsen.de/</w:t>
          </w:r>
          <w:r w:rsidR="00C80CF6">
            <w:rPr>
              <w:lang w:bidi="x-none"/>
            </w:rPr>
            <w:t>daf</w:t>
          </w:r>
          <w:r>
            <w:rPr>
              <w:lang w:bidi="x-none"/>
            </w:rPr>
            <w:t xml:space="preserve"> </w:t>
          </w:r>
        </w:p>
      </w:tc>
      <w:tc>
        <w:tcPr>
          <w:tcW w:w="2861" w:type="dxa"/>
          <w:tcBorders>
            <w:top w:val="single" w:sz="4" w:space="0" w:color="808080"/>
            <w:left w:val="nil"/>
            <w:bottom w:val="nil"/>
            <w:right w:val="nil"/>
          </w:tcBorders>
        </w:tcPr>
        <w:p w:rsidR="00383D1A" w:rsidRPr="005229B8" w:rsidRDefault="00383D1A" w:rsidP="00EA1953">
          <w:pPr>
            <w:pStyle w:val="RahmenFuzeile"/>
            <w:jc w:val="right"/>
            <w:rPr>
              <w:lang w:bidi="x-none"/>
            </w:rPr>
          </w:pPr>
          <w:r>
            <w:rPr>
              <w:lang w:bidi="x-none"/>
            </w:rPr>
            <w:t xml:space="preserve">Seite </w:t>
          </w:r>
          <w:r>
            <w:rPr>
              <w:lang w:bidi="x-none"/>
            </w:rPr>
            <w:fldChar w:fldCharType="begin"/>
          </w:r>
          <w:r>
            <w:rPr>
              <w:lang w:bidi="x-none"/>
            </w:rPr>
            <w:instrText xml:space="preserve"> PAGE </w:instrText>
          </w:r>
          <w:r>
            <w:rPr>
              <w:lang w:bidi="x-none"/>
            </w:rPr>
            <w:fldChar w:fldCharType="separate"/>
          </w:r>
          <w:r w:rsidR="00491595">
            <w:rPr>
              <w:noProof/>
              <w:lang w:bidi="x-none"/>
            </w:rPr>
            <w:t>1</w:t>
          </w:r>
          <w:r>
            <w:rPr>
              <w:lang w:bidi="x-none"/>
            </w:rPr>
            <w:fldChar w:fldCharType="end"/>
          </w:r>
          <w:r>
            <w:rPr>
              <w:lang w:bidi="x-none"/>
            </w:rPr>
            <w:t xml:space="preserve"> von </w:t>
          </w:r>
          <w:r>
            <w:rPr>
              <w:lang w:bidi="x-none"/>
            </w:rPr>
            <w:fldChar w:fldCharType="begin"/>
          </w:r>
          <w:r>
            <w:rPr>
              <w:lang w:bidi="x-none"/>
            </w:rPr>
            <w:instrText xml:space="preserve"> NUMPAGES </w:instrText>
          </w:r>
          <w:r>
            <w:rPr>
              <w:lang w:bidi="x-none"/>
            </w:rPr>
            <w:fldChar w:fldCharType="separate"/>
          </w:r>
          <w:r w:rsidR="00491595">
            <w:rPr>
              <w:noProof/>
              <w:lang w:bidi="x-none"/>
            </w:rPr>
            <w:t>3</w:t>
          </w:r>
          <w:r>
            <w:rPr>
              <w:lang w:bidi="x-none"/>
            </w:rPr>
            <w:fldChar w:fldCharType="end"/>
          </w:r>
          <w:r w:rsidR="005229B8">
            <w:rPr>
              <w:lang w:bidi="x-none"/>
            </w:rPr>
            <w:br/>
          </w:r>
        </w:p>
      </w:tc>
    </w:tr>
  </w:tbl>
  <w:p w:rsidR="00C030FF" w:rsidRDefault="00C030FF" w:rsidP="00BE6C78">
    <w:pPr>
      <w:pStyle w:val="Rahmen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4CE7" w:rsidRDefault="001A4CE7">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6537" w:rsidRDefault="00F56537">
      <w:r>
        <w:separator/>
      </w:r>
    </w:p>
    <w:p w:rsidR="00F56537" w:rsidRDefault="00F56537"/>
    <w:p w:rsidR="00F56537" w:rsidRDefault="00F56537"/>
    <w:p w:rsidR="00F56537" w:rsidRDefault="00F56537"/>
    <w:p w:rsidR="00F56537" w:rsidRDefault="00F56537"/>
    <w:p w:rsidR="00F56537" w:rsidRDefault="00F56537"/>
    <w:p w:rsidR="00F56537" w:rsidRDefault="00F56537"/>
    <w:p w:rsidR="00F56537" w:rsidRDefault="00F56537"/>
  </w:footnote>
  <w:footnote w:type="continuationSeparator" w:id="0">
    <w:p w:rsidR="00F56537" w:rsidRDefault="00F56537">
      <w:r>
        <w:continuationSeparator/>
      </w:r>
    </w:p>
    <w:p w:rsidR="00F56537" w:rsidRDefault="00F56537"/>
    <w:p w:rsidR="00F56537" w:rsidRDefault="00F56537"/>
    <w:p w:rsidR="00F56537" w:rsidRDefault="00F56537"/>
    <w:p w:rsidR="00F56537" w:rsidRDefault="00F56537"/>
    <w:p w:rsidR="00F56537" w:rsidRDefault="00F56537"/>
    <w:p w:rsidR="00F56537" w:rsidRDefault="00F56537"/>
    <w:p w:rsidR="00F56537" w:rsidRDefault="00F5653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9A0" w:rsidRDefault="000819A0">
    <w:pPr>
      <w:pStyle w:val="Kopfzeile"/>
    </w:pPr>
  </w:p>
  <w:p w:rsidR="00383FB9" w:rsidRDefault="00383FB9"/>
  <w:p w:rsidR="00383FB9" w:rsidRDefault="00383FB9"/>
  <w:p w:rsidR="00383FB9" w:rsidRDefault="00383FB9"/>
  <w:p w:rsidR="00383FB9" w:rsidRDefault="00383FB9"/>
  <w:p w:rsidR="00383FB9" w:rsidRDefault="00383FB9"/>
  <w:p w:rsidR="00383FB9" w:rsidRDefault="00383FB9"/>
  <w:p w:rsidR="00383FB9" w:rsidRDefault="00383FB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57"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57" w:type="dxa"/>
        <w:right w:w="57" w:type="dxa"/>
      </w:tblCellMar>
      <w:tblLook w:val="01E0" w:firstRow="1" w:lastRow="1" w:firstColumn="1" w:lastColumn="1" w:noHBand="0" w:noVBand="0"/>
    </w:tblPr>
    <w:tblGrid>
      <w:gridCol w:w="4638"/>
      <w:gridCol w:w="4603"/>
    </w:tblGrid>
    <w:tr w:rsidR="009F6231">
      <w:trPr>
        <w:trHeight w:val="510"/>
      </w:trPr>
      <w:tc>
        <w:tcPr>
          <w:tcW w:w="4638" w:type="dxa"/>
          <w:tcBorders>
            <w:top w:val="nil"/>
            <w:left w:val="nil"/>
            <w:right w:val="nil"/>
          </w:tcBorders>
        </w:tcPr>
        <w:p w:rsidR="009F6231" w:rsidRDefault="008F2046" w:rsidP="007B608D">
          <w:pPr>
            <w:pStyle w:val="RahmenKopfzeilelinks"/>
            <w:spacing w:before="60"/>
            <w:rPr>
              <w:lang w:bidi="x-none"/>
            </w:rPr>
          </w:pPr>
          <w:r>
            <w:rPr>
              <w:noProof/>
            </w:rPr>
            <w:drawing>
              <wp:anchor distT="0" distB="0" distL="114300" distR="114300" simplePos="0" relativeHeight="251658240" behindDoc="0" locked="0" layoutInCell="1" allowOverlap="1" wp14:anchorId="42DFA9A4" wp14:editId="197BC562">
                <wp:simplePos x="0" y="0"/>
                <wp:positionH relativeFrom="column">
                  <wp:posOffset>2835910</wp:posOffset>
                </wp:positionH>
                <wp:positionV relativeFrom="paragraph">
                  <wp:posOffset>241935</wp:posOffset>
                </wp:positionV>
                <wp:extent cx="1026160" cy="219075"/>
                <wp:effectExtent l="0" t="0" r="0" b="9525"/>
                <wp:wrapNone/>
                <wp:docPr id="110" name="Bild 110" descr="mzul_2012_daf_studio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mzul_2012_daf_studio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6160" cy="2190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14:anchorId="3C4FFB0C" wp14:editId="635EC8E9">
                    <wp:simplePos x="0" y="0"/>
                    <wp:positionH relativeFrom="margin">
                      <wp:posOffset>-501015</wp:posOffset>
                    </wp:positionH>
                    <wp:positionV relativeFrom="paragraph">
                      <wp:posOffset>-443230</wp:posOffset>
                    </wp:positionV>
                    <wp:extent cx="278130" cy="10634345"/>
                    <wp:effectExtent l="0" t="0" r="0" b="0"/>
                    <wp:wrapNone/>
                    <wp:docPr id="2"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 cy="10634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C3001" w:rsidRDefault="00DC3001" w:rsidP="00D71861">
                                <w:pPr>
                                  <w:pStyle w:val="RahmenCopyrightvermerk"/>
                                  <w:rPr>
                                    <w:rFonts w:cs="Arial"/>
                                  </w:rPr>
                                </w:pPr>
                                <w:r>
                                  <w:t>©  201</w:t>
                                </w:r>
                                <w:r w:rsidR="007B697B">
                                  <w:t>5</w:t>
                                </w:r>
                                <w:r>
                                  <w:t xml:space="preserve"> Cornelsen </w:t>
                                </w:r>
                                <w:r w:rsidR="00374209">
                                  <w:t>Schulv</w:t>
                                </w:r>
                                <w:r>
                                  <w:t xml:space="preserve">erlag, Berlin. </w:t>
                                </w:r>
                                <w:r w:rsidR="00374209">
                                  <w:br/>
                                </w:r>
                                <w:r>
                                  <w:t>Alle Rechte vorbehalten.</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type id="_x0000_t202" coordsize="21600,21600" o:spt="202" path="m0,0l0,21600,21600,21600,21600,0xe">
                    <v:stroke joinstyle="miter"/>
                    <v:path gradientshapeok="t" o:connecttype="rect"/>
                  </v:shapetype>
                  <v:shape id="Text Box 104" o:spid="_x0000_s1037" type="#_x0000_t202" style="position:absolute;left:0;text-align:left;margin-left:-39.4pt;margin-top:-34.85pt;width:21.9pt;height:837.3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" filled="f" stroked="f">
                    <v:textbox style="layout-flow:vertical;mso-layout-flow-alt:bottom-to-top" inset="0,0,0,0">
                      <w:txbxContent>
                        <w:p w14:paraId="4273C30D" w14:textId="77777777" w:rsidR="00DC3001" w:rsidRDefault="00DC3001" w:rsidP="00D71861">
                          <w:pPr>
                            <w:pStyle w:val="RahmenCopyrightvermerk"/>
                            <w:rPr>
                              <w:rFonts w:cs="Arial"/>
                            </w:rPr>
                          </w:pPr>
                          <w:r>
                            <w:t>©  201</w:t>
                          </w:r>
                          <w:r w:rsidR="007B697B">
                            <w:t>5</w:t>
                          </w:r>
                          <w:r>
                            <w:t xml:space="preserve"> Cornelsen </w:t>
                          </w:r>
                          <w:r w:rsidR="00374209">
                            <w:t>Schulv</w:t>
                          </w:r>
                          <w:r>
                            <w:t xml:space="preserve">erlag, Berlin. </w:t>
                          </w:r>
                          <w:r w:rsidR="00374209">
                            <w:br/>
                          </w:r>
                          <w:r>
                            <w:t>Alle Rechte vorbehalten.</w:t>
                          </w:r>
                        </w:p>
                      </w:txbxContent>
                    </v:textbox>
                    <w10:wrap anchorx="margin"/>
                  </v:shape>
                </w:pict>
              </mc:Fallback>
            </mc:AlternateContent>
          </w:r>
          <w:r w:rsidR="009F6231" w:rsidRPr="007A5025">
            <w:rPr>
              <w:rStyle w:val="RahmenSymbol"/>
              <w:lang w:bidi="x-none"/>
            </w:rPr>
            <w:t></w:t>
          </w:r>
          <w:r w:rsidR="00E66908">
            <w:rPr>
              <w:rStyle w:val="RahmenKopfzeilelinksZchnZchn"/>
            </w:rPr>
            <w:t>Materialien zu</w:t>
          </w:r>
          <w:r w:rsidR="007B608D">
            <w:rPr>
              <w:rStyle w:val="RahmenKopfzeilelinksZchnZchn"/>
            </w:rPr>
            <w:t xml:space="preserve"> unseren Lehrwerken</w:t>
          </w:r>
        </w:p>
      </w:tc>
      <w:tc>
        <w:tcPr>
          <w:tcW w:w="4603" w:type="dxa"/>
          <w:tcBorders>
            <w:top w:val="nil"/>
            <w:left w:val="nil"/>
            <w:right w:val="nil"/>
          </w:tcBorders>
        </w:tcPr>
        <w:p w:rsidR="009F6231" w:rsidRDefault="007B608D" w:rsidP="00FD7DA5">
          <w:pPr>
            <w:pStyle w:val="RahmenKopfzeilerechts"/>
            <w:spacing w:before="60"/>
            <w:rPr>
              <w:lang w:bidi="x-none"/>
            </w:rPr>
          </w:pPr>
          <w:r>
            <w:rPr>
              <w:rStyle w:val="RahmenKopfzeilerechtsZchnZchn"/>
            </w:rPr>
            <w:t xml:space="preserve">Deutsch </w:t>
          </w:r>
          <w:r w:rsidR="00FD7DA5">
            <w:rPr>
              <w:rStyle w:val="RahmenKopfzeilerechtsZchnZchn"/>
            </w:rPr>
            <w:t>als Fremdsprache</w:t>
          </w:r>
          <w:r w:rsidR="009F6231" w:rsidRPr="004624C4">
            <w:rPr>
              <w:rStyle w:val="RahmenSymbol"/>
              <w:i w:val="0"/>
              <w:lang w:bidi="x-none"/>
            </w:rPr>
            <w:t></w:t>
          </w:r>
        </w:p>
      </w:tc>
    </w:tr>
  </w:tbl>
  <w:p w:rsidR="00817D12" w:rsidRPr="00C87972" w:rsidRDefault="007B608D" w:rsidP="00C87972">
    <w:pPr>
      <w:pStyle w:val="RahmenKopfzeileSubtitel"/>
    </w:pPr>
    <w:r>
      <w:t xml:space="preserve">Band </w:t>
    </w:r>
    <w:r w:rsidR="00B36C62">
      <w:t>A2</w:t>
    </w:r>
    <w:r>
      <w:t xml:space="preserve">, Einheit </w:t>
    </w:r>
    <w:r w:rsidR="007B697B">
      <w:t>7</w:t>
    </w:r>
    <w:r w:rsidR="00C87972" w:rsidRPr="00C87972">
      <w:br/>
    </w:r>
    <w:r w:rsidR="00C87972" w:rsidRPr="00C87972">
      <w:br/>
    </w:r>
  </w:p>
  <w:tbl>
    <w:tblPr>
      <w:tblW w:w="9242" w:type="dxa"/>
      <w:tblInd w:w="57"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57" w:type="dxa"/>
        <w:right w:w="57" w:type="dxa"/>
      </w:tblCellMar>
      <w:tblLook w:val="01E0" w:firstRow="1" w:lastRow="1" w:firstColumn="1" w:lastColumn="1" w:noHBand="0" w:noVBand="0"/>
    </w:tblPr>
    <w:tblGrid>
      <w:gridCol w:w="4383"/>
      <w:gridCol w:w="2513"/>
      <w:gridCol w:w="2346"/>
    </w:tblGrid>
    <w:tr w:rsidR="00670EC9" w:rsidRPr="004624C4" w:rsidTr="00D71861">
      <w:tc>
        <w:tcPr>
          <w:tcW w:w="4383" w:type="dxa"/>
          <w:tcBorders>
            <w:top w:val="nil"/>
            <w:right w:val="nil"/>
          </w:tcBorders>
        </w:tcPr>
        <w:p w:rsidR="00670EC9" w:rsidRDefault="00670EC9" w:rsidP="004624C4">
          <w:pPr>
            <w:pStyle w:val="1Standardflietext"/>
            <w:spacing w:before="60"/>
            <w:rPr>
              <w:lang w:bidi="x-none"/>
            </w:rPr>
          </w:pPr>
          <w:r>
            <w:rPr>
              <w:lang w:bidi="x-none"/>
            </w:rPr>
            <w:t xml:space="preserve">Name: </w:t>
          </w:r>
        </w:p>
      </w:tc>
      <w:tc>
        <w:tcPr>
          <w:tcW w:w="2513" w:type="dxa"/>
          <w:tcBorders>
            <w:top w:val="nil"/>
            <w:left w:val="nil"/>
            <w:right w:val="nil"/>
          </w:tcBorders>
        </w:tcPr>
        <w:p w:rsidR="00670EC9" w:rsidRPr="004624C4" w:rsidRDefault="00670EC9" w:rsidP="004624C4">
          <w:pPr>
            <w:pStyle w:val="1Standardflietext"/>
            <w:spacing w:before="60"/>
            <w:rPr>
              <w:sz w:val="22"/>
              <w:lang w:bidi="x-none"/>
            </w:rPr>
          </w:pPr>
          <w:r>
            <w:rPr>
              <w:lang w:bidi="x-none"/>
            </w:rPr>
            <w:t xml:space="preserve">Klasse: </w:t>
          </w:r>
        </w:p>
      </w:tc>
      <w:tc>
        <w:tcPr>
          <w:tcW w:w="2346" w:type="dxa"/>
          <w:tcBorders>
            <w:top w:val="nil"/>
            <w:left w:val="nil"/>
            <w:right w:val="single" w:sz="4" w:space="0" w:color="808080"/>
          </w:tcBorders>
        </w:tcPr>
        <w:p w:rsidR="00670EC9" w:rsidRPr="004624C4" w:rsidRDefault="00670EC9" w:rsidP="004624C4">
          <w:pPr>
            <w:pStyle w:val="1Standardflietext"/>
            <w:spacing w:before="60"/>
            <w:rPr>
              <w:sz w:val="22"/>
              <w:lang w:bidi="x-none"/>
            </w:rPr>
          </w:pPr>
          <w:r>
            <w:rPr>
              <w:lang w:bidi="x-none"/>
            </w:rPr>
            <w:t>Datum:</w:t>
          </w:r>
        </w:p>
      </w:tc>
    </w:tr>
  </w:tbl>
  <w:p w:rsidR="00C030FF" w:rsidRDefault="00C87972" w:rsidP="00C87972">
    <w:pPr>
      <w:pStyle w:val="RahmenKopfzeileSubtitel"/>
    </w:pPr>
    <w:r>
      <w:b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4CE7" w:rsidRDefault="001A4CE7">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5" type="#_x0000_t75" style="width:11.25pt;height:11.25pt" o:bullet="t">
        <v:imagedata r:id="rId1" o:title="mso1C3"/>
      </v:shape>
    </w:pict>
  </w:numPicBullet>
  <w:abstractNum w:abstractNumId="0">
    <w:nsid w:val="FFFFFF1D"/>
    <w:multiLevelType w:val="multilevel"/>
    <w:tmpl w:val="8FAE97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C92B642"/>
    <w:lvl w:ilvl="0">
      <w:start w:val="1"/>
      <w:numFmt w:val="decimal"/>
      <w:lvlText w:val="%1."/>
      <w:lvlJc w:val="left"/>
      <w:pPr>
        <w:tabs>
          <w:tab w:val="num" w:pos="1492"/>
        </w:tabs>
        <w:ind w:left="1492" w:hanging="360"/>
      </w:pPr>
    </w:lvl>
  </w:abstractNum>
  <w:abstractNum w:abstractNumId="2">
    <w:nsid w:val="FFFFFF7D"/>
    <w:multiLevelType w:val="singleLevel"/>
    <w:tmpl w:val="94062F2A"/>
    <w:lvl w:ilvl="0">
      <w:start w:val="1"/>
      <w:numFmt w:val="decimal"/>
      <w:lvlText w:val="%1."/>
      <w:lvlJc w:val="left"/>
      <w:pPr>
        <w:tabs>
          <w:tab w:val="num" w:pos="1209"/>
        </w:tabs>
        <w:ind w:left="1209" w:hanging="360"/>
      </w:pPr>
    </w:lvl>
  </w:abstractNum>
  <w:abstractNum w:abstractNumId="3">
    <w:nsid w:val="FFFFFF7E"/>
    <w:multiLevelType w:val="singleLevel"/>
    <w:tmpl w:val="002265D4"/>
    <w:lvl w:ilvl="0">
      <w:start w:val="1"/>
      <w:numFmt w:val="decimal"/>
      <w:lvlText w:val="%1."/>
      <w:lvlJc w:val="left"/>
      <w:pPr>
        <w:tabs>
          <w:tab w:val="num" w:pos="926"/>
        </w:tabs>
        <w:ind w:left="926" w:hanging="360"/>
      </w:pPr>
    </w:lvl>
  </w:abstractNum>
  <w:abstractNum w:abstractNumId="4">
    <w:nsid w:val="FFFFFF7F"/>
    <w:multiLevelType w:val="singleLevel"/>
    <w:tmpl w:val="1532A7BA"/>
    <w:lvl w:ilvl="0">
      <w:start w:val="1"/>
      <w:numFmt w:val="decimal"/>
      <w:lvlText w:val="%1."/>
      <w:lvlJc w:val="left"/>
      <w:pPr>
        <w:tabs>
          <w:tab w:val="num" w:pos="643"/>
        </w:tabs>
        <w:ind w:left="643" w:hanging="360"/>
      </w:pPr>
    </w:lvl>
  </w:abstractNum>
  <w:abstractNum w:abstractNumId="5">
    <w:nsid w:val="FFFFFF80"/>
    <w:multiLevelType w:val="singleLevel"/>
    <w:tmpl w:val="512ED01C"/>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4E8E2E98"/>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BD5E43AA"/>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5406F7C6"/>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A5064A7E"/>
    <w:lvl w:ilvl="0">
      <w:start w:val="1"/>
      <w:numFmt w:val="decimal"/>
      <w:lvlText w:val="%1."/>
      <w:lvlJc w:val="left"/>
      <w:pPr>
        <w:tabs>
          <w:tab w:val="num" w:pos="360"/>
        </w:tabs>
        <w:ind w:left="360" w:hanging="360"/>
      </w:pPr>
    </w:lvl>
  </w:abstractNum>
  <w:abstractNum w:abstractNumId="10">
    <w:nsid w:val="FFFFFF89"/>
    <w:multiLevelType w:val="singleLevel"/>
    <w:tmpl w:val="90CE9990"/>
    <w:lvl w:ilvl="0">
      <w:start w:val="1"/>
      <w:numFmt w:val="bullet"/>
      <w:lvlText w:val=""/>
      <w:lvlJc w:val="left"/>
      <w:pPr>
        <w:tabs>
          <w:tab w:val="num" w:pos="360"/>
        </w:tabs>
        <w:ind w:left="360" w:hanging="360"/>
      </w:pPr>
      <w:rPr>
        <w:rFonts w:ascii="Symbol" w:hAnsi="Symbol" w:hint="default"/>
      </w:rPr>
    </w:lvl>
  </w:abstractNum>
  <w:abstractNum w:abstractNumId="11">
    <w:nsid w:val="0EC6742A"/>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58508F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3465558C"/>
    <w:multiLevelType w:val="multilevel"/>
    <w:tmpl w:val="04070027"/>
    <w:lvl w:ilvl="0">
      <w:start w:val="1"/>
      <w:numFmt w:val="upperRoman"/>
      <w:pStyle w:val="berschrift1"/>
      <w:lvlText w:val="%1."/>
      <w:lvlJc w:val="left"/>
      <w:pPr>
        <w:ind w:left="0" w:firstLine="0"/>
      </w:pPr>
      <w:rPr>
        <w:rFonts w:hint="default"/>
        <w:b w:val="0"/>
        <w:i w:val="0"/>
        <w:color w:val="auto"/>
        <w:sz w:val="16"/>
        <w:szCs w:val="16"/>
      </w:rPr>
    </w:lvl>
    <w:lvl w:ilvl="1">
      <w:start w:val="1"/>
      <w:numFmt w:val="upperLetter"/>
      <w:pStyle w:val="berschrift2"/>
      <w:lvlText w:val="%2."/>
      <w:lvlJc w:val="left"/>
      <w:pPr>
        <w:ind w:left="720" w:firstLine="0"/>
      </w:pPr>
    </w:lvl>
    <w:lvl w:ilvl="2">
      <w:start w:val="1"/>
      <w:numFmt w:val="decimal"/>
      <w:pStyle w:val="berschrift3"/>
      <w:lvlText w:val="%3."/>
      <w:lvlJc w:val="left"/>
      <w:pPr>
        <w:ind w:left="1440" w:firstLine="0"/>
      </w:pPr>
    </w:lvl>
    <w:lvl w:ilvl="3">
      <w:start w:val="1"/>
      <w:numFmt w:val="lowerLetter"/>
      <w:pStyle w:val="berschrift4"/>
      <w:lvlText w:val="%4)"/>
      <w:lvlJc w:val="left"/>
      <w:pPr>
        <w:ind w:left="2160" w:firstLine="0"/>
      </w:pPr>
    </w:lvl>
    <w:lvl w:ilvl="4">
      <w:start w:val="1"/>
      <w:numFmt w:val="decimal"/>
      <w:pStyle w:val="berschrift5"/>
      <w:lvlText w:val="(%5)"/>
      <w:lvlJc w:val="left"/>
      <w:pPr>
        <w:ind w:left="2880" w:firstLine="0"/>
      </w:pPr>
    </w:lvl>
    <w:lvl w:ilvl="5">
      <w:start w:val="1"/>
      <w:numFmt w:val="lowerLetter"/>
      <w:pStyle w:val="berschrift6"/>
      <w:lvlText w:val="(%6)"/>
      <w:lvlJc w:val="left"/>
      <w:pPr>
        <w:ind w:left="3600" w:firstLine="0"/>
      </w:pPr>
    </w:lvl>
    <w:lvl w:ilvl="6">
      <w:start w:val="1"/>
      <w:numFmt w:val="lowerRoman"/>
      <w:pStyle w:val="berschrift7"/>
      <w:lvlText w:val="(%7)"/>
      <w:lvlJc w:val="left"/>
      <w:pPr>
        <w:ind w:left="4320" w:firstLine="0"/>
      </w:pPr>
    </w:lvl>
    <w:lvl w:ilvl="7">
      <w:start w:val="1"/>
      <w:numFmt w:val="lowerLetter"/>
      <w:pStyle w:val="berschrift8"/>
      <w:lvlText w:val="(%8)"/>
      <w:lvlJc w:val="left"/>
      <w:pPr>
        <w:ind w:left="5040" w:firstLine="0"/>
      </w:pPr>
    </w:lvl>
    <w:lvl w:ilvl="8">
      <w:start w:val="1"/>
      <w:numFmt w:val="lowerRoman"/>
      <w:pStyle w:val="berschrift9"/>
      <w:lvlText w:val="(%9)"/>
      <w:lvlJc w:val="left"/>
      <w:pPr>
        <w:ind w:left="5760" w:firstLine="0"/>
      </w:pPr>
    </w:lvl>
  </w:abstractNum>
  <w:abstractNum w:abstractNumId="14">
    <w:nsid w:val="3655299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D0A7908"/>
    <w:multiLevelType w:val="hybridMultilevel"/>
    <w:tmpl w:val="1346A542"/>
    <w:lvl w:ilvl="0" w:tplc="362819EE">
      <w:start w:val="1"/>
      <w:numFmt w:val="decimal"/>
      <w:lvlText w:val="%1."/>
      <w:lvlJc w:val="left"/>
      <w:pPr>
        <w:tabs>
          <w:tab w:val="num" w:pos="340"/>
        </w:tabs>
        <w:ind w:left="340" w:hanging="340"/>
      </w:pPr>
      <w:rPr>
        <w:rFonts w:hint="default"/>
        <w:b w:val="0"/>
        <w:i w:val="0"/>
        <w:color w:val="auto"/>
        <w:sz w:val="20"/>
        <w:szCs w:val="2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nsid w:val="43BC3BF1"/>
    <w:multiLevelType w:val="hybridMultilevel"/>
    <w:tmpl w:val="23DE85B0"/>
    <w:lvl w:ilvl="0" w:tplc="2B9C50C0">
      <w:start w:val="1"/>
      <w:numFmt w:val="bullet"/>
      <w:pStyle w:val="2ListeSymbol"/>
      <w:lvlText w:val=""/>
      <w:lvlJc w:val="left"/>
      <w:pPr>
        <w:tabs>
          <w:tab w:val="num" w:pos="340"/>
        </w:tabs>
        <w:ind w:left="340" w:hanging="34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nsid w:val="4C397750"/>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552244F0"/>
    <w:multiLevelType w:val="hybridMultilevel"/>
    <w:tmpl w:val="163A373C"/>
    <w:lvl w:ilvl="0" w:tplc="362819EE">
      <w:start w:val="1"/>
      <w:numFmt w:val="decimal"/>
      <w:pStyle w:val="2NummerierungOrdnungszahlen"/>
      <w:lvlText w:val="%1."/>
      <w:lvlJc w:val="left"/>
      <w:pPr>
        <w:tabs>
          <w:tab w:val="num" w:pos="340"/>
        </w:tabs>
        <w:ind w:left="340" w:hanging="340"/>
      </w:pPr>
      <w:rPr>
        <w:rFonts w:hint="default"/>
        <w:b w:val="0"/>
        <w:i w:val="0"/>
        <w:color w:val="auto"/>
        <w:sz w:val="20"/>
        <w:szCs w:val="2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nsid w:val="57633060"/>
    <w:multiLevelType w:val="hybridMultilevel"/>
    <w:tmpl w:val="8C9003C2"/>
    <w:lvl w:ilvl="0" w:tplc="7E260C80">
      <w:start w:val="1"/>
      <w:numFmt w:val="lowerLetter"/>
      <w:pStyle w:val="2Nummerierungalphabetischklein"/>
      <w:lvlText w:val="%1)"/>
      <w:lvlJc w:val="left"/>
      <w:pPr>
        <w:tabs>
          <w:tab w:val="num" w:pos="340"/>
        </w:tabs>
        <w:ind w:left="340" w:hanging="340"/>
      </w:pPr>
      <w:rPr>
        <w:rFonts w:hint="default"/>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nsid w:val="5E7C0D88"/>
    <w:multiLevelType w:val="hybridMultilevel"/>
    <w:tmpl w:val="9A24EF14"/>
    <w:lvl w:ilvl="0" w:tplc="13CCC462">
      <w:start w:val="1"/>
      <w:numFmt w:val="bullet"/>
      <w:pStyle w:val="2Listeeingerckt"/>
      <w:lvlText w:val="–"/>
      <w:lvlJc w:val="left"/>
      <w:pPr>
        <w:tabs>
          <w:tab w:val="num" w:pos="680"/>
        </w:tabs>
        <w:ind w:left="680" w:hanging="340"/>
      </w:pPr>
      <w:rPr>
        <w:rFonts w:ascii="Arial" w:hAnsi="Arial" w:hint="default"/>
        <w:b w:val="0"/>
        <w:i w:val="0"/>
        <w:sz w:val="20"/>
        <w:szCs w:val="20"/>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nsid w:val="664E0B80"/>
    <w:multiLevelType w:val="hybridMultilevel"/>
    <w:tmpl w:val="ABE646B6"/>
    <w:lvl w:ilvl="0" w:tplc="FC60AD88">
      <w:start w:val="1"/>
      <w:numFmt w:val="bullet"/>
      <w:pStyle w:val="2Liste"/>
      <w:lvlText w:val="+"/>
      <w:lvlJc w:val="left"/>
      <w:pPr>
        <w:ind w:left="720" w:hanging="360"/>
      </w:pPr>
      <w:rPr>
        <w:rFonts w:ascii="Arial" w:hAnsi="Arial" w:hint="default"/>
        <w:b w:val="0"/>
        <w:i w:val="0"/>
        <w:sz w:val="20"/>
        <w:szCs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nsid w:val="66FA44CA"/>
    <w:multiLevelType w:val="hybridMultilevel"/>
    <w:tmpl w:val="4A4832F0"/>
    <w:lvl w:ilvl="0" w:tplc="310CF77E">
      <w:start w:val="1"/>
      <w:numFmt w:val="decimal"/>
      <w:pStyle w:val="2Nummerierungeinfach"/>
      <w:lvlText w:val="%1"/>
      <w:lvlJc w:val="left"/>
      <w:pPr>
        <w:tabs>
          <w:tab w:val="num" w:pos="340"/>
        </w:tabs>
        <w:ind w:left="340" w:hanging="340"/>
      </w:pPr>
      <w:rPr>
        <w:rFonts w:hint="default"/>
        <w:b w:val="0"/>
        <w:i w:val="0"/>
        <w:color w:val="auto"/>
        <w:sz w:val="20"/>
        <w:szCs w:val="20"/>
      </w:rPr>
    </w:lvl>
    <w:lvl w:ilvl="1" w:tplc="6E46F60C">
      <w:start w:val="1"/>
      <w:numFmt w:val="decimal"/>
      <w:pStyle w:val="2Nummerierungeinfach"/>
      <w:lvlText w:val="%2"/>
      <w:lvlJc w:val="right"/>
      <w:pPr>
        <w:tabs>
          <w:tab w:val="num" w:pos="170"/>
        </w:tabs>
        <w:ind w:left="170" w:firstLine="0"/>
      </w:pPr>
      <w:rPr>
        <w:rFonts w:hint="default"/>
        <w:b w:val="0"/>
        <w:i w:val="0"/>
        <w:color w:val="auto"/>
        <w:sz w:val="20"/>
        <w:szCs w:val="20"/>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
    <w:nsid w:val="6AC8590E"/>
    <w:multiLevelType w:val="hybridMultilevel"/>
    <w:tmpl w:val="60483E14"/>
    <w:lvl w:ilvl="0" w:tplc="362819EE">
      <w:start w:val="1"/>
      <w:numFmt w:val="decimal"/>
      <w:lvlText w:val="%1."/>
      <w:lvlJc w:val="left"/>
      <w:pPr>
        <w:tabs>
          <w:tab w:val="num" w:pos="340"/>
        </w:tabs>
        <w:ind w:left="340" w:hanging="340"/>
      </w:pPr>
      <w:rPr>
        <w:rFonts w:hint="default"/>
        <w:b w:val="0"/>
        <w:i w:val="0"/>
        <w:color w:val="auto"/>
        <w:sz w:val="20"/>
        <w:szCs w:val="2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4">
    <w:nsid w:val="7A8768E9"/>
    <w:multiLevelType w:val="hybridMultilevel"/>
    <w:tmpl w:val="B2D89566"/>
    <w:lvl w:ilvl="0" w:tplc="3E0E28E8">
      <w:start w:val="1"/>
      <w:numFmt w:val="bullet"/>
      <w:pStyle w:val="2Liste0"/>
      <w:lvlText w:val="–"/>
      <w:lvlJc w:val="left"/>
      <w:pPr>
        <w:tabs>
          <w:tab w:val="num" w:pos="340"/>
        </w:tabs>
        <w:ind w:left="340" w:hanging="340"/>
      </w:pPr>
      <w:rPr>
        <w:rFonts w:ascii="Arial" w:hAnsi="Arial" w:hint="default"/>
        <w:b w:val="0"/>
        <w:i w:val="0"/>
        <w:sz w:val="20"/>
        <w:szCs w:val="2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nsid w:val="7E1D0362"/>
    <w:multiLevelType w:val="hybridMultilevel"/>
    <w:tmpl w:val="05806ED0"/>
    <w:lvl w:ilvl="0" w:tplc="592E8F6E">
      <w:start w:val="1"/>
      <w:numFmt w:val="upperLetter"/>
      <w:pStyle w:val="2Nummerierungalphabetischgross"/>
      <w:lvlText w:val="%1"/>
      <w:lvlJc w:val="left"/>
      <w:pPr>
        <w:tabs>
          <w:tab w:val="num" w:pos="340"/>
        </w:tabs>
        <w:ind w:left="340" w:hanging="340"/>
      </w:pPr>
      <w:rPr>
        <w:rFonts w:ascii="Arial" w:hAnsi="Arial" w:hint="default"/>
        <w:b w:val="0"/>
        <w:i w:val="0"/>
        <w:sz w:val="20"/>
        <w:szCs w:val="2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22"/>
  </w:num>
  <w:num w:numId="2">
    <w:abstractNumId w:val="19"/>
  </w:num>
  <w:num w:numId="3">
    <w:abstractNumId w:val="16"/>
  </w:num>
  <w:num w:numId="4">
    <w:abstractNumId w:val="20"/>
  </w:num>
  <w:num w:numId="5">
    <w:abstractNumId w:val="24"/>
  </w:num>
  <w:num w:numId="6">
    <w:abstractNumId w:val="18"/>
  </w:num>
  <w:num w:numId="7">
    <w:abstractNumId w:val="13"/>
  </w:num>
  <w:num w:numId="8">
    <w:abstractNumId w:val="25"/>
  </w:num>
  <w:num w:numId="9">
    <w:abstractNumId w:val="23"/>
  </w:num>
  <w:num w:numId="10">
    <w:abstractNumId w:val="15"/>
  </w:num>
  <w:num w:numId="11">
    <w:abstractNumId w:val="10"/>
  </w:num>
  <w:num w:numId="12">
    <w:abstractNumId w:val="8"/>
  </w:num>
  <w:num w:numId="13">
    <w:abstractNumId w:val="7"/>
  </w:num>
  <w:num w:numId="14">
    <w:abstractNumId w:val="9"/>
  </w:num>
  <w:num w:numId="15">
    <w:abstractNumId w:val="4"/>
  </w:num>
  <w:num w:numId="16">
    <w:abstractNumId w:val="3"/>
  </w:num>
  <w:num w:numId="17">
    <w:abstractNumId w:val="2"/>
  </w:num>
  <w:num w:numId="18">
    <w:abstractNumId w:val="1"/>
  </w:num>
  <w:num w:numId="19">
    <w:abstractNumId w:val="5"/>
  </w:num>
  <w:num w:numId="20">
    <w:abstractNumId w:val="6"/>
  </w:num>
  <w:num w:numId="21">
    <w:abstractNumId w:val="11"/>
  </w:num>
  <w:num w:numId="22">
    <w:abstractNumId w:val="12"/>
  </w:num>
  <w:num w:numId="23">
    <w:abstractNumId w:val="17"/>
  </w:num>
  <w:num w:numId="24">
    <w:abstractNumId w:val="14"/>
  </w:num>
  <w:num w:numId="25">
    <w:abstractNumId w:val="21"/>
  </w:num>
  <w:num w:numId="26">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4004" w:allStyles="0" w:customStyles="0" w:latentStyles="1" w:stylesInUse="0" w:headingStyles="0" w:numberingStyles="0" w:tableStyles="0" w:directFormattingOnRuns="0" w:directFormattingOnParagraphs="0" w:directFormattingOnNumbering="0" w:directFormattingOnTables="0" w:clearFormatting="0" w:top3HeadingStyles="0" w:visibleStyles="1"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fillcolor="white" strokecolor="gray">
      <v:fill color="white"/>
      <v:stroke color="gray" weight=".5pt"/>
      <o:colormru v:ext="edit" colors="#c00"/>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44E8"/>
    <w:rsid w:val="00007EAE"/>
    <w:rsid w:val="00015AE5"/>
    <w:rsid w:val="0002409D"/>
    <w:rsid w:val="00026FB6"/>
    <w:rsid w:val="000321AB"/>
    <w:rsid w:val="000434CE"/>
    <w:rsid w:val="000564E4"/>
    <w:rsid w:val="0006254E"/>
    <w:rsid w:val="00062CB1"/>
    <w:rsid w:val="00064ACE"/>
    <w:rsid w:val="0006678C"/>
    <w:rsid w:val="000720FC"/>
    <w:rsid w:val="00074C9F"/>
    <w:rsid w:val="00081060"/>
    <w:rsid w:val="000819A0"/>
    <w:rsid w:val="00092C6C"/>
    <w:rsid w:val="00096B03"/>
    <w:rsid w:val="000B3AF2"/>
    <w:rsid w:val="000B7790"/>
    <w:rsid w:val="000C2525"/>
    <w:rsid w:val="000C6C0F"/>
    <w:rsid w:val="000E0336"/>
    <w:rsid w:val="000E0DE3"/>
    <w:rsid w:val="000E3D24"/>
    <w:rsid w:val="000E65CB"/>
    <w:rsid w:val="000F2509"/>
    <w:rsid w:val="000F34F7"/>
    <w:rsid w:val="000F5530"/>
    <w:rsid w:val="000F7CB4"/>
    <w:rsid w:val="00117099"/>
    <w:rsid w:val="00127484"/>
    <w:rsid w:val="00137907"/>
    <w:rsid w:val="0014256E"/>
    <w:rsid w:val="00146FFD"/>
    <w:rsid w:val="001506D1"/>
    <w:rsid w:val="0015159D"/>
    <w:rsid w:val="00161CAE"/>
    <w:rsid w:val="0016430F"/>
    <w:rsid w:val="001674F1"/>
    <w:rsid w:val="001851D0"/>
    <w:rsid w:val="001A4CE7"/>
    <w:rsid w:val="001B28DD"/>
    <w:rsid w:val="001C1ED4"/>
    <w:rsid w:val="001C1EFC"/>
    <w:rsid w:val="001D56DF"/>
    <w:rsid w:val="001E07A0"/>
    <w:rsid w:val="001E1C51"/>
    <w:rsid w:val="001E26DA"/>
    <w:rsid w:val="001E6769"/>
    <w:rsid w:val="001F1FE7"/>
    <w:rsid w:val="001F275D"/>
    <w:rsid w:val="001F367B"/>
    <w:rsid w:val="001F59B2"/>
    <w:rsid w:val="001F70F2"/>
    <w:rsid w:val="0021125B"/>
    <w:rsid w:val="00231684"/>
    <w:rsid w:val="00231F30"/>
    <w:rsid w:val="00234357"/>
    <w:rsid w:val="002412FE"/>
    <w:rsid w:val="0024442C"/>
    <w:rsid w:val="0024483D"/>
    <w:rsid w:val="00245F29"/>
    <w:rsid w:val="00251BD7"/>
    <w:rsid w:val="00253B0C"/>
    <w:rsid w:val="00255097"/>
    <w:rsid w:val="00255B00"/>
    <w:rsid w:val="00262048"/>
    <w:rsid w:val="0026365B"/>
    <w:rsid w:val="00276128"/>
    <w:rsid w:val="00280069"/>
    <w:rsid w:val="00297D7B"/>
    <w:rsid w:val="002A40B1"/>
    <w:rsid w:val="002A46E8"/>
    <w:rsid w:val="002B0CBD"/>
    <w:rsid w:val="002B3B6D"/>
    <w:rsid w:val="002C3511"/>
    <w:rsid w:val="002C39D9"/>
    <w:rsid w:val="002D0731"/>
    <w:rsid w:val="002D153E"/>
    <w:rsid w:val="002D5A9D"/>
    <w:rsid w:val="002E31E5"/>
    <w:rsid w:val="002E531D"/>
    <w:rsid w:val="002F1406"/>
    <w:rsid w:val="00304729"/>
    <w:rsid w:val="00305CB9"/>
    <w:rsid w:val="00311278"/>
    <w:rsid w:val="00336372"/>
    <w:rsid w:val="00337446"/>
    <w:rsid w:val="00340C99"/>
    <w:rsid w:val="003524B3"/>
    <w:rsid w:val="00355273"/>
    <w:rsid w:val="00355522"/>
    <w:rsid w:val="00356A49"/>
    <w:rsid w:val="00362E0C"/>
    <w:rsid w:val="00363F83"/>
    <w:rsid w:val="00365669"/>
    <w:rsid w:val="00374209"/>
    <w:rsid w:val="00383D1A"/>
    <w:rsid w:val="00383FB9"/>
    <w:rsid w:val="00386141"/>
    <w:rsid w:val="00394D98"/>
    <w:rsid w:val="00395EA2"/>
    <w:rsid w:val="003B276B"/>
    <w:rsid w:val="003B2910"/>
    <w:rsid w:val="003B638C"/>
    <w:rsid w:val="003B7477"/>
    <w:rsid w:val="003C5111"/>
    <w:rsid w:val="003D2756"/>
    <w:rsid w:val="003D5D96"/>
    <w:rsid w:val="003E29FB"/>
    <w:rsid w:val="003E2E7F"/>
    <w:rsid w:val="003E4DD2"/>
    <w:rsid w:val="003F21D9"/>
    <w:rsid w:val="00403829"/>
    <w:rsid w:val="00413E34"/>
    <w:rsid w:val="00415D35"/>
    <w:rsid w:val="004165E0"/>
    <w:rsid w:val="004202C1"/>
    <w:rsid w:val="0042038D"/>
    <w:rsid w:val="00425D85"/>
    <w:rsid w:val="00427008"/>
    <w:rsid w:val="00441A8E"/>
    <w:rsid w:val="0044301C"/>
    <w:rsid w:val="004430C0"/>
    <w:rsid w:val="00445E73"/>
    <w:rsid w:val="00450A3A"/>
    <w:rsid w:val="00454670"/>
    <w:rsid w:val="0045737F"/>
    <w:rsid w:val="004624C4"/>
    <w:rsid w:val="00463984"/>
    <w:rsid w:val="00466BA5"/>
    <w:rsid w:val="00474204"/>
    <w:rsid w:val="00485666"/>
    <w:rsid w:val="00491595"/>
    <w:rsid w:val="0049242E"/>
    <w:rsid w:val="00495876"/>
    <w:rsid w:val="00496EA9"/>
    <w:rsid w:val="004B02E4"/>
    <w:rsid w:val="004D56C2"/>
    <w:rsid w:val="004E6C79"/>
    <w:rsid w:val="00504489"/>
    <w:rsid w:val="005057CD"/>
    <w:rsid w:val="005108F4"/>
    <w:rsid w:val="0051288F"/>
    <w:rsid w:val="00513290"/>
    <w:rsid w:val="005229B8"/>
    <w:rsid w:val="0052577E"/>
    <w:rsid w:val="00527896"/>
    <w:rsid w:val="00530240"/>
    <w:rsid w:val="00530F37"/>
    <w:rsid w:val="005360E4"/>
    <w:rsid w:val="00536265"/>
    <w:rsid w:val="00544D81"/>
    <w:rsid w:val="0055399A"/>
    <w:rsid w:val="00556252"/>
    <w:rsid w:val="00557A3A"/>
    <w:rsid w:val="005626F3"/>
    <w:rsid w:val="0056286B"/>
    <w:rsid w:val="00565B94"/>
    <w:rsid w:val="0057045C"/>
    <w:rsid w:val="00581561"/>
    <w:rsid w:val="00587FD4"/>
    <w:rsid w:val="0059450C"/>
    <w:rsid w:val="00595E8F"/>
    <w:rsid w:val="005966FF"/>
    <w:rsid w:val="005A3093"/>
    <w:rsid w:val="005A5E6F"/>
    <w:rsid w:val="005B6435"/>
    <w:rsid w:val="005B6696"/>
    <w:rsid w:val="005D06A9"/>
    <w:rsid w:val="005D4DFC"/>
    <w:rsid w:val="005E2790"/>
    <w:rsid w:val="005E345A"/>
    <w:rsid w:val="005E4044"/>
    <w:rsid w:val="005E7F16"/>
    <w:rsid w:val="005F6FCA"/>
    <w:rsid w:val="00614716"/>
    <w:rsid w:val="006225A3"/>
    <w:rsid w:val="0062413A"/>
    <w:rsid w:val="006321DA"/>
    <w:rsid w:val="0063280D"/>
    <w:rsid w:val="00633851"/>
    <w:rsid w:val="00634252"/>
    <w:rsid w:val="00652087"/>
    <w:rsid w:val="00657A78"/>
    <w:rsid w:val="00670EC9"/>
    <w:rsid w:val="00683DD1"/>
    <w:rsid w:val="00685629"/>
    <w:rsid w:val="00693447"/>
    <w:rsid w:val="006A6EFC"/>
    <w:rsid w:val="006B0620"/>
    <w:rsid w:val="006C2965"/>
    <w:rsid w:val="006C43AA"/>
    <w:rsid w:val="006C72CE"/>
    <w:rsid w:val="006C7E1C"/>
    <w:rsid w:val="006D1C9C"/>
    <w:rsid w:val="006E2EA3"/>
    <w:rsid w:val="006E3A09"/>
    <w:rsid w:val="006E6DCF"/>
    <w:rsid w:val="0070215E"/>
    <w:rsid w:val="0070342E"/>
    <w:rsid w:val="00705E3C"/>
    <w:rsid w:val="007060CF"/>
    <w:rsid w:val="0071103E"/>
    <w:rsid w:val="007116B3"/>
    <w:rsid w:val="00715F5E"/>
    <w:rsid w:val="007230A7"/>
    <w:rsid w:val="00724FF6"/>
    <w:rsid w:val="00725083"/>
    <w:rsid w:val="00730388"/>
    <w:rsid w:val="0074008B"/>
    <w:rsid w:val="0074383E"/>
    <w:rsid w:val="007454C1"/>
    <w:rsid w:val="007538D5"/>
    <w:rsid w:val="007552AA"/>
    <w:rsid w:val="007554FF"/>
    <w:rsid w:val="0076191E"/>
    <w:rsid w:val="0076407F"/>
    <w:rsid w:val="00770A83"/>
    <w:rsid w:val="00794E3B"/>
    <w:rsid w:val="00797021"/>
    <w:rsid w:val="007A0DF3"/>
    <w:rsid w:val="007A5025"/>
    <w:rsid w:val="007B13C4"/>
    <w:rsid w:val="007B44E8"/>
    <w:rsid w:val="007B5039"/>
    <w:rsid w:val="007B608D"/>
    <w:rsid w:val="007B697B"/>
    <w:rsid w:val="007D668D"/>
    <w:rsid w:val="007E57FD"/>
    <w:rsid w:val="007F1F44"/>
    <w:rsid w:val="008016A2"/>
    <w:rsid w:val="0080351A"/>
    <w:rsid w:val="008124A3"/>
    <w:rsid w:val="008125EA"/>
    <w:rsid w:val="00817D12"/>
    <w:rsid w:val="008228B5"/>
    <w:rsid w:val="00823537"/>
    <w:rsid w:val="00827837"/>
    <w:rsid w:val="00842A0D"/>
    <w:rsid w:val="00842E94"/>
    <w:rsid w:val="00845A23"/>
    <w:rsid w:val="0085787D"/>
    <w:rsid w:val="00863AE2"/>
    <w:rsid w:val="008647FF"/>
    <w:rsid w:val="0087090A"/>
    <w:rsid w:val="00877CDB"/>
    <w:rsid w:val="008835D4"/>
    <w:rsid w:val="008835DC"/>
    <w:rsid w:val="00885B08"/>
    <w:rsid w:val="0088627C"/>
    <w:rsid w:val="00887A7D"/>
    <w:rsid w:val="008A2DF7"/>
    <w:rsid w:val="008A6E1F"/>
    <w:rsid w:val="008B0642"/>
    <w:rsid w:val="008B769E"/>
    <w:rsid w:val="008C277C"/>
    <w:rsid w:val="008C6FF4"/>
    <w:rsid w:val="008D2CDD"/>
    <w:rsid w:val="008D3F4B"/>
    <w:rsid w:val="008E397D"/>
    <w:rsid w:val="008F2046"/>
    <w:rsid w:val="008F70EE"/>
    <w:rsid w:val="00912E12"/>
    <w:rsid w:val="00916304"/>
    <w:rsid w:val="0092300D"/>
    <w:rsid w:val="009252B7"/>
    <w:rsid w:val="00932B3F"/>
    <w:rsid w:val="00933B6C"/>
    <w:rsid w:val="00933E16"/>
    <w:rsid w:val="00934AB7"/>
    <w:rsid w:val="00941E1C"/>
    <w:rsid w:val="00941EEE"/>
    <w:rsid w:val="00956EF2"/>
    <w:rsid w:val="00971E69"/>
    <w:rsid w:val="009848CC"/>
    <w:rsid w:val="009858F1"/>
    <w:rsid w:val="0098656D"/>
    <w:rsid w:val="00990706"/>
    <w:rsid w:val="00993F99"/>
    <w:rsid w:val="009967C0"/>
    <w:rsid w:val="009979B5"/>
    <w:rsid w:val="009A3435"/>
    <w:rsid w:val="009B6206"/>
    <w:rsid w:val="009C1484"/>
    <w:rsid w:val="009C5612"/>
    <w:rsid w:val="009F38E7"/>
    <w:rsid w:val="009F6231"/>
    <w:rsid w:val="00A03E9F"/>
    <w:rsid w:val="00A05125"/>
    <w:rsid w:val="00A06CCA"/>
    <w:rsid w:val="00A1145E"/>
    <w:rsid w:val="00A137FE"/>
    <w:rsid w:val="00A27A25"/>
    <w:rsid w:val="00A35035"/>
    <w:rsid w:val="00A353D8"/>
    <w:rsid w:val="00A36401"/>
    <w:rsid w:val="00A37CDA"/>
    <w:rsid w:val="00A529A5"/>
    <w:rsid w:val="00A576BC"/>
    <w:rsid w:val="00A6085B"/>
    <w:rsid w:val="00A62797"/>
    <w:rsid w:val="00A644E6"/>
    <w:rsid w:val="00A718B5"/>
    <w:rsid w:val="00A761F0"/>
    <w:rsid w:val="00A8770A"/>
    <w:rsid w:val="00A90286"/>
    <w:rsid w:val="00A9197C"/>
    <w:rsid w:val="00A971C7"/>
    <w:rsid w:val="00AC27D5"/>
    <w:rsid w:val="00AC6230"/>
    <w:rsid w:val="00AD1EDD"/>
    <w:rsid w:val="00AD66BF"/>
    <w:rsid w:val="00AD74AC"/>
    <w:rsid w:val="00AE4D7F"/>
    <w:rsid w:val="00AE6063"/>
    <w:rsid w:val="00AF063F"/>
    <w:rsid w:val="00AF5811"/>
    <w:rsid w:val="00AF7FCE"/>
    <w:rsid w:val="00B00756"/>
    <w:rsid w:val="00B055ED"/>
    <w:rsid w:val="00B073AC"/>
    <w:rsid w:val="00B15460"/>
    <w:rsid w:val="00B36C62"/>
    <w:rsid w:val="00B47511"/>
    <w:rsid w:val="00B578BA"/>
    <w:rsid w:val="00B60BCE"/>
    <w:rsid w:val="00B6148A"/>
    <w:rsid w:val="00B64402"/>
    <w:rsid w:val="00B660BA"/>
    <w:rsid w:val="00B9069C"/>
    <w:rsid w:val="00B92B5A"/>
    <w:rsid w:val="00BA1ED5"/>
    <w:rsid w:val="00BA533E"/>
    <w:rsid w:val="00BA70CB"/>
    <w:rsid w:val="00BA7F97"/>
    <w:rsid w:val="00BB11E6"/>
    <w:rsid w:val="00BC5692"/>
    <w:rsid w:val="00BC61F6"/>
    <w:rsid w:val="00BD03C2"/>
    <w:rsid w:val="00BD28A6"/>
    <w:rsid w:val="00BD5A54"/>
    <w:rsid w:val="00BD5D81"/>
    <w:rsid w:val="00BE2002"/>
    <w:rsid w:val="00BE44EF"/>
    <w:rsid w:val="00BE46B3"/>
    <w:rsid w:val="00BE6C78"/>
    <w:rsid w:val="00BF18B1"/>
    <w:rsid w:val="00BF7CF5"/>
    <w:rsid w:val="00C030FF"/>
    <w:rsid w:val="00C067DE"/>
    <w:rsid w:val="00C06C7B"/>
    <w:rsid w:val="00C10D11"/>
    <w:rsid w:val="00C40BEB"/>
    <w:rsid w:val="00C50124"/>
    <w:rsid w:val="00C50365"/>
    <w:rsid w:val="00C5487D"/>
    <w:rsid w:val="00C6166A"/>
    <w:rsid w:val="00C645D7"/>
    <w:rsid w:val="00C728B2"/>
    <w:rsid w:val="00C73F55"/>
    <w:rsid w:val="00C80CF6"/>
    <w:rsid w:val="00C84B50"/>
    <w:rsid w:val="00C87972"/>
    <w:rsid w:val="00C965A7"/>
    <w:rsid w:val="00CA2AB7"/>
    <w:rsid w:val="00CB0849"/>
    <w:rsid w:val="00CB3236"/>
    <w:rsid w:val="00CB4729"/>
    <w:rsid w:val="00CB7886"/>
    <w:rsid w:val="00CE0B7A"/>
    <w:rsid w:val="00CE1EAE"/>
    <w:rsid w:val="00CE39D8"/>
    <w:rsid w:val="00CE6E18"/>
    <w:rsid w:val="00CF24F3"/>
    <w:rsid w:val="00CF2DBE"/>
    <w:rsid w:val="00D02F67"/>
    <w:rsid w:val="00D64EE3"/>
    <w:rsid w:val="00D66E0E"/>
    <w:rsid w:val="00D71861"/>
    <w:rsid w:val="00D76F7E"/>
    <w:rsid w:val="00D814C9"/>
    <w:rsid w:val="00D81D11"/>
    <w:rsid w:val="00D8274D"/>
    <w:rsid w:val="00D8537F"/>
    <w:rsid w:val="00D94327"/>
    <w:rsid w:val="00DB12AA"/>
    <w:rsid w:val="00DB24EB"/>
    <w:rsid w:val="00DB345C"/>
    <w:rsid w:val="00DB6785"/>
    <w:rsid w:val="00DC3001"/>
    <w:rsid w:val="00DC6CF5"/>
    <w:rsid w:val="00DD0B3A"/>
    <w:rsid w:val="00DD3B31"/>
    <w:rsid w:val="00DE1DFB"/>
    <w:rsid w:val="00DE5BA6"/>
    <w:rsid w:val="00DE7CA4"/>
    <w:rsid w:val="00DF381C"/>
    <w:rsid w:val="00E023D1"/>
    <w:rsid w:val="00E03AC7"/>
    <w:rsid w:val="00E0616E"/>
    <w:rsid w:val="00E111A5"/>
    <w:rsid w:val="00E1694A"/>
    <w:rsid w:val="00E24C75"/>
    <w:rsid w:val="00E3413C"/>
    <w:rsid w:val="00E34EA8"/>
    <w:rsid w:val="00E3649D"/>
    <w:rsid w:val="00E37426"/>
    <w:rsid w:val="00E377C8"/>
    <w:rsid w:val="00E4050F"/>
    <w:rsid w:val="00E405FE"/>
    <w:rsid w:val="00E4384F"/>
    <w:rsid w:val="00E44005"/>
    <w:rsid w:val="00E5065B"/>
    <w:rsid w:val="00E5669D"/>
    <w:rsid w:val="00E6488E"/>
    <w:rsid w:val="00E6498A"/>
    <w:rsid w:val="00E66908"/>
    <w:rsid w:val="00E72C84"/>
    <w:rsid w:val="00E8035B"/>
    <w:rsid w:val="00E96370"/>
    <w:rsid w:val="00E976F1"/>
    <w:rsid w:val="00EA1953"/>
    <w:rsid w:val="00EA2D1D"/>
    <w:rsid w:val="00EC2A6E"/>
    <w:rsid w:val="00EC3387"/>
    <w:rsid w:val="00EC6126"/>
    <w:rsid w:val="00ED238A"/>
    <w:rsid w:val="00ED3765"/>
    <w:rsid w:val="00F00C39"/>
    <w:rsid w:val="00F01EE3"/>
    <w:rsid w:val="00F05F07"/>
    <w:rsid w:val="00F06460"/>
    <w:rsid w:val="00F11A6D"/>
    <w:rsid w:val="00F14352"/>
    <w:rsid w:val="00F1477D"/>
    <w:rsid w:val="00F249C1"/>
    <w:rsid w:val="00F2580A"/>
    <w:rsid w:val="00F27B0C"/>
    <w:rsid w:val="00F309CD"/>
    <w:rsid w:val="00F533A9"/>
    <w:rsid w:val="00F56537"/>
    <w:rsid w:val="00F651DD"/>
    <w:rsid w:val="00F658C9"/>
    <w:rsid w:val="00F660E3"/>
    <w:rsid w:val="00F811BD"/>
    <w:rsid w:val="00F86082"/>
    <w:rsid w:val="00F911EF"/>
    <w:rsid w:val="00F9248B"/>
    <w:rsid w:val="00F9562C"/>
    <w:rsid w:val="00F9656F"/>
    <w:rsid w:val="00FA5220"/>
    <w:rsid w:val="00FA67A7"/>
    <w:rsid w:val="00FA7ECE"/>
    <w:rsid w:val="00FB0044"/>
    <w:rsid w:val="00FB23BF"/>
    <w:rsid w:val="00FB54BC"/>
    <w:rsid w:val="00FB5BE8"/>
    <w:rsid w:val="00FB6AB2"/>
    <w:rsid w:val="00FC4E30"/>
    <w:rsid w:val="00FC6968"/>
    <w:rsid w:val="00FC71DC"/>
    <w:rsid w:val="00FD695E"/>
    <w:rsid w:val="00FD7DA5"/>
    <w:rsid w:val="00FE3021"/>
    <w:rsid w:val="00FF21B0"/>
    <w:rsid w:val="00FF49C3"/>
    <w:rsid w:val="00FF570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strokecolor="gray">
      <v:fill color="white"/>
      <v:stroke color="gray" weight=".5pt"/>
      <o:colormru v:ext="edit" colors="#c00"/>
    </o:shapedefaults>
    <o:shapelayout v:ext="edit">
      <o:idmap v:ext="edit" data="1"/>
    </o:shapelayout>
  </w:shapeDefaults>
  <w:doNotEmbedSmartTags/>
  <w:decimalSymbol w:val=","/>
  <w:listSeparator w:val=";"/>
  <w14:docId w14:val="727EF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header" w:semiHidden="0"/>
    <w:lsdException w:name="footer" w:semiHidden="0"/>
    <w:lsdException w:name="caption" w:unhideWhenUsed="1" w:qFormat="1"/>
    <w:lsdException w:name="Title" w:semiHidden="0" w:qFormat="1"/>
    <w:lsdException w:name="Default Paragraph Font" w:semiHidden="0"/>
    <w:lsdException w:name="Subtitle" w:semiHidden="0" w:qFormat="1"/>
    <w:lsdException w:name="Hyperlink" w:semiHidden="0"/>
    <w:lsdException w:name="Strong" w:semiHidden="0" w:qFormat="1"/>
    <w:lsdException w:name="Emphasis" w:semiHidden="0" w:qFormat="1"/>
    <w:lsdException w:name="HTML Top of Form" w:semiHidden="0"/>
    <w:lsdException w:name="HTML Bottom of Form" w:semiHidden="0"/>
    <w:lsdException w:name="Normal Table" w:semiHidden="0"/>
    <w:lsdException w:name="No List" w:semiHidden="0"/>
    <w:lsdException w:name="Outline List 1" w:semiHidden="0"/>
    <w:lsdException w:name="Outline List 2" w:semiHidden="0"/>
    <w:lsdException w:name="Outline List 3" w:semiHidden="0"/>
    <w:lsdException w:name="Table Simple 1" w:semiHidden="0"/>
    <w:lsdException w:name="Table Simple 2" w:semiHidden="0"/>
    <w:lsdException w:name="Table Simple 3" w:semiHidden="0"/>
    <w:lsdException w:name="Table Classic 1" w:semiHidden="0"/>
    <w:lsdException w:name="Table Classic 2" w:semiHidden="0"/>
    <w:lsdException w:name="Table Classic 3" w:semiHidden="0"/>
    <w:lsdException w:name="Table Classic 4" w:semiHidden="0"/>
    <w:lsdException w:name="Table Colorful 1" w:semiHidden="0"/>
    <w:lsdException w:name="Table Colorful 2" w:semiHidden="0"/>
    <w:lsdException w:name="Table Colorful 3" w:semiHidden="0"/>
    <w:lsdException w:name="Table Columns 1" w:semiHidden="0"/>
    <w:lsdException w:name="Table Columns 2" w:semiHidden="0"/>
    <w:lsdException w:name="Table Columns 3" w:semiHidden="0"/>
    <w:lsdException w:name="Table Columns 4" w:semiHidden="0"/>
    <w:lsdException w:name="Table Columns 5" w:semiHidden="0"/>
    <w:lsdException w:name="Table Grid 1" w:semiHidden="0"/>
    <w:lsdException w:name="Table Grid 2" w:semiHidden="0"/>
    <w:lsdException w:name="Table Grid 3" w:semiHidden="0"/>
    <w:lsdException w:name="Table Grid 4" w:semiHidden="0"/>
    <w:lsdException w:name="Table Grid 5" w:semiHidden="0"/>
    <w:lsdException w:name="Table Grid 6" w:semiHidden="0"/>
    <w:lsdException w:name="Table Grid 7" w:semiHidden="0"/>
    <w:lsdException w:name="Table Grid 8" w:semiHidden="0"/>
    <w:lsdException w:name="Table List 1" w:semiHidden="0"/>
    <w:lsdException w:name="Table List 2" w:semiHidden="0"/>
    <w:lsdException w:name="Table List 3" w:semiHidden="0"/>
    <w:lsdException w:name="Table List 4" w:semiHidden="0"/>
    <w:lsdException w:name="Table List 5" w:semiHidden="0"/>
    <w:lsdException w:name="Table List 6" w:semiHidden="0"/>
    <w:lsdException w:name="Table List 7" w:semiHidden="0"/>
    <w:lsdException w:name="Table List 8" w:semiHidden="0"/>
    <w:lsdException w:name="Table 3D effects 1" w:semiHidden="0"/>
    <w:lsdException w:name="Table 3D effects 2" w:semiHidden="0"/>
    <w:lsdException w:name="Table 3D effects 3" w:semiHidden="0"/>
    <w:lsdException w:name="Table Contemporary" w:semiHidden="0"/>
    <w:lsdException w:name="Table Elegant" w:semiHidden="0"/>
    <w:lsdException w:name="Table Professional" w:semiHidden="0"/>
    <w:lsdException w:name="Table Subtle 1" w:semiHidden="0"/>
    <w:lsdException w:name="Table Subtle 2" w:semiHidden="0"/>
    <w:lsdException w:name="Table Web 1" w:semiHidden="0"/>
    <w:lsdException w:name="Table Web 2" w:semiHidden="0"/>
    <w:lsdException w:name="Table Web 3" w:semiHidden="0"/>
    <w:lsdException w:name="Balloon Text" w:semiHidden="0"/>
    <w:lsdException w:name="Table Grid" w:semiHidden="0"/>
    <w:lsdException w:name="Table Theme" w:semiHidden="0"/>
    <w:lsdException w:name="Placeholder Text" w:uiPriority="67" w:unhideWhenUsed="1"/>
    <w:lsdException w:name="No Spacing" w:uiPriority="68" w:unhideWhenUsed="1"/>
    <w:lsdException w:name="Light Shading" w:uiPriority="69" w:unhideWhenUsed="1"/>
    <w:lsdException w:name="Light List" w:uiPriority="70" w:unhideWhenUsed="1"/>
    <w:lsdException w:name="Light Grid" w:uiPriority="71" w:unhideWhenUsed="1"/>
    <w:lsdException w:name="Medium Shading 1" w:uiPriority="72" w:unhideWhenUsed="1"/>
    <w:lsdException w:name="Medium Shading 2" w:uiPriority="73" w:unhideWhenUsed="1"/>
    <w:lsdException w:name="Medium List 1" w:uiPriority="60" w:unhideWhenUsed="1"/>
    <w:lsdException w:name="Medium List 2" w:uiPriority="61" w:unhideWhenUsed="1"/>
    <w:lsdException w:name="Medium Grid 1" w:uiPriority="62" w:unhideWhenUsed="1"/>
    <w:lsdException w:name="Medium Grid 2" w:uiPriority="63" w:unhideWhenUsed="1"/>
    <w:lsdException w:name="Medium Grid 3" w:uiPriority="64" w:unhideWhenUsed="1"/>
    <w:lsdException w:name="Dark List" w:uiPriority="65" w:unhideWhenUsed="1"/>
    <w:lsdException w:name="Colorful Shading" w:uiPriority="99"/>
    <w:lsdException w:name="Colorful List" w:semiHidden="0" w:uiPriority="34" w:qFormat="1"/>
    <w:lsdException w:name="Colorful Grid" w:semiHidden="0" w:uiPriority="29" w:qFormat="1"/>
    <w:lsdException w:name="Light Shading Accent 1" w:semiHidden="0" w:uiPriority="30" w:qFormat="1"/>
    <w:lsdException w:name="Light List Accent 1" w:uiPriority="66" w:unhideWhenUsed="1"/>
    <w:lsdException w:name="Light Grid Accent 1" w:uiPriority="67" w:unhideWhenUsed="1"/>
    <w:lsdException w:name="Medium Shading 1 Accent 1" w:uiPriority="68" w:unhideWhenUsed="1"/>
    <w:lsdException w:name="Medium Shading 2 Accent 1" w:uiPriority="69" w:unhideWhenUsed="1"/>
    <w:lsdException w:name="Medium List 1 Accent 1" w:uiPriority="70" w:unhideWhenUsed="1"/>
    <w:lsdException w:name="Revision" w:uiPriority="71" w:unhideWhenUsed="1"/>
    <w:lsdException w:name="List Paragraph" w:uiPriority="72" w:unhideWhenUsed="1"/>
    <w:lsdException w:name="Quote" w:uiPriority="73" w:unhideWhenUsed="1"/>
    <w:lsdException w:name="Intense Quote" w:uiPriority="60" w:unhideWhenUsed="1"/>
    <w:lsdException w:name="Medium List 2 Accent 1" w:uiPriority="61" w:unhideWhenUsed="1"/>
    <w:lsdException w:name="Medium Grid 1 Accent 1" w:uiPriority="62" w:unhideWhenUsed="1"/>
    <w:lsdException w:name="Medium Grid 2 Accent 1" w:uiPriority="63" w:unhideWhenUsed="1"/>
    <w:lsdException w:name="Medium Grid 3 Accent 1" w:uiPriority="64" w:unhideWhenUsed="1"/>
    <w:lsdException w:name="Dark List Accent 1" w:uiPriority="65" w:unhideWhenUsed="1"/>
    <w:lsdException w:name="Colorful Shading Accent 1" w:uiPriority="66" w:unhideWhenUsed="1"/>
    <w:lsdException w:name="Colorful List Accent 1" w:uiPriority="67" w:unhideWhenUsed="1"/>
    <w:lsdException w:name="Colorful Grid Accent 1" w:uiPriority="68" w:unhideWhenUsed="1"/>
    <w:lsdException w:name="Light Shading Accent 2" w:uiPriority="69" w:unhideWhenUsed="1"/>
    <w:lsdException w:name="Light List Accent 2" w:uiPriority="70" w:unhideWhenUsed="1"/>
    <w:lsdException w:name="Light Grid Accent 2" w:uiPriority="71" w:unhideWhenUsed="1"/>
    <w:lsdException w:name="Medium Shading 1 Accent 2" w:uiPriority="72" w:unhideWhenUsed="1"/>
    <w:lsdException w:name="Medium Shading 2 Accent 2" w:uiPriority="73" w:unhideWhenUsed="1"/>
    <w:lsdException w:name="Medium List 1 Accent 2" w:uiPriority="60" w:unhideWhenUsed="1"/>
    <w:lsdException w:name="Medium List 2 Accent 2" w:uiPriority="61" w:unhideWhenUsed="1"/>
    <w:lsdException w:name="Medium Grid 1 Accent 2" w:uiPriority="62" w:unhideWhenUsed="1"/>
    <w:lsdException w:name="Medium Grid 2 Accent 2" w:uiPriority="63" w:unhideWhenUsed="1"/>
    <w:lsdException w:name="Medium Grid 3 Accent 2" w:uiPriority="64" w:unhideWhenUsed="1"/>
    <w:lsdException w:name="Dark List Accent 2" w:uiPriority="65" w:unhideWhenUsed="1"/>
    <w:lsdException w:name="Colorful Shading Accent 2" w:uiPriority="66" w:unhideWhenUsed="1"/>
    <w:lsdException w:name="Colorful List Accent 2" w:uiPriority="67" w:unhideWhenUsed="1"/>
    <w:lsdException w:name="Colorful Grid Accent 2" w:uiPriority="68" w:unhideWhenUsed="1"/>
    <w:lsdException w:name="Light Shading Accent 3" w:uiPriority="69" w:unhideWhenUsed="1"/>
    <w:lsdException w:name="Light List Accent 3" w:uiPriority="70" w:unhideWhenUsed="1"/>
    <w:lsdException w:name="Light Grid Accent 3" w:uiPriority="71" w:unhideWhenUsed="1"/>
    <w:lsdException w:name="Medium Shading 1 Accent 3" w:uiPriority="72" w:unhideWhenUsed="1"/>
    <w:lsdException w:name="Medium Shading 2 Accent 3" w:uiPriority="73" w:unhideWhenUsed="1"/>
    <w:lsdException w:name="Medium List 1 Accent 3" w:uiPriority="60" w:unhideWhenUsed="1"/>
    <w:lsdException w:name="Medium List 2 Accent 3" w:uiPriority="61" w:unhideWhenUsed="1"/>
    <w:lsdException w:name="Medium Grid 1 Accent 3" w:uiPriority="62" w:unhideWhenUsed="1"/>
    <w:lsdException w:name="Medium Grid 2 Accent 3" w:uiPriority="63" w:unhideWhenUsed="1"/>
    <w:lsdException w:name="Medium Grid 3 Accent 3" w:uiPriority="64" w:unhideWhenUsed="1"/>
    <w:lsdException w:name="Dark List Accent 3" w:uiPriority="65" w:unhideWhenUsed="1"/>
    <w:lsdException w:name="Colorful Shading Accent 3" w:uiPriority="66" w:unhideWhenUsed="1"/>
    <w:lsdException w:name="Colorful List Accent 3" w:uiPriority="67" w:unhideWhenUsed="1"/>
    <w:lsdException w:name="Colorful Grid Accent 3" w:uiPriority="68" w:unhideWhenUsed="1"/>
    <w:lsdException w:name="Light Shading Accent 4" w:uiPriority="69" w:unhideWhenUsed="1"/>
    <w:lsdException w:name="Light List Accent 4" w:uiPriority="70" w:unhideWhenUsed="1"/>
    <w:lsdException w:name="Light Grid Accent 4" w:uiPriority="71" w:unhideWhenUsed="1"/>
    <w:lsdException w:name="Medium Shading 1 Accent 4" w:uiPriority="72" w:unhideWhenUsed="1"/>
    <w:lsdException w:name="Medium Shading 2 Accent 4" w:uiPriority="73" w:unhideWhenUsed="1"/>
    <w:lsdException w:name="Medium List 1 Accent 4" w:uiPriority="60" w:unhideWhenUsed="1"/>
    <w:lsdException w:name="Medium List 2 Accent 4" w:uiPriority="61" w:unhideWhenUsed="1"/>
    <w:lsdException w:name="Medium Grid 1 Accent 4" w:uiPriority="62" w:unhideWhenUsed="1"/>
    <w:lsdException w:name="Medium Grid 2 Accent 4" w:uiPriority="63" w:unhideWhenUsed="1"/>
    <w:lsdException w:name="Medium Grid 3 Accent 4" w:uiPriority="64" w:unhideWhenUsed="1"/>
    <w:lsdException w:name="Dark List Accent 4" w:uiPriority="65" w:unhideWhenUsed="1"/>
    <w:lsdException w:name="Colorful Shading Accent 4" w:uiPriority="66" w:unhideWhenUsed="1"/>
    <w:lsdException w:name="Colorful List Accent 4" w:uiPriority="67" w:unhideWhenUsed="1"/>
    <w:lsdException w:name="Colorful Grid Accent 4" w:uiPriority="68" w:unhideWhenUsed="1"/>
    <w:lsdException w:name="Light Shading Accent 5" w:uiPriority="69" w:unhideWhenUsed="1"/>
    <w:lsdException w:name="Light List Accent 5" w:uiPriority="70" w:unhideWhenUsed="1"/>
    <w:lsdException w:name="Light Grid Accent 5" w:uiPriority="71" w:unhideWhenUsed="1"/>
    <w:lsdException w:name="Medium Shading 1 Accent 5" w:uiPriority="72" w:unhideWhenUsed="1"/>
    <w:lsdException w:name="Medium Shading 2 Accent 5" w:uiPriority="73" w:unhideWhenUsed="1"/>
    <w:lsdException w:name="Medium List 1 Accent 5" w:uiPriority="60" w:unhideWhenUsed="1"/>
    <w:lsdException w:name="Medium List 2 Accent 5" w:uiPriority="61" w:unhideWhenUsed="1"/>
    <w:lsdException w:name="Medium Grid 1 Accent 5" w:uiPriority="62" w:unhideWhenUsed="1"/>
    <w:lsdException w:name="Medium Grid 2 Accent 5" w:uiPriority="63" w:unhideWhenUsed="1"/>
    <w:lsdException w:name="Medium Grid 3 Accent 5" w:uiPriority="64" w:unhideWhenUsed="1"/>
    <w:lsdException w:name="Dark List Accent 5" w:uiPriority="65" w:unhideWhenUsed="1"/>
    <w:lsdException w:name="Colorful Shading Accent 5" w:uiPriority="66" w:unhideWhenUsed="1"/>
    <w:lsdException w:name="Colorful List Accent 5" w:uiPriority="67" w:unhideWhenUsed="1"/>
    <w:lsdException w:name="Colorful Grid Accent 5" w:uiPriority="68" w:unhideWhenUsed="1"/>
    <w:lsdException w:name="Light Shading Accent 6" w:uiPriority="69" w:unhideWhenUsed="1"/>
    <w:lsdException w:name="Light List Accent 6" w:uiPriority="70" w:unhideWhenUsed="1"/>
    <w:lsdException w:name="Light Grid Accent 6" w:uiPriority="71" w:unhideWhenUsed="1"/>
    <w:lsdException w:name="Medium Shading 1 Accent 6" w:uiPriority="72" w:unhideWhenUsed="1"/>
    <w:lsdException w:name="Medium Shading 2 Accent 6" w:uiPriority="73" w:unhideWhenUsed="1"/>
    <w:lsdException w:name="Medium List 1 Accent 6" w:semiHidden="0" w:uiPriority="19" w:qFormat="1"/>
    <w:lsdException w:name="Medium List 2 Accent 6" w:semiHidden="0" w:uiPriority="21" w:qFormat="1"/>
    <w:lsdException w:name="Medium Grid 1 Accent 6" w:semiHidden="0" w:uiPriority="31" w:qFormat="1"/>
    <w:lsdException w:name="Medium Grid 2 Accent 6" w:semiHidden="0" w:uiPriority="32" w:qFormat="1"/>
    <w:lsdException w:name="Medium Grid 3 Accent 6" w:semiHidden="0" w:uiPriority="33" w:qFormat="1"/>
    <w:lsdException w:name="Dark List Accent 6" w:uiPriority="37" w:unhideWhenUsed="1"/>
    <w:lsdException w:name="Colorful Shading Accent 6" w:uiPriority="39" w:unhideWhenUsed="1" w:qFormat="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Standard">
    <w:name w:val="Normal"/>
    <w:qFormat/>
    <w:rsid w:val="005F6FCA"/>
    <w:pPr>
      <w:spacing w:after="60" w:line="266" w:lineRule="auto"/>
    </w:pPr>
    <w:rPr>
      <w:rFonts w:ascii="Arial" w:hAnsi="Arial"/>
      <w:szCs w:val="24"/>
    </w:rPr>
  </w:style>
  <w:style w:type="paragraph" w:styleId="berschrift1">
    <w:name w:val="heading 1"/>
    <w:basedOn w:val="0berschrift1"/>
    <w:next w:val="Standard"/>
    <w:qFormat/>
    <w:rsid w:val="0076407F"/>
    <w:pPr>
      <w:numPr>
        <w:numId w:val="7"/>
      </w:numPr>
      <w:outlineLvl w:val="0"/>
    </w:pPr>
  </w:style>
  <w:style w:type="paragraph" w:styleId="berschrift2">
    <w:name w:val="heading 2"/>
    <w:basedOn w:val="0berschrift2"/>
    <w:next w:val="Standard"/>
    <w:qFormat/>
    <w:rsid w:val="0076407F"/>
    <w:pPr>
      <w:numPr>
        <w:ilvl w:val="1"/>
        <w:numId w:val="7"/>
      </w:numPr>
      <w:outlineLvl w:val="1"/>
    </w:pPr>
  </w:style>
  <w:style w:type="paragraph" w:styleId="berschrift3">
    <w:name w:val="heading 3"/>
    <w:basedOn w:val="0berschrift3"/>
    <w:next w:val="Standard"/>
    <w:qFormat/>
    <w:rsid w:val="0076407F"/>
    <w:pPr>
      <w:numPr>
        <w:ilvl w:val="2"/>
        <w:numId w:val="7"/>
      </w:numPr>
      <w:outlineLvl w:val="2"/>
    </w:pPr>
  </w:style>
  <w:style w:type="paragraph" w:styleId="berschrift4">
    <w:name w:val="heading 4"/>
    <w:basedOn w:val="Standard"/>
    <w:next w:val="Standard"/>
    <w:qFormat/>
    <w:rsid w:val="00161CAE"/>
    <w:pPr>
      <w:numPr>
        <w:ilvl w:val="3"/>
        <w:numId w:val="7"/>
      </w:numPr>
      <w:spacing w:line="240" w:lineRule="exact"/>
      <w:outlineLvl w:val="3"/>
    </w:pPr>
    <w:rPr>
      <w:rFonts w:cs="Arial"/>
      <w:i/>
      <w:szCs w:val="20"/>
      <w:lang w:val="en-GB"/>
    </w:rPr>
  </w:style>
  <w:style w:type="paragraph" w:styleId="berschrift5">
    <w:name w:val="heading 5"/>
    <w:basedOn w:val="Standard"/>
    <w:next w:val="Standard"/>
    <w:link w:val="berschrift5Zchn"/>
    <w:qFormat/>
    <w:rsid w:val="00956EF2"/>
    <w:pPr>
      <w:numPr>
        <w:ilvl w:val="4"/>
        <w:numId w:val="7"/>
      </w:numPr>
      <w:spacing w:before="240"/>
      <w:outlineLvl w:val="4"/>
    </w:pPr>
    <w:rPr>
      <w:rFonts w:ascii="Calibri" w:hAnsi="Calibri"/>
      <w:b/>
      <w:bCs/>
      <w:i/>
      <w:iCs/>
      <w:sz w:val="26"/>
      <w:szCs w:val="26"/>
    </w:rPr>
  </w:style>
  <w:style w:type="paragraph" w:styleId="berschrift6">
    <w:name w:val="heading 6"/>
    <w:basedOn w:val="Standard"/>
    <w:next w:val="Standard"/>
    <w:link w:val="berschrift6Zchn"/>
    <w:qFormat/>
    <w:rsid w:val="00956EF2"/>
    <w:pPr>
      <w:numPr>
        <w:ilvl w:val="5"/>
        <w:numId w:val="7"/>
      </w:numPr>
      <w:spacing w:before="240"/>
      <w:outlineLvl w:val="5"/>
    </w:pPr>
    <w:rPr>
      <w:rFonts w:ascii="Calibri" w:hAnsi="Calibri"/>
      <w:b/>
      <w:bCs/>
      <w:sz w:val="22"/>
      <w:szCs w:val="22"/>
    </w:rPr>
  </w:style>
  <w:style w:type="paragraph" w:styleId="berschrift7">
    <w:name w:val="heading 7"/>
    <w:basedOn w:val="Standard"/>
    <w:next w:val="Standard"/>
    <w:link w:val="berschrift7Zchn"/>
    <w:qFormat/>
    <w:rsid w:val="00956EF2"/>
    <w:pPr>
      <w:numPr>
        <w:ilvl w:val="6"/>
        <w:numId w:val="7"/>
      </w:numPr>
      <w:spacing w:before="240"/>
      <w:outlineLvl w:val="6"/>
    </w:pPr>
    <w:rPr>
      <w:rFonts w:ascii="Calibri" w:hAnsi="Calibri"/>
      <w:sz w:val="24"/>
    </w:rPr>
  </w:style>
  <w:style w:type="paragraph" w:styleId="berschrift8">
    <w:name w:val="heading 8"/>
    <w:basedOn w:val="Standard"/>
    <w:next w:val="Standard"/>
    <w:link w:val="berschrift8Zchn"/>
    <w:qFormat/>
    <w:rsid w:val="00956EF2"/>
    <w:pPr>
      <w:numPr>
        <w:ilvl w:val="7"/>
        <w:numId w:val="7"/>
      </w:numPr>
      <w:spacing w:before="240"/>
      <w:outlineLvl w:val="7"/>
    </w:pPr>
    <w:rPr>
      <w:rFonts w:ascii="Calibri" w:hAnsi="Calibri"/>
      <w:i/>
      <w:iCs/>
      <w:sz w:val="24"/>
    </w:rPr>
  </w:style>
  <w:style w:type="paragraph" w:styleId="berschrift9">
    <w:name w:val="heading 9"/>
    <w:basedOn w:val="Standard"/>
    <w:next w:val="Standard"/>
    <w:link w:val="berschrift9Zchn"/>
    <w:qFormat/>
    <w:rsid w:val="00956EF2"/>
    <w:pPr>
      <w:numPr>
        <w:ilvl w:val="8"/>
        <w:numId w:val="7"/>
      </w:numPr>
      <w:spacing w:before="240"/>
      <w:outlineLvl w:val="8"/>
    </w:pPr>
    <w:rPr>
      <w:rFonts w:ascii="Cambria" w:hAnsi="Cambria"/>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0berschrift1">
    <w:name w:val="* 0 Überschrift 1"/>
    <w:basedOn w:val="1Standardflietext"/>
    <w:next w:val="1Standardflietext"/>
    <w:link w:val="0berschrift1ZchnZchn"/>
    <w:rsid w:val="00FB6AB2"/>
    <w:pPr>
      <w:spacing w:after="240"/>
    </w:pPr>
    <w:rPr>
      <w:b/>
      <w:sz w:val="22"/>
    </w:rPr>
  </w:style>
  <w:style w:type="paragraph" w:customStyle="1" w:styleId="1Standardflietext">
    <w:name w:val="* 1 Standardfließtext"/>
    <w:basedOn w:val="Standard"/>
    <w:link w:val="1StandardflietextZchnZchn"/>
    <w:qFormat/>
    <w:rsid w:val="001674F1"/>
    <w:pPr>
      <w:spacing w:line="240" w:lineRule="exact"/>
    </w:pPr>
    <w:rPr>
      <w:szCs w:val="20"/>
    </w:rPr>
  </w:style>
  <w:style w:type="character" w:customStyle="1" w:styleId="1StandardflietextZchnZchn">
    <w:name w:val="* 1 Standardfließtext Zchn Zchn"/>
    <w:link w:val="1Standardflietext"/>
    <w:rsid w:val="001674F1"/>
    <w:rPr>
      <w:rFonts w:ascii="Arial" w:hAnsi="Arial"/>
      <w:lang w:val="de-DE" w:eastAsia="de-DE" w:bidi="ar-SA"/>
    </w:rPr>
  </w:style>
  <w:style w:type="character" w:customStyle="1" w:styleId="0berschrift1ZchnZchn">
    <w:name w:val="* 0 Überschrift 1 Zchn Zchn"/>
    <w:link w:val="0berschrift1"/>
    <w:rsid w:val="00FB6AB2"/>
    <w:rPr>
      <w:rFonts w:ascii="Arial" w:hAnsi="Arial"/>
      <w:b/>
      <w:sz w:val="22"/>
      <w:lang w:val="de-DE" w:eastAsia="de-DE" w:bidi="ar-SA"/>
    </w:rPr>
  </w:style>
  <w:style w:type="paragraph" w:customStyle="1" w:styleId="0berschrift2">
    <w:name w:val="* 0 Überschrift 2"/>
    <w:basedOn w:val="1Standardflietext"/>
    <w:next w:val="1Standardflietext"/>
    <w:rsid w:val="000F7CB4"/>
    <w:pPr>
      <w:spacing w:after="240"/>
    </w:pPr>
    <w:rPr>
      <w:sz w:val="22"/>
      <w:u w:val="single"/>
    </w:rPr>
  </w:style>
  <w:style w:type="paragraph" w:customStyle="1" w:styleId="0berschrift3">
    <w:name w:val="* 0 Überschrift 3"/>
    <w:basedOn w:val="1Standardflietext"/>
    <w:next w:val="1Standardflietext"/>
    <w:rsid w:val="000F5530"/>
    <w:pPr>
      <w:tabs>
        <w:tab w:val="left" w:pos="340"/>
      </w:tabs>
      <w:ind w:left="340" w:hanging="340"/>
    </w:pPr>
    <w:rPr>
      <w:b/>
    </w:rPr>
  </w:style>
  <w:style w:type="character" w:customStyle="1" w:styleId="berschrift5Zchn">
    <w:name w:val="Überschrift 5 Zchn"/>
    <w:link w:val="berschrift5"/>
    <w:semiHidden/>
    <w:rsid w:val="00990706"/>
    <w:rPr>
      <w:rFonts w:ascii="Calibri" w:hAnsi="Calibri"/>
      <w:b/>
      <w:bCs/>
      <w:i/>
      <w:iCs/>
      <w:sz w:val="26"/>
      <w:szCs w:val="26"/>
    </w:rPr>
  </w:style>
  <w:style w:type="character" w:customStyle="1" w:styleId="berschrift6Zchn">
    <w:name w:val="Überschrift 6 Zchn"/>
    <w:link w:val="berschrift6"/>
    <w:semiHidden/>
    <w:rsid w:val="00990706"/>
    <w:rPr>
      <w:rFonts w:ascii="Calibri" w:hAnsi="Calibri"/>
      <w:b/>
      <w:bCs/>
      <w:sz w:val="22"/>
      <w:szCs w:val="22"/>
    </w:rPr>
  </w:style>
  <w:style w:type="character" w:customStyle="1" w:styleId="berschrift7Zchn">
    <w:name w:val="Überschrift 7 Zchn"/>
    <w:link w:val="berschrift7"/>
    <w:semiHidden/>
    <w:rsid w:val="00990706"/>
    <w:rPr>
      <w:rFonts w:ascii="Calibri" w:hAnsi="Calibri"/>
      <w:sz w:val="24"/>
      <w:szCs w:val="24"/>
    </w:rPr>
  </w:style>
  <w:style w:type="character" w:customStyle="1" w:styleId="berschrift8Zchn">
    <w:name w:val="Überschrift 8 Zchn"/>
    <w:link w:val="berschrift8"/>
    <w:semiHidden/>
    <w:rsid w:val="00990706"/>
    <w:rPr>
      <w:rFonts w:ascii="Calibri" w:hAnsi="Calibri"/>
      <w:i/>
      <w:iCs/>
      <w:sz w:val="24"/>
      <w:szCs w:val="24"/>
    </w:rPr>
  </w:style>
  <w:style w:type="character" w:customStyle="1" w:styleId="berschrift9Zchn">
    <w:name w:val="Überschrift 9 Zchn"/>
    <w:link w:val="berschrift9"/>
    <w:semiHidden/>
    <w:rsid w:val="00990706"/>
    <w:rPr>
      <w:rFonts w:ascii="Cambria" w:hAnsi="Cambria"/>
      <w:sz w:val="22"/>
      <w:szCs w:val="22"/>
    </w:rPr>
  </w:style>
  <w:style w:type="paragraph" w:styleId="Kopfzeile">
    <w:name w:val="header"/>
    <w:basedOn w:val="Standard"/>
    <w:semiHidden/>
    <w:rsid w:val="00BA7F97"/>
    <w:pPr>
      <w:tabs>
        <w:tab w:val="center" w:pos="4536"/>
        <w:tab w:val="right" w:pos="9072"/>
      </w:tabs>
      <w:spacing w:after="0" w:line="200" w:lineRule="exact"/>
    </w:pPr>
  </w:style>
  <w:style w:type="paragraph" w:customStyle="1" w:styleId="RahmenCopyrightvermerk">
    <w:name w:val="* Rahmen Copyrightvermerk"/>
    <w:basedOn w:val="1Standardflietext"/>
    <w:next w:val="Standard"/>
    <w:rsid w:val="00466BA5"/>
    <w:pPr>
      <w:autoSpaceDE w:val="0"/>
      <w:autoSpaceDN w:val="0"/>
      <w:adjustRightInd w:val="0"/>
      <w:spacing w:after="0" w:line="180" w:lineRule="exact"/>
      <w:jc w:val="center"/>
    </w:pPr>
    <w:rPr>
      <w:rFonts w:eastAsia="Arial Unicode MS"/>
      <w:color w:val="808080"/>
      <w:sz w:val="13"/>
      <w:szCs w:val="13"/>
    </w:rPr>
  </w:style>
  <w:style w:type="paragraph" w:customStyle="1" w:styleId="0berschrift4">
    <w:name w:val="* 0 Überschrift 4"/>
    <w:basedOn w:val="1Standardflietext"/>
    <w:rsid w:val="00161CAE"/>
    <w:rPr>
      <w:i/>
    </w:rPr>
  </w:style>
  <w:style w:type="character" w:styleId="Hyperlink">
    <w:name w:val="Hyperlink"/>
    <w:semiHidden/>
    <w:rsid w:val="00527896"/>
    <w:rPr>
      <w:rFonts w:ascii="Arial" w:hAnsi="Arial"/>
      <w:color w:val="333333"/>
      <w:u w:val="single"/>
      <w:lang w:val="de-DE" w:eastAsia="de-DE" w:bidi="ar-SA"/>
    </w:rPr>
  </w:style>
  <w:style w:type="paragraph" w:customStyle="1" w:styleId="2Nummerierungeinfach">
    <w:name w:val="* 2 Nummerierung_einfach"/>
    <w:basedOn w:val="2NummerierungOrdnungszahlen"/>
    <w:rsid w:val="002B0CBD"/>
    <w:pPr>
      <w:numPr>
        <w:numId w:val="1"/>
      </w:numPr>
    </w:pPr>
  </w:style>
  <w:style w:type="paragraph" w:customStyle="1" w:styleId="2NummerierungOrdnungszahlen">
    <w:name w:val="* 2 Nummerierung_Ordnungszahlen"/>
    <w:basedOn w:val="1Standardflietext"/>
    <w:qFormat/>
    <w:rsid w:val="00705E3C"/>
    <w:pPr>
      <w:numPr>
        <w:numId w:val="6"/>
      </w:numPr>
    </w:pPr>
  </w:style>
  <w:style w:type="paragraph" w:styleId="Sprechblasentext">
    <w:name w:val="Balloon Text"/>
    <w:basedOn w:val="Standard"/>
    <w:semiHidden/>
    <w:rPr>
      <w:rFonts w:ascii="Tahoma" w:hAnsi="Tahoma" w:cs="Tahoma"/>
      <w:sz w:val="16"/>
      <w:szCs w:val="16"/>
    </w:rPr>
  </w:style>
  <w:style w:type="paragraph" w:customStyle="1" w:styleId="RahmenKopfzeileSubtitel">
    <w:name w:val="* Rahmen Kopfzeile_Subtitel"/>
    <w:basedOn w:val="1Standardflietext"/>
    <w:next w:val="1Standardflietext"/>
    <w:rsid w:val="0052577E"/>
    <w:pPr>
      <w:spacing w:before="60" w:after="0"/>
    </w:pPr>
    <w:rPr>
      <w:rFonts w:eastAsia="Arial Unicode MS"/>
    </w:rPr>
  </w:style>
  <w:style w:type="paragraph" w:customStyle="1" w:styleId="6Medienelement">
    <w:name w:val="* 6 Medienelement"/>
    <w:basedOn w:val="1Standardflietext"/>
    <w:rsid w:val="007F1F44"/>
    <w:pPr>
      <w:spacing w:line="400" w:lineRule="exact"/>
    </w:pPr>
    <w:rPr>
      <w:b/>
      <w:i/>
      <w:color w:val="808080"/>
      <w:sz w:val="36"/>
    </w:rPr>
  </w:style>
  <w:style w:type="character" w:customStyle="1" w:styleId="2ListeeingercktZchnZchn">
    <w:name w:val="* 2 Liste_eingerückt Zchn Zchn"/>
    <w:basedOn w:val="1StandardflietextZchnZchn"/>
    <w:link w:val="2Listeeingerckt"/>
    <w:rsid w:val="007A0DF3"/>
    <w:rPr>
      <w:rFonts w:ascii="Arial" w:hAnsi="Arial"/>
      <w:lang w:val="de-DE" w:eastAsia="de-DE" w:bidi="ar-SA"/>
    </w:rPr>
  </w:style>
  <w:style w:type="paragraph" w:customStyle="1" w:styleId="2Listeeingerckt">
    <w:name w:val="* 2 Liste_eingerückt"/>
    <w:basedOn w:val="1Standardflietext"/>
    <w:link w:val="2ListeeingercktZchnZchn"/>
    <w:rsid w:val="007A0DF3"/>
    <w:pPr>
      <w:numPr>
        <w:numId w:val="4"/>
      </w:numPr>
    </w:pPr>
  </w:style>
  <w:style w:type="paragraph" w:customStyle="1" w:styleId="2Nummerierungalphabetischklein">
    <w:name w:val="* 2 Nummerierung_alphabetisch_klein"/>
    <w:basedOn w:val="1Standardflietext"/>
    <w:rsid w:val="002B0CBD"/>
    <w:pPr>
      <w:numPr>
        <w:numId w:val="2"/>
      </w:numPr>
    </w:pPr>
  </w:style>
  <w:style w:type="paragraph" w:customStyle="1" w:styleId="3Schreibzeile">
    <w:name w:val="* 3 Schreibzeile"/>
    <w:basedOn w:val="1Standardflietext"/>
    <w:rsid w:val="0049242E"/>
    <w:pPr>
      <w:tabs>
        <w:tab w:val="right" w:pos="9185"/>
      </w:tabs>
      <w:spacing w:before="240"/>
    </w:pPr>
    <w:rPr>
      <w:u w:val="single" w:color="808080"/>
    </w:rPr>
  </w:style>
  <w:style w:type="paragraph" w:customStyle="1" w:styleId="2Liste0">
    <w:name w:val="* 2  Liste"/>
    <w:basedOn w:val="1Standardflietext"/>
    <w:qFormat/>
    <w:rsid w:val="007A0DF3"/>
    <w:pPr>
      <w:numPr>
        <w:numId w:val="5"/>
      </w:numPr>
    </w:pPr>
  </w:style>
  <w:style w:type="paragraph" w:customStyle="1" w:styleId="4Zitat">
    <w:name w:val="* 4 Zitat"/>
    <w:basedOn w:val="1Standardflietext"/>
    <w:next w:val="1Standardflietext"/>
    <w:rsid w:val="00E96370"/>
    <w:pPr>
      <w:pBdr>
        <w:top w:val="double" w:sz="4" w:space="1" w:color="808080"/>
        <w:left w:val="double" w:sz="4" w:space="4" w:color="808080"/>
        <w:bottom w:val="double" w:sz="4" w:space="1" w:color="808080"/>
        <w:right w:val="double" w:sz="4" w:space="4" w:color="808080"/>
      </w:pBdr>
      <w:ind w:left="113" w:right="113"/>
    </w:pPr>
  </w:style>
  <w:style w:type="paragraph" w:customStyle="1" w:styleId="7Quelle">
    <w:name w:val="* 7 Quelle"/>
    <w:basedOn w:val="1Standardflietext"/>
    <w:next w:val="1Standardflietext"/>
    <w:rsid w:val="000F7CB4"/>
    <w:pPr>
      <w:spacing w:before="60"/>
      <w:jc w:val="right"/>
    </w:pPr>
    <w:rPr>
      <w:i/>
      <w:sz w:val="18"/>
    </w:rPr>
  </w:style>
  <w:style w:type="paragraph" w:customStyle="1" w:styleId="2ListeSymbol">
    <w:name w:val="* 2 Liste_Symbol"/>
    <w:basedOn w:val="1Standardflietext"/>
    <w:rsid w:val="007A0DF3"/>
    <w:pPr>
      <w:numPr>
        <w:numId w:val="3"/>
      </w:numPr>
    </w:pPr>
  </w:style>
  <w:style w:type="paragraph" w:customStyle="1" w:styleId="RahmenFuzeile">
    <w:name w:val="* Rahmen Fußzeile"/>
    <w:basedOn w:val="1Standardflietext"/>
    <w:rsid w:val="00BE6C78"/>
    <w:pPr>
      <w:spacing w:before="60" w:after="0" w:line="200" w:lineRule="exact"/>
    </w:pPr>
    <w:rPr>
      <w:sz w:val="16"/>
    </w:rPr>
  </w:style>
  <w:style w:type="character" w:customStyle="1" w:styleId="3Schreiblinie">
    <w:name w:val="* 3 Schreiblinie"/>
    <w:rsid w:val="003524B3"/>
    <w:rPr>
      <w:u w:val="single" w:color="808080"/>
    </w:rPr>
  </w:style>
  <w:style w:type="table" w:customStyle="1" w:styleId="5Tabelle">
    <w:name w:val="* 5 Tabelle"/>
    <w:basedOn w:val="NormaleTabelle"/>
    <w:rsid w:val="00311278"/>
    <w:pPr>
      <w:spacing w:before="60" w:after="60" w:line="240" w:lineRule="exact"/>
    </w:pPr>
    <w:rPr>
      <w:rFonts w:ascii="Arial" w:hAnsi="Arial"/>
    </w:rPr>
    <w:tblPr>
      <w:tblInd w:w="57"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57" w:type="dxa"/>
        <w:right w:w="57" w:type="dxa"/>
      </w:tblCellMar>
    </w:tblPr>
  </w:style>
  <w:style w:type="paragraph" w:customStyle="1" w:styleId="RahmenKopfzeilelinks">
    <w:name w:val="* Rahmen Kopfzeile_links"/>
    <w:basedOn w:val="1Standardflietext"/>
    <w:next w:val="1Standardflietext"/>
    <w:link w:val="RahmenKopfzeilelinksZchnZchn"/>
    <w:rsid w:val="00E66908"/>
    <w:pPr>
      <w:spacing w:after="0" w:line="360" w:lineRule="exact"/>
      <w:ind w:left="-170"/>
    </w:pPr>
    <w:rPr>
      <w:rFonts w:ascii="Verdana" w:hAnsi="Verdana"/>
      <w:b/>
      <w:color w:val="808080"/>
      <w:sz w:val="22"/>
      <w:szCs w:val="24"/>
    </w:rPr>
  </w:style>
  <w:style w:type="character" w:customStyle="1" w:styleId="RahmenKopfzeilelinksZchnZchn">
    <w:name w:val="* Rahmen Kopfzeile_links Zchn Zchn"/>
    <w:link w:val="RahmenKopfzeilelinks"/>
    <w:rsid w:val="00E66908"/>
    <w:rPr>
      <w:rFonts w:ascii="Verdana" w:hAnsi="Verdana"/>
      <w:b/>
      <w:color w:val="808080"/>
      <w:sz w:val="22"/>
      <w:szCs w:val="24"/>
    </w:rPr>
  </w:style>
  <w:style w:type="paragraph" w:customStyle="1" w:styleId="RahmenKopfzeilerechts">
    <w:name w:val="* Rahmen Kopfzeile_rechts"/>
    <w:basedOn w:val="1Standardflietext"/>
    <w:next w:val="1Standardflietext"/>
    <w:link w:val="RahmenKopfzeilerechtsZchnZchn"/>
    <w:rsid w:val="00D02F67"/>
    <w:pPr>
      <w:autoSpaceDE w:val="0"/>
      <w:autoSpaceDN w:val="0"/>
      <w:adjustRightInd w:val="0"/>
      <w:spacing w:after="0" w:line="360" w:lineRule="exact"/>
      <w:ind w:right="-142"/>
      <w:jc w:val="right"/>
    </w:pPr>
    <w:rPr>
      <w:rFonts w:ascii="Verdana" w:hAnsi="Verdana"/>
      <w:i/>
      <w:color w:val="000000"/>
      <w:sz w:val="22"/>
      <w:szCs w:val="30"/>
    </w:rPr>
  </w:style>
  <w:style w:type="character" w:customStyle="1" w:styleId="RahmenKopfzeilerechtsZchnZchn">
    <w:name w:val="* Rahmen Kopfzeile_rechts Zchn Zchn"/>
    <w:link w:val="RahmenKopfzeilerechts"/>
    <w:rsid w:val="00D02F67"/>
    <w:rPr>
      <w:rFonts w:ascii="Verdana" w:hAnsi="Verdana"/>
      <w:i/>
      <w:color w:val="000000"/>
      <w:sz w:val="22"/>
      <w:szCs w:val="30"/>
    </w:rPr>
  </w:style>
  <w:style w:type="paragraph" w:customStyle="1" w:styleId="2Nummerierungalphabetischgross">
    <w:name w:val="* 2 Nummerierung_alphabetisch_gross"/>
    <w:basedOn w:val="2Nummerierungalphabetischklein"/>
    <w:rsid w:val="00E3649D"/>
    <w:pPr>
      <w:numPr>
        <w:numId w:val="8"/>
      </w:numPr>
    </w:pPr>
    <w:rPr>
      <w:lang w:val="en-GB"/>
    </w:rPr>
  </w:style>
  <w:style w:type="character" w:customStyle="1" w:styleId="1fett">
    <w:name w:val="* 1 fett"/>
    <w:rsid w:val="00496EA9"/>
    <w:rPr>
      <w:b/>
    </w:rPr>
  </w:style>
  <w:style w:type="character" w:customStyle="1" w:styleId="1unterstrichen">
    <w:name w:val="* 1 unterstrichen"/>
    <w:rsid w:val="00496EA9"/>
    <w:rPr>
      <w:u w:val="single"/>
    </w:rPr>
  </w:style>
  <w:style w:type="character" w:customStyle="1" w:styleId="1kursiv">
    <w:name w:val="* 1 kursiv"/>
    <w:rsid w:val="00496EA9"/>
    <w:rPr>
      <w:i/>
    </w:rPr>
  </w:style>
  <w:style w:type="character" w:customStyle="1" w:styleId="1Markierung">
    <w:name w:val="* 1 Markierung"/>
    <w:rsid w:val="00356A49"/>
    <w:rPr>
      <w:i/>
      <w:color w:val="FF00FF"/>
    </w:rPr>
  </w:style>
  <w:style w:type="character" w:customStyle="1" w:styleId="3Lsung">
    <w:name w:val="* 3 Lösung"/>
    <w:rsid w:val="00A37CDA"/>
    <w:rPr>
      <w:rFonts w:ascii="Comic Sans MS" w:hAnsi="Comic Sans MS"/>
      <w:b/>
      <w:color w:val="808080"/>
      <w:spacing w:val="20"/>
      <w:sz w:val="22"/>
      <w:szCs w:val="22"/>
      <w:u w:val="single" w:color="808080"/>
    </w:rPr>
  </w:style>
  <w:style w:type="character" w:customStyle="1" w:styleId="RahmenSymbol">
    <w:name w:val="* Rahmen Symbol"/>
    <w:rsid w:val="0076191E"/>
    <w:rPr>
      <w:rFonts w:ascii="Webdings" w:hAnsi="Webdings" w:cs="Verdana"/>
    </w:rPr>
  </w:style>
  <w:style w:type="paragraph" w:customStyle="1" w:styleId="8Dialog">
    <w:name w:val="* 8 Dialog"/>
    <w:basedOn w:val="1Standardflietext"/>
    <w:rsid w:val="00934AB7"/>
    <w:pPr>
      <w:tabs>
        <w:tab w:val="left" w:pos="284"/>
      </w:tabs>
      <w:spacing w:line="400" w:lineRule="exact"/>
      <w:ind w:left="454" w:hanging="454"/>
    </w:pPr>
  </w:style>
  <w:style w:type="paragraph" w:styleId="Fuzeile">
    <w:name w:val="footer"/>
    <w:basedOn w:val="Standard"/>
    <w:semiHidden/>
    <w:rsid w:val="003E29FB"/>
    <w:pPr>
      <w:tabs>
        <w:tab w:val="center" w:pos="4536"/>
        <w:tab w:val="right" w:pos="9072"/>
      </w:tabs>
    </w:pPr>
  </w:style>
  <w:style w:type="paragraph" w:styleId="Dokumentstruktur">
    <w:name w:val="Document Map"/>
    <w:basedOn w:val="Standard"/>
    <w:link w:val="DokumentstrukturZchn"/>
    <w:semiHidden/>
    <w:rsid w:val="0057045C"/>
    <w:rPr>
      <w:rFonts w:ascii="Tahoma" w:hAnsi="Tahoma" w:cs="Tahoma"/>
      <w:sz w:val="16"/>
      <w:szCs w:val="16"/>
    </w:rPr>
  </w:style>
  <w:style w:type="character" w:customStyle="1" w:styleId="DokumentstrukturZchn">
    <w:name w:val="Dokumentstruktur Zchn"/>
    <w:link w:val="Dokumentstruktur"/>
    <w:semiHidden/>
    <w:rsid w:val="0057045C"/>
    <w:rPr>
      <w:rFonts w:ascii="Tahoma" w:hAnsi="Tahoma" w:cs="Tahoma"/>
      <w:sz w:val="16"/>
      <w:szCs w:val="16"/>
    </w:rPr>
  </w:style>
  <w:style w:type="character" w:customStyle="1" w:styleId="3Handschrift">
    <w:name w:val="* 3 Handschrift"/>
    <w:qFormat/>
    <w:rsid w:val="00454670"/>
    <w:rPr>
      <w:rFonts w:ascii="Comic Sans MS" w:hAnsi="Comic Sans MS"/>
      <w:b/>
      <w:color w:val="808080"/>
      <w:spacing w:val="20"/>
      <w:sz w:val="22"/>
      <w:szCs w:val="22"/>
      <w:u w:val="none" w:color="808080"/>
    </w:rPr>
  </w:style>
  <w:style w:type="paragraph" w:customStyle="1" w:styleId="RahmenLogo-Schriftzug">
    <w:name w:val="* Rahmen Logo-Schriftzug"/>
    <w:basedOn w:val="Standard"/>
    <w:rsid w:val="00394D98"/>
    <w:pPr>
      <w:ind w:left="-142" w:right="-142"/>
      <w:jc w:val="center"/>
    </w:pPr>
    <w:rPr>
      <w:rFonts w:cs="Arial"/>
      <w:sz w:val="36"/>
      <w:szCs w:val="40"/>
      <w:lang w:val="it-IT"/>
    </w:rPr>
  </w:style>
  <w:style w:type="paragraph" w:customStyle="1" w:styleId="1StandardflietextgrosserAbstand">
    <w:name w:val="* 1 Standardfließtext_grosser Abstand"/>
    <w:basedOn w:val="1Standardflietext"/>
    <w:rsid w:val="008D2CDD"/>
    <w:pPr>
      <w:spacing w:line="360" w:lineRule="exact"/>
    </w:pPr>
  </w:style>
  <w:style w:type="paragraph" w:customStyle="1" w:styleId="2Liste">
    <w:name w:val="* 2 Liste +"/>
    <w:basedOn w:val="2Liste0"/>
    <w:qFormat/>
    <w:rsid w:val="00245F29"/>
    <w:pPr>
      <w:numPr>
        <w:numId w:val="25"/>
      </w:numPr>
      <w:tabs>
        <w:tab w:val="left" w:pos="340"/>
      </w:tabs>
      <w:ind w:left="340" w:hanging="3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header" w:semiHidden="0"/>
    <w:lsdException w:name="footer" w:semiHidden="0"/>
    <w:lsdException w:name="caption" w:unhideWhenUsed="1" w:qFormat="1"/>
    <w:lsdException w:name="Title" w:semiHidden="0" w:qFormat="1"/>
    <w:lsdException w:name="Default Paragraph Font" w:semiHidden="0"/>
    <w:lsdException w:name="Subtitle" w:semiHidden="0" w:qFormat="1"/>
    <w:lsdException w:name="Hyperlink" w:semiHidden="0"/>
    <w:lsdException w:name="Strong" w:semiHidden="0" w:qFormat="1"/>
    <w:lsdException w:name="Emphasis" w:semiHidden="0" w:qFormat="1"/>
    <w:lsdException w:name="HTML Top of Form" w:semiHidden="0"/>
    <w:lsdException w:name="HTML Bottom of Form" w:semiHidden="0"/>
    <w:lsdException w:name="Normal Table" w:semiHidden="0"/>
    <w:lsdException w:name="No List" w:semiHidden="0"/>
    <w:lsdException w:name="Outline List 1" w:semiHidden="0"/>
    <w:lsdException w:name="Outline List 2" w:semiHidden="0"/>
    <w:lsdException w:name="Outline List 3" w:semiHidden="0"/>
    <w:lsdException w:name="Table Simple 1" w:semiHidden="0"/>
    <w:lsdException w:name="Table Simple 2" w:semiHidden="0"/>
    <w:lsdException w:name="Table Simple 3" w:semiHidden="0"/>
    <w:lsdException w:name="Table Classic 1" w:semiHidden="0"/>
    <w:lsdException w:name="Table Classic 2" w:semiHidden="0"/>
    <w:lsdException w:name="Table Classic 3" w:semiHidden="0"/>
    <w:lsdException w:name="Table Classic 4" w:semiHidden="0"/>
    <w:lsdException w:name="Table Colorful 1" w:semiHidden="0"/>
    <w:lsdException w:name="Table Colorful 2" w:semiHidden="0"/>
    <w:lsdException w:name="Table Colorful 3" w:semiHidden="0"/>
    <w:lsdException w:name="Table Columns 1" w:semiHidden="0"/>
    <w:lsdException w:name="Table Columns 2" w:semiHidden="0"/>
    <w:lsdException w:name="Table Columns 3" w:semiHidden="0"/>
    <w:lsdException w:name="Table Columns 4" w:semiHidden="0"/>
    <w:lsdException w:name="Table Columns 5" w:semiHidden="0"/>
    <w:lsdException w:name="Table Grid 1" w:semiHidden="0"/>
    <w:lsdException w:name="Table Grid 2" w:semiHidden="0"/>
    <w:lsdException w:name="Table Grid 3" w:semiHidden="0"/>
    <w:lsdException w:name="Table Grid 4" w:semiHidden="0"/>
    <w:lsdException w:name="Table Grid 5" w:semiHidden="0"/>
    <w:lsdException w:name="Table Grid 6" w:semiHidden="0"/>
    <w:lsdException w:name="Table Grid 7" w:semiHidden="0"/>
    <w:lsdException w:name="Table Grid 8" w:semiHidden="0"/>
    <w:lsdException w:name="Table List 1" w:semiHidden="0"/>
    <w:lsdException w:name="Table List 2" w:semiHidden="0"/>
    <w:lsdException w:name="Table List 3" w:semiHidden="0"/>
    <w:lsdException w:name="Table List 4" w:semiHidden="0"/>
    <w:lsdException w:name="Table List 5" w:semiHidden="0"/>
    <w:lsdException w:name="Table List 6" w:semiHidden="0"/>
    <w:lsdException w:name="Table List 7" w:semiHidden="0"/>
    <w:lsdException w:name="Table List 8" w:semiHidden="0"/>
    <w:lsdException w:name="Table 3D effects 1" w:semiHidden="0"/>
    <w:lsdException w:name="Table 3D effects 2" w:semiHidden="0"/>
    <w:lsdException w:name="Table 3D effects 3" w:semiHidden="0"/>
    <w:lsdException w:name="Table Contemporary" w:semiHidden="0"/>
    <w:lsdException w:name="Table Elegant" w:semiHidden="0"/>
    <w:lsdException w:name="Table Professional" w:semiHidden="0"/>
    <w:lsdException w:name="Table Subtle 1" w:semiHidden="0"/>
    <w:lsdException w:name="Table Subtle 2" w:semiHidden="0"/>
    <w:lsdException w:name="Table Web 1" w:semiHidden="0"/>
    <w:lsdException w:name="Table Web 2" w:semiHidden="0"/>
    <w:lsdException w:name="Table Web 3" w:semiHidden="0"/>
    <w:lsdException w:name="Balloon Text" w:semiHidden="0"/>
    <w:lsdException w:name="Table Grid" w:semiHidden="0"/>
    <w:lsdException w:name="Table Theme" w:semiHidden="0"/>
    <w:lsdException w:name="Placeholder Text" w:uiPriority="67" w:unhideWhenUsed="1"/>
    <w:lsdException w:name="No Spacing" w:uiPriority="68" w:unhideWhenUsed="1"/>
    <w:lsdException w:name="Light Shading" w:uiPriority="69" w:unhideWhenUsed="1"/>
    <w:lsdException w:name="Light List" w:uiPriority="70" w:unhideWhenUsed="1"/>
    <w:lsdException w:name="Light Grid" w:uiPriority="71" w:unhideWhenUsed="1"/>
    <w:lsdException w:name="Medium Shading 1" w:uiPriority="72" w:unhideWhenUsed="1"/>
    <w:lsdException w:name="Medium Shading 2" w:uiPriority="73" w:unhideWhenUsed="1"/>
    <w:lsdException w:name="Medium List 1" w:uiPriority="60" w:unhideWhenUsed="1"/>
    <w:lsdException w:name="Medium List 2" w:uiPriority="61" w:unhideWhenUsed="1"/>
    <w:lsdException w:name="Medium Grid 1" w:uiPriority="62" w:unhideWhenUsed="1"/>
    <w:lsdException w:name="Medium Grid 2" w:uiPriority="63" w:unhideWhenUsed="1"/>
    <w:lsdException w:name="Medium Grid 3" w:uiPriority="64" w:unhideWhenUsed="1"/>
    <w:lsdException w:name="Dark List" w:uiPriority="65" w:unhideWhenUsed="1"/>
    <w:lsdException w:name="Colorful Shading" w:uiPriority="99"/>
    <w:lsdException w:name="Colorful List" w:semiHidden="0" w:uiPriority="34" w:qFormat="1"/>
    <w:lsdException w:name="Colorful Grid" w:semiHidden="0" w:uiPriority="29" w:qFormat="1"/>
    <w:lsdException w:name="Light Shading Accent 1" w:semiHidden="0" w:uiPriority="30" w:qFormat="1"/>
    <w:lsdException w:name="Light List Accent 1" w:uiPriority="66" w:unhideWhenUsed="1"/>
    <w:lsdException w:name="Light Grid Accent 1" w:uiPriority="67" w:unhideWhenUsed="1"/>
    <w:lsdException w:name="Medium Shading 1 Accent 1" w:uiPriority="68" w:unhideWhenUsed="1"/>
    <w:lsdException w:name="Medium Shading 2 Accent 1" w:uiPriority="69" w:unhideWhenUsed="1"/>
    <w:lsdException w:name="Medium List 1 Accent 1" w:uiPriority="70" w:unhideWhenUsed="1"/>
    <w:lsdException w:name="Revision" w:uiPriority="71" w:unhideWhenUsed="1"/>
    <w:lsdException w:name="List Paragraph" w:uiPriority="72" w:unhideWhenUsed="1"/>
    <w:lsdException w:name="Quote" w:uiPriority="73" w:unhideWhenUsed="1"/>
    <w:lsdException w:name="Intense Quote" w:uiPriority="60" w:unhideWhenUsed="1"/>
    <w:lsdException w:name="Medium List 2 Accent 1" w:uiPriority="61" w:unhideWhenUsed="1"/>
    <w:lsdException w:name="Medium Grid 1 Accent 1" w:uiPriority="62" w:unhideWhenUsed="1"/>
    <w:lsdException w:name="Medium Grid 2 Accent 1" w:uiPriority="63" w:unhideWhenUsed="1"/>
    <w:lsdException w:name="Medium Grid 3 Accent 1" w:uiPriority="64" w:unhideWhenUsed="1"/>
    <w:lsdException w:name="Dark List Accent 1" w:uiPriority="65" w:unhideWhenUsed="1"/>
    <w:lsdException w:name="Colorful Shading Accent 1" w:uiPriority="66" w:unhideWhenUsed="1"/>
    <w:lsdException w:name="Colorful List Accent 1" w:uiPriority="67" w:unhideWhenUsed="1"/>
    <w:lsdException w:name="Colorful Grid Accent 1" w:uiPriority="68" w:unhideWhenUsed="1"/>
    <w:lsdException w:name="Light Shading Accent 2" w:uiPriority="69" w:unhideWhenUsed="1"/>
    <w:lsdException w:name="Light List Accent 2" w:uiPriority="70" w:unhideWhenUsed="1"/>
    <w:lsdException w:name="Light Grid Accent 2" w:uiPriority="71" w:unhideWhenUsed="1"/>
    <w:lsdException w:name="Medium Shading 1 Accent 2" w:uiPriority="72" w:unhideWhenUsed="1"/>
    <w:lsdException w:name="Medium Shading 2 Accent 2" w:uiPriority="73" w:unhideWhenUsed="1"/>
    <w:lsdException w:name="Medium List 1 Accent 2" w:uiPriority="60" w:unhideWhenUsed="1"/>
    <w:lsdException w:name="Medium List 2 Accent 2" w:uiPriority="61" w:unhideWhenUsed="1"/>
    <w:lsdException w:name="Medium Grid 1 Accent 2" w:uiPriority="62" w:unhideWhenUsed="1"/>
    <w:lsdException w:name="Medium Grid 2 Accent 2" w:uiPriority="63" w:unhideWhenUsed="1"/>
    <w:lsdException w:name="Medium Grid 3 Accent 2" w:uiPriority="64" w:unhideWhenUsed="1"/>
    <w:lsdException w:name="Dark List Accent 2" w:uiPriority="65" w:unhideWhenUsed="1"/>
    <w:lsdException w:name="Colorful Shading Accent 2" w:uiPriority="66" w:unhideWhenUsed="1"/>
    <w:lsdException w:name="Colorful List Accent 2" w:uiPriority="67" w:unhideWhenUsed="1"/>
    <w:lsdException w:name="Colorful Grid Accent 2" w:uiPriority="68" w:unhideWhenUsed="1"/>
    <w:lsdException w:name="Light Shading Accent 3" w:uiPriority="69" w:unhideWhenUsed="1"/>
    <w:lsdException w:name="Light List Accent 3" w:uiPriority="70" w:unhideWhenUsed="1"/>
    <w:lsdException w:name="Light Grid Accent 3" w:uiPriority="71" w:unhideWhenUsed="1"/>
    <w:lsdException w:name="Medium Shading 1 Accent 3" w:uiPriority="72" w:unhideWhenUsed="1"/>
    <w:lsdException w:name="Medium Shading 2 Accent 3" w:uiPriority="73" w:unhideWhenUsed="1"/>
    <w:lsdException w:name="Medium List 1 Accent 3" w:uiPriority="60" w:unhideWhenUsed="1"/>
    <w:lsdException w:name="Medium List 2 Accent 3" w:uiPriority="61" w:unhideWhenUsed="1"/>
    <w:lsdException w:name="Medium Grid 1 Accent 3" w:uiPriority="62" w:unhideWhenUsed="1"/>
    <w:lsdException w:name="Medium Grid 2 Accent 3" w:uiPriority="63" w:unhideWhenUsed="1"/>
    <w:lsdException w:name="Medium Grid 3 Accent 3" w:uiPriority="64" w:unhideWhenUsed="1"/>
    <w:lsdException w:name="Dark List Accent 3" w:uiPriority="65" w:unhideWhenUsed="1"/>
    <w:lsdException w:name="Colorful Shading Accent 3" w:uiPriority="66" w:unhideWhenUsed="1"/>
    <w:lsdException w:name="Colorful List Accent 3" w:uiPriority="67" w:unhideWhenUsed="1"/>
    <w:lsdException w:name="Colorful Grid Accent 3" w:uiPriority="68" w:unhideWhenUsed="1"/>
    <w:lsdException w:name="Light Shading Accent 4" w:uiPriority="69" w:unhideWhenUsed="1"/>
    <w:lsdException w:name="Light List Accent 4" w:uiPriority="70" w:unhideWhenUsed="1"/>
    <w:lsdException w:name="Light Grid Accent 4" w:uiPriority="71" w:unhideWhenUsed="1"/>
    <w:lsdException w:name="Medium Shading 1 Accent 4" w:uiPriority="72" w:unhideWhenUsed="1"/>
    <w:lsdException w:name="Medium Shading 2 Accent 4" w:uiPriority="73" w:unhideWhenUsed="1"/>
    <w:lsdException w:name="Medium List 1 Accent 4" w:uiPriority="60" w:unhideWhenUsed="1"/>
    <w:lsdException w:name="Medium List 2 Accent 4" w:uiPriority="61" w:unhideWhenUsed="1"/>
    <w:lsdException w:name="Medium Grid 1 Accent 4" w:uiPriority="62" w:unhideWhenUsed="1"/>
    <w:lsdException w:name="Medium Grid 2 Accent 4" w:uiPriority="63" w:unhideWhenUsed="1"/>
    <w:lsdException w:name="Medium Grid 3 Accent 4" w:uiPriority="64" w:unhideWhenUsed="1"/>
    <w:lsdException w:name="Dark List Accent 4" w:uiPriority="65" w:unhideWhenUsed="1"/>
    <w:lsdException w:name="Colorful Shading Accent 4" w:uiPriority="66" w:unhideWhenUsed="1"/>
    <w:lsdException w:name="Colorful List Accent 4" w:uiPriority="67" w:unhideWhenUsed="1"/>
    <w:lsdException w:name="Colorful Grid Accent 4" w:uiPriority="68" w:unhideWhenUsed="1"/>
    <w:lsdException w:name="Light Shading Accent 5" w:uiPriority="69" w:unhideWhenUsed="1"/>
    <w:lsdException w:name="Light List Accent 5" w:uiPriority="70" w:unhideWhenUsed="1"/>
    <w:lsdException w:name="Light Grid Accent 5" w:uiPriority="71" w:unhideWhenUsed="1"/>
    <w:lsdException w:name="Medium Shading 1 Accent 5" w:uiPriority="72" w:unhideWhenUsed="1"/>
    <w:lsdException w:name="Medium Shading 2 Accent 5" w:uiPriority="73" w:unhideWhenUsed="1"/>
    <w:lsdException w:name="Medium List 1 Accent 5" w:uiPriority="60" w:unhideWhenUsed="1"/>
    <w:lsdException w:name="Medium List 2 Accent 5" w:uiPriority="61" w:unhideWhenUsed="1"/>
    <w:lsdException w:name="Medium Grid 1 Accent 5" w:uiPriority="62" w:unhideWhenUsed="1"/>
    <w:lsdException w:name="Medium Grid 2 Accent 5" w:uiPriority="63" w:unhideWhenUsed="1"/>
    <w:lsdException w:name="Medium Grid 3 Accent 5" w:uiPriority="64" w:unhideWhenUsed="1"/>
    <w:lsdException w:name="Dark List Accent 5" w:uiPriority="65" w:unhideWhenUsed="1"/>
    <w:lsdException w:name="Colorful Shading Accent 5" w:uiPriority="66" w:unhideWhenUsed="1"/>
    <w:lsdException w:name="Colorful List Accent 5" w:uiPriority="67" w:unhideWhenUsed="1"/>
    <w:lsdException w:name="Colorful Grid Accent 5" w:uiPriority="68" w:unhideWhenUsed="1"/>
    <w:lsdException w:name="Light Shading Accent 6" w:uiPriority="69" w:unhideWhenUsed="1"/>
    <w:lsdException w:name="Light List Accent 6" w:uiPriority="70" w:unhideWhenUsed="1"/>
    <w:lsdException w:name="Light Grid Accent 6" w:uiPriority="71" w:unhideWhenUsed="1"/>
    <w:lsdException w:name="Medium Shading 1 Accent 6" w:uiPriority="72" w:unhideWhenUsed="1"/>
    <w:lsdException w:name="Medium Shading 2 Accent 6" w:uiPriority="73" w:unhideWhenUsed="1"/>
    <w:lsdException w:name="Medium List 1 Accent 6" w:semiHidden="0" w:uiPriority="19" w:qFormat="1"/>
    <w:lsdException w:name="Medium List 2 Accent 6" w:semiHidden="0" w:uiPriority="21" w:qFormat="1"/>
    <w:lsdException w:name="Medium Grid 1 Accent 6" w:semiHidden="0" w:uiPriority="31" w:qFormat="1"/>
    <w:lsdException w:name="Medium Grid 2 Accent 6" w:semiHidden="0" w:uiPriority="32" w:qFormat="1"/>
    <w:lsdException w:name="Medium Grid 3 Accent 6" w:semiHidden="0" w:uiPriority="33" w:qFormat="1"/>
    <w:lsdException w:name="Dark List Accent 6" w:uiPriority="37" w:unhideWhenUsed="1"/>
    <w:lsdException w:name="Colorful Shading Accent 6" w:uiPriority="39" w:unhideWhenUsed="1" w:qFormat="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Standard">
    <w:name w:val="Normal"/>
    <w:qFormat/>
    <w:rsid w:val="005F6FCA"/>
    <w:pPr>
      <w:spacing w:after="60" w:line="266" w:lineRule="auto"/>
    </w:pPr>
    <w:rPr>
      <w:rFonts w:ascii="Arial" w:hAnsi="Arial"/>
      <w:szCs w:val="24"/>
    </w:rPr>
  </w:style>
  <w:style w:type="paragraph" w:styleId="berschrift1">
    <w:name w:val="heading 1"/>
    <w:basedOn w:val="0berschrift1"/>
    <w:next w:val="Standard"/>
    <w:qFormat/>
    <w:rsid w:val="0076407F"/>
    <w:pPr>
      <w:numPr>
        <w:numId w:val="7"/>
      </w:numPr>
      <w:outlineLvl w:val="0"/>
    </w:pPr>
  </w:style>
  <w:style w:type="paragraph" w:styleId="berschrift2">
    <w:name w:val="heading 2"/>
    <w:basedOn w:val="0berschrift2"/>
    <w:next w:val="Standard"/>
    <w:qFormat/>
    <w:rsid w:val="0076407F"/>
    <w:pPr>
      <w:numPr>
        <w:ilvl w:val="1"/>
        <w:numId w:val="7"/>
      </w:numPr>
      <w:outlineLvl w:val="1"/>
    </w:pPr>
  </w:style>
  <w:style w:type="paragraph" w:styleId="berschrift3">
    <w:name w:val="heading 3"/>
    <w:basedOn w:val="0berschrift3"/>
    <w:next w:val="Standard"/>
    <w:qFormat/>
    <w:rsid w:val="0076407F"/>
    <w:pPr>
      <w:numPr>
        <w:ilvl w:val="2"/>
        <w:numId w:val="7"/>
      </w:numPr>
      <w:outlineLvl w:val="2"/>
    </w:pPr>
  </w:style>
  <w:style w:type="paragraph" w:styleId="berschrift4">
    <w:name w:val="heading 4"/>
    <w:basedOn w:val="Standard"/>
    <w:next w:val="Standard"/>
    <w:qFormat/>
    <w:rsid w:val="00161CAE"/>
    <w:pPr>
      <w:numPr>
        <w:ilvl w:val="3"/>
        <w:numId w:val="7"/>
      </w:numPr>
      <w:spacing w:line="240" w:lineRule="exact"/>
      <w:outlineLvl w:val="3"/>
    </w:pPr>
    <w:rPr>
      <w:rFonts w:cs="Arial"/>
      <w:i/>
      <w:szCs w:val="20"/>
      <w:lang w:val="en-GB"/>
    </w:rPr>
  </w:style>
  <w:style w:type="paragraph" w:styleId="berschrift5">
    <w:name w:val="heading 5"/>
    <w:basedOn w:val="Standard"/>
    <w:next w:val="Standard"/>
    <w:link w:val="berschrift5Zchn"/>
    <w:qFormat/>
    <w:rsid w:val="00956EF2"/>
    <w:pPr>
      <w:numPr>
        <w:ilvl w:val="4"/>
        <w:numId w:val="7"/>
      </w:numPr>
      <w:spacing w:before="240"/>
      <w:outlineLvl w:val="4"/>
    </w:pPr>
    <w:rPr>
      <w:rFonts w:ascii="Calibri" w:hAnsi="Calibri"/>
      <w:b/>
      <w:bCs/>
      <w:i/>
      <w:iCs/>
      <w:sz w:val="26"/>
      <w:szCs w:val="26"/>
    </w:rPr>
  </w:style>
  <w:style w:type="paragraph" w:styleId="berschrift6">
    <w:name w:val="heading 6"/>
    <w:basedOn w:val="Standard"/>
    <w:next w:val="Standard"/>
    <w:link w:val="berschrift6Zchn"/>
    <w:qFormat/>
    <w:rsid w:val="00956EF2"/>
    <w:pPr>
      <w:numPr>
        <w:ilvl w:val="5"/>
        <w:numId w:val="7"/>
      </w:numPr>
      <w:spacing w:before="240"/>
      <w:outlineLvl w:val="5"/>
    </w:pPr>
    <w:rPr>
      <w:rFonts w:ascii="Calibri" w:hAnsi="Calibri"/>
      <w:b/>
      <w:bCs/>
      <w:sz w:val="22"/>
      <w:szCs w:val="22"/>
    </w:rPr>
  </w:style>
  <w:style w:type="paragraph" w:styleId="berschrift7">
    <w:name w:val="heading 7"/>
    <w:basedOn w:val="Standard"/>
    <w:next w:val="Standard"/>
    <w:link w:val="berschrift7Zchn"/>
    <w:qFormat/>
    <w:rsid w:val="00956EF2"/>
    <w:pPr>
      <w:numPr>
        <w:ilvl w:val="6"/>
        <w:numId w:val="7"/>
      </w:numPr>
      <w:spacing w:before="240"/>
      <w:outlineLvl w:val="6"/>
    </w:pPr>
    <w:rPr>
      <w:rFonts w:ascii="Calibri" w:hAnsi="Calibri"/>
      <w:sz w:val="24"/>
    </w:rPr>
  </w:style>
  <w:style w:type="paragraph" w:styleId="berschrift8">
    <w:name w:val="heading 8"/>
    <w:basedOn w:val="Standard"/>
    <w:next w:val="Standard"/>
    <w:link w:val="berschrift8Zchn"/>
    <w:qFormat/>
    <w:rsid w:val="00956EF2"/>
    <w:pPr>
      <w:numPr>
        <w:ilvl w:val="7"/>
        <w:numId w:val="7"/>
      </w:numPr>
      <w:spacing w:before="240"/>
      <w:outlineLvl w:val="7"/>
    </w:pPr>
    <w:rPr>
      <w:rFonts w:ascii="Calibri" w:hAnsi="Calibri"/>
      <w:i/>
      <w:iCs/>
      <w:sz w:val="24"/>
    </w:rPr>
  </w:style>
  <w:style w:type="paragraph" w:styleId="berschrift9">
    <w:name w:val="heading 9"/>
    <w:basedOn w:val="Standard"/>
    <w:next w:val="Standard"/>
    <w:link w:val="berschrift9Zchn"/>
    <w:qFormat/>
    <w:rsid w:val="00956EF2"/>
    <w:pPr>
      <w:numPr>
        <w:ilvl w:val="8"/>
        <w:numId w:val="7"/>
      </w:numPr>
      <w:spacing w:before="240"/>
      <w:outlineLvl w:val="8"/>
    </w:pPr>
    <w:rPr>
      <w:rFonts w:ascii="Cambria" w:hAnsi="Cambria"/>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0berschrift1">
    <w:name w:val="* 0 Überschrift 1"/>
    <w:basedOn w:val="1Standardflietext"/>
    <w:next w:val="1Standardflietext"/>
    <w:link w:val="0berschrift1ZchnZchn"/>
    <w:rsid w:val="00FB6AB2"/>
    <w:pPr>
      <w:spacing w:after="240"/>
    </w:pPr>
    <w:rPr>
      <w:b/>
      <w:sz w:val="22"/>
    </w:rPr>
  </w:style>
  <w:style w:type="paragraph" w:customStyle="1" w:styleId="1Standardflietext">
    <w:name w:val="* 1 Standardfließtext"/>
    <w:basedOn w:val="Standard"/>
    <w:link w:val="1StandardflietextZchnZchn"/>
    <w:qFormat/>
    <w:rsid w:val="001674F1"/>
    <w:pPr>
      <w:spacing w:line="240" w:lineRule="exact"/>
    </w:pPr>
    <w:rPr>
      <w:szCs w:val="20"/>
    </w:rPr>
  </w:style>
  <w:style w:type="character" w:customStyle="1" w:styleId="1StandardflietextZchnZchn">
    <w:name w:val="* 1 Standardfließtext Zchn Zchn"/>
    <w:link w:val="1Standardflietext"/>
    <w:rsid w:val="001674F1"/>
    <w:rPr>
      <w:rFonts w:ascii="Arial" w:hAnsi="Arial"/>
      <w:lang w:val="de-DE" w:eastAsia="de-DE" w:bidi="ar-SA"/>
    </w:rPr>
  </w:style>
  <w:style w:type="character" w:customStyle="1" w:styleId="0berschrift1ZchnZchn">
    <w:name w:val="* 0 Überschrift 1 Zchn Zchn"/>
    <w:link w:val="0berschrift1"/>
    <w:rsid w:val="00FB6AB2"/>
    <w:rPr>
      <w:rFonts w:ascii="Arial" w:hAnsi="Arial"/>
      <w:b/>
      <w:sz w:val="22"/>
      <w:lang w:val="de-DE" w:eastAsia="de-DE" w:bidi="ar-SA"/>
    </w:rPr>
  </w:style>
  <w:style w:type="paragraph" w:customStyle="1" w:styleId="0berschrift2">
    <w:name w:val="* 0 Überschrift 2"/>
    <w:basedOn w:val="1Standardflietext"/>
    <w:next w:val="1Standardflietext"/>
    <w:rsid w:val="000F7CB4"/>
    <w:pPr>
      <w:spacing w:after="240"/>
    </w:pPr>
    <w:rPr>
      <w:sz w:val="22"/>
      <w:u w:val="single"/>
    </w:rPr>
  </w:style>
  <w:style w:type="paragraph" w:customStyle="1" w:styleId="0berschrift3">
    <w:name w:val="* 0 Überschrift 3"/>
    <w:basedOn w:val="1Standardflietext"/>
    <w:next w:val="1Standardflietext"/>
    <w:rsid w:val="000F5530"/>
    <w:pPr>
      <w:tabs>
        <w:tab w:val="left" w:pos="340"/>
      </w:tabs>
      <w:ind w:left="340" w:hanging="340"/>
    </w:pPr>
    <w:rPr>
      <w:b/>
    </w:rPr>
  </w:style>
  <w:style w:type="character" w:customStyle="1" w:styleId="berschrift5Zchn">
    <w:name w:val="Überschrift 5 Zchn"/>
    <w:link w:val="berschrift5"/>
    <w:semiHidden/>
    <w:rsid w:val="00990706"/>
    <w:rPr>
      <w:rFonts w:ascii="Calibri" w:hAnsi="Calibri"/>
      <w:b/>
      <w:bCs/>
      <w:i/>
      <w:iCs/>
      <w:sz w:val="26"/>
      <w:szCs w:val="26"/>
    </w:rPr>
  </w:style>
  <w:style w:type="character" w:customStyle="1" w:styleId="berschrift6Zchn">
    <w:name w:val="Überschrift 6 Zchn"/>
    <w:link w:val="berschrift6"/>
    <w:semiHidden/>
    <w:rsid w:val="00990706"/>
    <w:rPr>
      <w:rFonts w:ascii="Calibri" w:hAnsi="Calibri"/>
      <w:b/>
      <w:bCs/>
      <w:sz w:val="22"/>
      <w:szCs w:val="22"/>
    </w:rPr>
  </w:style>
  <w:style w:type="character" w:customStyle="1" w:styleId="berschrift7Zchn">
    <w:name w:val="Überschrift 7 Zchn"/>
    <w:link w:val="berschrift7"/>
    <w:semiHidden/>
    <w:rsid w:val="00990706"/>
    <w:rPr>
      <w:rFonts w:ascii="Calibri" w:hAnsi="Calibri"/>
      <w:sz w:val="24"/>
      <w:szCs w:val="24"/>
    </w:rPr>
  </w:style>
  <w:style w:type="character" w:customStyle="1" w:styleId="berschrift8Zchn">
    <w:name w:val="Überschrift 8 Zchn"/>
    <w:link w:val="berschrift8"/>
    <w:semiHidden/>
    <w:rsid w:val="00990706"/>
    <w:rPr>
      <w:rFonts w:ascii="Calibri" w:hAnsi="Calibri"/>
      <w:i/>
      <w:iCs/>
      <w:sz w:val="24"/>
      <w:szCs w:val="24"/>
    </w:rPr>
  </w:style>
  <w:style w:type="character" w:customStyle="1" w:styleId="berschrift9Zchn">
    <w:name w:val="Überschrift 9 Zchn"/>
    <w:link w:val="berschrift9"/>
    <w:semiHidden/>
    <w:rsid w:val="00990706"/>
    <w:rPr>
      <w:rFonts w:ascii="Cambria" w:hAnsi="Cambria"/>
      <w:sz w:val="22"/>
      <w:szCs w:val="22"/>
    </w:rPr>
  </w:style>
  <w:style w:type="paragraph" w:styleId="Kopfzeile">
    <w:name w:val="header"/>
    <w:basedOn w:val="Standard"/>
    <w:semiHidden/>
    <w:rsid w:val="00BA7F97"/>
    <w:pPr>
      <w:tabs>
        <w:tab w:val="center" w:pos="4536"/>
        <w:tab w:val="right" w:pos="9072"/>
      </w:tabs>
      <w:spacing w:after="0" w:line="200" w:lineRule="exact"/>
    </w:pPr>
  </w:style>
  <w:style w:type="paragraph" w:customStyle="1" w:styleId="RahmenCopyrightvermerk">
    <w:name w:val="* Rahmen Copyrightvermerk"/>
    <w:basedOn w:val="1Standardflietext"/>
    <w:next w:val="Standard"/>
    <w:rsid w:val="00466BA5"/>
    <w:pPr>
      <w:autoSpaceDE w:val="0"/>
      <w:autoSpaceDN w:val="0"/>
      <w:adjustRightInd w:val="0"/>
      <w:spacing w:after="0" w:line="180" w:lineRule="exact"/>
      <w:jc w:val="center"/>
    </w:pPr>
    <w:rPr>
      <w:rFonts w:eastAsia="Arial Unicode MS"/>
      <w:color w:val="808080"/>
      <w:sz w:val="13"/>
      <w:szCs w:val="13"/>
    </w:rPr>
  </w:style>
  <w:style w:type="paragraph" w:customStyle="1" w:styleId="0berschrift4">
    <w:name w:val="* 0 Überschrift 4"/>
    <w:basedOn w:val="1Standardflietext"/>
    <w:rsid w:val="00161CAE"/>
    <w:rPr>
      <w:i/>
    </w:rPr>
  </w:style>
  <w:style w:type="character" w:styleId="Hyperlink">
    <w:name w:val="Hyperlink"/>
    <w:semiHidden/>
    <w:rsid w:val="00527896"/>
    <w:rPr>
      <w:rFonts w:ascii="Arial" w:hAnsi="Arial"/>
      <w:color w:val="333333"/>
      <w:u w:val="single"/>
      <w:lang w:val="de-DE" w:eastAsia="de-DE" w:bidi="ar-SA"/>
    </w:rPr>
  </w:style>
  <w:style w:type="paragraph" w:customStyle="1" w:styleId="2Nummerierungeinfach">
    <w:name w:val="* 2 Nummerierung_einfach"/>
    <w:basedOn w:val="2NummerierungOrdnungszahlen"/>
    <w:rsid w:val="002B0CBD"/>
    <w:pPr>
      <w:numPr>
        <w:numId w:val="1"/>
      </w:numPr>
    </w:pPr>
  </w:style>
  <w:style w:type="paragraph" w:customStyle="1" w:styleId="2NummerierungOrdnungszahlen">
    <w:name w:val="* 2 Nummerierung_Ordnungszahlen"/>
    <w:basedOn w:val="1Standardflietext"/>
    <w:qFormat/>
    <w:rsid w:val="00705E3C"/>
    <w:pPr>
      <w:numPr>
        <w:numId w:val="6"/>
      </w:numPr>
    </w:pPr>
  </w:style>
  <w:style w:type="paragraph" w:styleId="Sprechblasentext">
    <w:name w:val="Balloon Text"/>
    <w:basedOn w:val="Standard"/>
    <w:semiHidden/>
    <w:rPr>
      <w:rFonts w:ascii="Tahoma" w:hAnsi="Tahoma" w:cs="Tahoma"/>
      <w:sz w:val="16"/>
      <w:szCs w:val="16"/>
    </w:rPr>
  </w:style>
  <w:style w:type="paragraph" w:customStyle="1" w:styleId="RahmenKopfzeileSubtitel">
    <w:name w:val="* Rahmen Kopfzeile_Subtitel"/>
    <w:basedOn w:val="1Standardflietext"/>
    <w:next w:val="1Standardflietext"/>
    <w:rsid w:val="0052577E"/>
    <w:pPr>
      <w:spacing w:before="60" w:after="0"/>
    </w:pPr>
    <w:rPr>
      <w:rFonts w:eastAsia="Arial Unicode MS"/>
    </w:rPr>
  </w:style>
  <w:style w:type="paragraph" w:customStyle="1" w:styleId="6Medienelement">
    <w:name w:val="* 6 Medienelement"/>
    <w:basedOn w:val="1Standardflietext"/>
    <w:rsid w:val="007F1F44"/>
    <w:pPr>
      <w:spacing w:line="400" w:lineRule="exact"/>
    </w:pPr>
    <w:rPr>
      <w:b/>
      <w:i/>
      <w:color w:val="808080"/>
      <w:sz w:val="36"/>
    </w:rPr>
  </w:style>
  <w:style w:type="character" w:customStyle="1" w:styleId="2ListeeingercktZchnZchn">
    <w:name w:val="* 2 Liste_eingerückt Zchn Zchn"/>
    <w:basedOn w:val="1StandardflietextZchnZchn"/>
    <w:link w:val="2Listeeingerckt"/>
    <w:rsid w:val="007A0DF3"/>
    <w:rPr>
      <w:rFonts w:ascii="Arial" w:hAnsi="Arial"/>
      <w:lang w:val="de-DE" w:eastAsia="de-DE" w:bidi="ar-SA"/>
    </w:rPr>
  </w:style>
  <w:style w:type="paragraph" w:customStyle="1" w:styleId="2Listeeingerckt">
    <w:name w:val="* 2 Liste_eingerückt"/>
    <w:basedOn w:val="1Standardflietext"/>
    <w:link w:val="2ListeeingercktZchnZchn"/>
    <w:rsid w:val="007A0DF3"/>
    <w:pPr>
      <w:numPr>
        <w:numId w:val="4"/>
      </w:numPr>
    </w:pPr>
  </w:style>
  <w:style w:type="paragraph" w:customStyle="1" w:styleId="2Nummerierungalphabetischklein">
    <w:name w:val="* 2 Nummerierung_alphabetisch_klein"/>
    <w:basedOn w:val="1Standardflietext"/>
    <w:rsid w:val="002B0CBD"/>
    <w:pPr>
      <w:numPr>
        <w:numId w:val="2"/>
      </w:numPr>
    </w:pPr>
  </w:style>
  <w:style w:type="paragraph" w:customStyle="1" w:styleId="3Schreibzeile">
    <w:name w:val="* 3 Schreibzeile"/>
    <w:basedOn w:val="1Standardflietext"/>
    <w:rsid w:val="0049242E"/>
    <w:pPr>
      <w:tabs>
        <w:tab w:val="right" w:pos="9185"/>
      </w:tabs>
      <w:spacing w:before="240"/>
    </w:pPr>
    <w:rPr>
      <w:u w:val="single" w:color="808080"/>
    </w:rPr>
  </w:style>
  <w:style w:type="paragraph" w:customStyle="1" w:styleId="2Liste0">
    <w:name w:val="* 2  Liste"/>
    <w:basedOn w:val="1Standardflietext"/>
    <w:qFormat/>
    <w:rsid w:val="007A0DF3"/>
    <w:pPr>
      <w:numPr>
        <w:numId w:val="5"/>
      </w:numPr>
    </w:pPr>
  </w:style>
  <w:style w:type="paragraph" w:customStyle="1" w:styleId="4Zitat">
    <w:name w:val="* 4 Zitat"/>
    <w:basedOn w:val="1Standardflietext"/>
    <w:next w:val="1Standardflietext"/>
    <w:rsid w:val="00E96370"/>
    <w:pPr>
      <w:pBdr>
        <w:top w:val="double" w:sz="4" w:space="1" w:color="808080"/>
        <w:left w:val="double" w:sz="4" w:space="4" w:color="808080"/>
        <w:bottom w:val="double" w:sz="4" w:space="1" w:color="808080"/>
        <w:right w:val="double" w:sz="4" w:space="4" w:color="808080"/>
      </w:pBdr>
      <w:ind w:left="113" w:right="113"/>
    </w:pPr>
  </w:style>
  <w:style w:type="paragraph" w:customStyle="1" w:styleId="7Quelle">
    <w:name w:val="* 7 Quelle"/>
    <w:basedOn w:val="1Standardflietext"/>
    <w:next w:val="1Standardflietext"/>
    <w:rsid w:val="000F7CB4"/>
    <w:pPr>
      <w:spacing w:before="60"/>
      <w:jc w:val="right"/>
    </w:pPr>
    <w:rPr>
      <w:i/>
      <w:sz w:val="18"/>
    </w:rPr>
  </w:style>
  <w:style w:type="paragraph" w:customStyle="1" w:styleId="2ListeSymbol">
    <w:name w:val="* 2 Liste_Symbol"/>
    <w:basedOn w:val="1Standardflietext"/>
    <w:rsid w:val="007A0DF3"/>
    <w:pPr>
      <w:numPr>
        <w:numId w:val="3"/>
      </w:numPr>
    </w:pPr>
  </w:style>
  <w:style w:type="paragraph" w:customStyle="1" w:styleId="RahmenFuzeile">
    <w:name w:val="* Rahmen Fußzeile"/>
    <w:basedOn w:val="1Standardflietext"/>
    <w:rsid w:val="00BE6C78"/>
    <w:pPr>
      <w:spacing w:before="60" w:after="0" w:line="200" w:lineRule="exact"/>
    </w:pPr>
    <w:rPr>
      <w:sz w:val="16"/>
    </w:rPr>
  </w:style>
  <w:style w:type="character" w:customStyle="1" w:styleId="3Schreiblinie">
    <w:name w:val="* 3 Schreiblinie"/>
    <w:rsid w:val="003524B3"/>
    <w:rPr>
      <w:u w:val="single" w:color="808080"/>
    </w:rPr>
  </w:style>
  <w:style w:type="table" w:customStyle="1" w:styleId="5Tabelle">
    <w:name w:val="* 5 Tabelle"/>
    <w:basedOn w:val="NormaleTabelle"/>
    <w:rsid w:val="00311278"/>
    <w:pPr>
      <w:spacing w:before="60" w:after="60" w:line="240" w:lineRule="exact"/>
    </w:pPr>
    <w:rPr>
      <w:rFonts w:ascii="Arial" w:hAnsi="Arial"/>
    </w:rPr>
    <w:tblPr>
      <w:tblInd w:w="57"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57" w:type="dxa"/>
        <w:right w:w="57" w:type="dxa"/>
      </w:tblCellMar>
    </w:tblPr>
  </w:style>
  <w:style w:type="paragraph" w:customStyle="1" w:styleId="RahmenKopfzeilelinks">
    <w:name w:val="* Rahmen Kopfzeile_links"/>
    <w:basedOn w:val="1Standardflietext"/>
    <w:next w:val="1Standardflietext"/>
    <w:link w:val="RahmenKopfzeilelinksZchnZchn"/>
    <w:rsid w:val="00E66908"/>
    <w:pPr>
      <w:spacing w:after="0" w:line="360" w:lineRule="exact"/>
      <w:ind w:left="-170"/>
    </w:pPr>
    <w:rPr>
      <w:rFonts w:ascii="Verdana" w:hAnsi="Verdana"/>
      <w:b/>
      <w:color w:val="808080"/>
      <w:sz w:val="22"/>
      <w:szCs w:val="24"/>
    </w:rPr>
  </w:style>
  <w:style w:type="character" w:customStyle="1" w:styleId="RahmenKopfzeilelinksZchnZchn">
    <w:name w:val="* Rahmen Kopfzeile_links Zchn Zchn"/>
    <w:link w:val="RahmenKopfzeilelinks"/>
    <w:rsid w:val="00E66908"/>
    <w:rPr>
      <w:rFonts w:ascii="Verdana" w:hAnsi="Verdana"/>
      <w:b/>
      <w:color w:val="808080"/>
      <w:sz w:val="22"/>
      <w:szCs w:val="24"/>
    </w:rPr>
  </w:style>
  <w:style w:type="paragraph" w:customStyle="1" w:styleId="RahmenKopfzeilerechts">
    <w:name w:val="* Rahmen Kopfzeile_rechts"/>
    <w:basedOn w:val="1Standardflietext"/>
    <w:next w:val="1Standardflietext"/>
    <w:link w:val="RahmenKopfzeilerechtsZchnZchn"/>
    <w:rsid w:val="00D02F67"/>
    <w:pPr>
      <w:autoSpaceDE w:val="0"/>
      <w:autoSpaceDN w:val="0"/>
      <w:adjustRightInd w:val="0"/>
      <w:spacing w:after="0" w:line="360" w:lineRule="exact"/>
      <w:ind w:right="-142"/>
      <w:jc w:val="right"/>
    </w:pPr>
    <w:rPr>
      <w:rFonts w:ascii="Verdana" w:hAnsi="Verdana"/>
      <w:i/>
      <w:color w:val="000000"/>
      <w:sz w:val="22"/>
      <w:szCs w:val="30"/>
    </w:rPr>
  </w:style>
  <w:style w:type="character" w:customStyle="1" w:styleId="RahmenKopfzeilerechtsZchnZchn">
    <w:name w:val="* Rahmen Kopfzeile_rechts Zchn Zchn"/>
    <w:link w:val="RahmenKopfzeilerechts"/>
    <w:rsid w:val="00D02F67"/>
    <w:rPr>
      <w:rFonts w:ascii="Verdana" w:hAnsi="Verdana"/>
      <w:i/>
      <w:color w:val="000000"/>
      <w:sz w:val="22"/>
      <w:szCs w:val="30"/>
    </w:rPr>
  </w:style>
  <w:style w:type="paragraph" w:customStyle="1" w:styleId="2Nummerierungalphabetischgross">
    <w:name w:val="* 2 Nummerierung_alphabetisch_gross"/>
    <w:basedOn w:val="2Nummerierungalphabetischklein"/>
    <w:rsid w:val="00E3649D"/>
    <w:pPr>
      <w:numPr>
        <w:numId w:val="8"/>
      </w:numPr>
    </w:pPr>
    <w:rPr>
      <w:lang w:val="en-GB"/>
    </w:rPr>
  </w:style>
  <w:style w:type="character" w:customStyle="1" w:styleId="1fett">
    <w:name w:val="* 1 fett"/>
    <w:rsid w:val="00496EA9"/>
    <w:rPr>
      <w:b/>
    </w:rPr>
  </w:style>
  <w:style w:type="character" w:customStyle="1" w:styleId="1unterstrichen">
    <w:name w:val="* 1 unterstrichen"/>
    <w:rsid w:val="00496EA9"/>
    <w:rPr>
      <w:u w:val="single"/>
    </w:rPr>
  </w:style>
  <w:style w:type="character" w:customStyle="1" w:styleId="1kursiv">
    <w:name w:val="* 1 kursiv"/>
    <w:rsid w:val="00496EA9"/>
    <w:rPr>
      <w:i/>
    </w:rPr>
  </w:style>
  <w:style w:type="character" w:customStyle="1" w:styleId="1Markierung">
    <w:name w:val="* 1 Markierung"/>
    <w:rsid w:val="00356A49"/>
    <w:rPr>
      <w:i/>
      <w:color w:val="FF00FF"/>
    </w:rPr>
  </w:style>
  <w:style w:type="character" w:customStyle="1" w:styleId="3Lsung">
    <w:name w:val="* 3 Lösung"/>
    <w:rsid w:val="00A37CDA"/>
    <w:rPr>
      <w:rFonts w:ascii="Comic Sans MS" w:hAnsi="Comic Sans MS"/>
      <w:b/>
      <w:color w:val="808080"/>
      <w:spacing w:val="20"/>
      <w:sz w:val="22"/>
      <w:szCs w:val="22"/>
      <w:u w:val="single" w:color="808080"/>
    </w:rPr>
  </w:style>
  <w:style w:type="character" w:customStyle="1" w:styleId="RahmenSymbol">
    <w:name w:val="* Rahmen Symbol"/>
    <w:rsid w:val="0076191E"/>
    <w:rPr>
      <w:rFonts w:ascii="Webdings" w:hAnsi="Webdings" w:cs="Verdana"/>
    </w:rPr>
  </w:style>
  <w:style w:type="paragraph" w:customStyle="1" w:styleId="8Dialog">
    <w:name w:val="* 8 Dialog"/>
    <w:basedOn w:val="1Standardflietext"/>
    <w:rsid w:val="00934AB7"/>
    <w:pPr>
      <w:tabs>
        <w:tab w:val="left" w:pos="284"/>
      </w:tabs>
      <w:spacing w:line="400" w:lineRule="exact"/>
      <w:ind w:left="454" w:hanging="454"/>
    </w:pPr>
  </w:style>
  <w:style w:type="paragraph" w:styleId="Fuzeile">
    <w:name w:val="footer"/>
    <w:basedOn w:val="Standard"/>
    <w:semiHidden/>
    <w:rsid w:val="003E29FB"/>
    <w:pPr>
      <w:tabs>
        <w:tab w:val="center" w:pos="4536"/>
        <w:tab w:val="right" w:pos="9072"/>
      </w:tabs>
    </w:pPr>
  </w:style>
  <w:style w:type="paragraph" w:styleId="Dokumentstruktur">
    <w:name w:val="Document Map"/>
    <w:basedOn w:val="Standard"/>
    <w:link w:val="DokumentstrukturZchn"/>
    <w:semiHidden/>
    <w:rsid w:val="0057045C"/>
    <w:rPr>
      <w:rFonts w:ascii="Tahoma" w:hAnsi="Tahoma" w:cs="Tahoma"/>
      <w:sz w:val="16"/>
      <w:szCs w:val="16"/>
    </w:rPr>
  </w:style>
  <w:style w:type="character" w:customStyle="1" w:styleId="DokumentstrukturZchn">
    <w:name w:val="Dokumentstruktur Zchn"/>
    <w:link w:val="Dokumentstruktur"/>
    <w:semiHidden/>
    <w:rsid w:val="0057045C"/>
    <w:rPr>
      <w:rFonts w:ascii="Tahoma" w:hAnsi="Tahoma" w:cs="Tahoma"/>
      <w:sz w:val="16"/>
      <w:szCs w:val="16"/>
    </w:rPr>
  </w:style>
  <w:style w:type="character" w:customStyle="1" w:styleId="3Handschrift">
    <w:name w:val="* 3 Handschrift"/>
    <w:qFormat/>
    <w:rsid w:val="00454670"/>
    <w:rPr>
      <w:rFonts w:ascii="Comic Sans MS" w:hAnsi="Comic Sans MS"/>
      <w:b/>
      <w:color w:val="808080"/>
      <w:spacing w:val="20"/>
      <w:sz w:val="22"/>
      <w:szCs w:val="22"/>
      <w:u w:val="none" w:color="808080"/>
    </w:rPr>
  </w:style>
  <w:style w:type="paragraph" w:customStyle="1" w:styleId="RahmenLogo-Schriftzug">
    <w:name w:val="* Rahmen Logo-Schriftzug"/>
    <w:basedOn w:val="Standard"/>
    <w:rsid w:val="00394D98"/>
    <w:pPr>
      <w:ind w:left="-142" w:right="-142"/>
      <w:jc w:val="center"/>
    </w:pPr>
    <w:rPr>
      <w:rFonts w:cs="Arial"/>
      <w:sz w:val="36"/>
      <w:szCs w:val="40"/>
      <w:lang w:val="it-IT"/>
    </w:rPr>
  </w:style>
  <w:style w:type="paragraph" w:customStyle="1" w:styleId="1StandardflietextgrosserAbstand">
    <w:name w:val="* 1 Standardfließtext_grosser Abstand"/>
    <w:basedOn w:val="1Standardflietext"/>
    <w:rsid w:val="008D2CDD"/>
    <w:pPr>
      <w:spacing w:line="360" w:lineRule="exact"/>
    </w:pPr>
  </w:style>
  <w:style w:type="paragraph" w:customStyle="1" w:styleId="2Liste">
    <w:name w:val="* 2 Liste +"/>
    <w:basedOn w:val="2Liste0"/>
    <w:qFormat/>
    <w:rsid w:val="00245F29"/>
    <w:pPr>
      <w:numPr>
        <w:numId w:val="25"/>
      </w:numPr>
      <w:tabs>
        <w:tab w:val="left" w:pos="340"/>
      </w:tabs>
      <w:ind w:left="340" w:hanging="3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2010\arbeitsbl&#228;tter\templates\mzul_2010.dot"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mzul_2010</Template>
  <TotalTime>0</TotalTime>
  <Pages>3</Pages>
  <Words>471</Words>
  <Characters>2723</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Materialien zu unseren Lehrwerken</vt:lpstr>
    </vt:vector>
  </TitlesOfParts>
  <Company>Cornelsen Verlag</Company>
  <LinksUpToDate>false</LinksUpToDate>
  <CharactersWithSpaces>3188</CharactersWithSpaces>
  <SharedDoc>false</SharedDoc>
  <HyperlinkBase>www.cornelsen.de/teachweb</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Materialien zu unseren Lehrwerken</dc:title>
  <dc:subject>studio d XXX, Einheit XXX</dc:subject>
  <dc:creator>Cornelsen Verlag</dc:creator>
  <cp:keywords/>
  <dc:description>studio d</dc:description>
  <cp:lastModifiedBy>Hilger, Corinna</cp:lastModifiedBy>
  <cp:revision>8</cp:revision>
  <cp:lastPrinted>2016-04-14T12:52:00Z</cp:lastPrinted>
  <dcterms:created xsi:type="dcterms:W3CDTF">2016-04-14T12:51:00Z</dcterms:created>
  <dcterms:modified xsi:type="dcterms:W3CDTF">2016-04-18T07:52:00Z</dcterms:modified>
  <cp:category>Deutsch als Fremdsprache</cp:category>
</cp:coreProperties>
</file>